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6BB" w:rsidRPr="00713E5F" w:rsidRDefault="006F16BB" w:rsidP="006F16BB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Сведения </w:t>
      </w:r>
    </w:p>
    <w:p w:rsidR="006F16BB" w:rsidRPr="00713E5F" w:rsidRDefault="006F16BB" w:rsidP="006F16BB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6F16BB" w:rsidRPr="00713E5F" w:rsidRDefault="006F16BB" w:rsidP="006F16BB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муниципальных служащих </w:t>
      </w:r>
      <w:r>
        <w:rPr>
          <w:b/>
          <w:sz w:val="28"/>
          <w:szCs w:val="28"/>
        </w:rPr>
        <w:t xml:space="preserve">Управления образования </w:t>
      </w:r>
      <w:r w:rsidRPr="00713E5F">
        <w:rPr>
          <w:b/>
          <w:sz w:val="28"/>
          <w:szCs w:val="28"/>
        </w:rPr>
        <w:t>Администрации муниципального района «</w:t>
      </w:r>
      <w:proofErr w:type="spellStart"/>
      <w:r w:rsidRPr="00713E5F">
        <w:rPr>
          <w:b/>
          <w:sz w:val="28"/>
          <w:szCs w:val="28"/>
        </w:rPr>
        <w:t>Шилкинский</w:t>
      </w:r>
      <w:proofErr w:type="spellEnd"/>
      <w:r w:rsidRPr="00713E5F">
        <w:rPr>
          <w:b/>
          <w:sz w:val="28"/>
          <w:szCs w:val="28"/>
        </w:rPr>
        <w:t xml:space="preserve"> район» и членов их семей </w:t>
      </w:r>
    </w:p>
    <w:p w:rsidR="006F16BB" w:rsidRPr="00713E5F" w:rsidRDefault="006F16BB" w:rsidP="006F16BB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>за период с 01 января по 31 декабря 201</w:t>
      </w:r>
      <w:r w:rsidR="00DF3CD3">
        <w:rPr>
          <w:b/>
          <w:sz w:val="28"/>
          <w:szCs w:val="28"/>
        </w:rPr>
        <w:t>6</w:t>
      </w:r>
      <w:r w:rsidRPr="00713E5F">
        <w:rPr>
          <w:b/>
          <w:sz w:val="28"/>
          <w:szCs w:val="28"/>
        </w:rPr>
        <w:t xml:space="preserve"> года</w:t>
      </w:r>
    </w:p>
    <w:p w:rsidR="006F16BB" w:rsidRDefault="006F16BB" w:rsidP="006F16BB">
      <w:pPr>
        <w:jc w:val="center"/>
        <w:rPr>
          <w:b/>
          <w:sz w:val="28"/>
          <w:szCs w:val="28"/>
        </w:rPr>
      </w:pPr>
    </w:p>
    <w:p w:rsidR="001B3292" w:rsidRPr="001B3292" w:rsidRDefault="001B3292" w:rsidP="001B3292">
      <w:pPr>
        <w:jc w:val="center"/>
        <w:rPr>
          <w:b/>
          <w:sz w:val="28"/>
          <w:szCs w:val="28"/>
        </w:rPr>
      </w:pPr>
      <w:r w:rsidRPr="001B3292">
        <w:rPr>
          <w:b/>
          <w:sz w:val="28"/>
          <w:szCs w:val="28"/>
        </w:rPr>
        <w:t>Заместитель начальника  Управления образования Администрации муниципального района «</w:t>
      </w:r>
      <w:proofErr w:type="spellStart"/>
      <w:r w:rsidRPr="001B3292">
        <w:rPr>
          <w:b/>
          <w:sz w:val="28"/>
          <w:szCs w:val="28"/>
        </w:rPr>
        <w:t>Шилкинский</w:t>
      </w:r>
      <w:proofErr w:type="spellEnd"/>
      <w:r w:rsidRPr="001B3292">
        <w:rPr>
          <w:b/>
          <w:sz w:val="28"/>
          <w:szCs w:val="28"/>
        </w:rPr>
        <w:t xml:space="preserve"> район»</w:t>
      </w:r>
    </w:p>
    <w:p w:rsidR="001B3292" w:rsidRPr="001B3292" w:rsidRDefault="001B3292" w:rsidP="001B3292">
      <w:pPr>
        <w:jc w:val="center"/>
        <w:rPr>
          <w:b/>
          <w:szCs w:val="28"/>
        </w:rPr>
      </w:pPr>
    </w:p>
    <w:p w:rsidR="001B3292" w:rsidRPr="001B3292" w:rsidRDefault="001B3292" w:rsidP="001B3292">
      <w:pPr>
        <w:jc w:val="center"/>
        <w:rPr>
          <w:b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559"/>
        <w:gridCol w:w="1134"/>
        <w:gridCol w:w="1276"/>
        <w:gridCol w:w="1418"/>
        <w:gridCol w:w="1559"/>
        <w:gridCol w:w="992"/>
        <w:gridCol w:w="1134"/>
        <w:gridCol w:w="2410"/>
      </w:tblGrid>
      <w:tr w:rsidR="001B3292" w:rsidRPr="001B3292" w:rsidTr="004E4BE5">
        <w:tc>
          <w:tcPr>
            <w:tcW w:w="1951" w:type="dxa"/>
            <w:vMerge w:val="restart"/>
          </w:tcPr>
          <w:p w:rsidR="001B3292" w:rsidRPr="001B3292" w:rsidRDefault="001B3292" w:rsidP="001B3292">
            <w:pPr>
              <w:jc w:val="both"/>
              <w:rPr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Декларированный доход (руб.)</w:t>
            </w:r>
          </w:p>
        </w:tc>
        <w:tc>
          <w:tcPr>
            <w:tcW w:w="5387" w:type="dxa"/>
            <w:gridSpan w:val="4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 xml:space="preserve">Перечень объектов недвижимого имущества, </w:t>
            </w:r>
          </w:p>
          <w:p w:rsidR="001B3292" w:rsidRPr="001B3292" w:rsidRDefault="001B3292" w:rsidP="001B3292">
            <w:pPr>
              <w:jc w:val="center"/>
              <w:rPr>
                <w:szCs w:val="28"/>
              </w:rPr>
            </w:pPr>
            <w:proofErr w:type="gramStart"/>
            <w:r w:rsidRPr="001B3292">
              <w:rPr>
                <w:szCs w:val="28"/>
              </w:rPr>
              <w:t>находящихся</w:t>
            </w:r>
            <w:proofErr w:type="gramEnd"/>
            <w:r w:rsidRPr="001B3292">
              <w:rPr>
                <w:szCs w:val="28"/>
              </w:rPr>
              <w:t xml:space="preserve"> в пользовании</w:t>
            </w:r>
          </w:p>
        </w:tc>
        <w:tc>
          <w:tcPr>
            <w:tcW w:w="2410" w:type="dxa"/>
            <w:vMerge w:val="restart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1B3292" w:rsidRPr="001B3292" w:rsidTr="004E4BE5">
        <w:tc>
          <w:tcPr>
            <w:tcW w:w="1951" w:type="dxa"/>
            <w:vMerge/>
          </w:tcPr>
          <w:p w:rsidR="001B3292" w:rsidRPr="001B3292" w:rsidRDefault="001B3292" w:rsidP="001B3292">
            <w:pPr>
              <w:jc w:val="both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1B3292" w:rsidRPr="001B3292" w:rsidRDefault="001B3292" w:rsidP="001B3292">
            <w:pPr>
              <w:jc w:val="both"/>
              <w:rPr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Площадь (</w:t>
            </w:r>
            <w:proofErr w:type="spellStart"/>
            <w:r w:rsidRPr="001B3292">
              <w:rPr>
                <w:szCs w:val="28"/>
              </w:rPr>
              <w:t>кв</w:t>
            </w:r>
            <w:proofErr w:type="gramStart"/>
            <w:r w:rsidRPr="001B3292">
              <w:rPr>
                <w:szCs w:val="28"/>
              </w:rPr>
              <w:t>.м</w:t>
            </w:r>
            <w:proofErr w:type="spellEnd"/>
            <w:proofErr w:type="gramEnd"/>
            <w:r w:rsidRPr="001B3292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Страна расположения</w:t>
            </w:r>
          </w:p>
        </w:tc>
        <w:tc>
          <w:tcPr>
            <w:tcW w:w="1418" w:type="dxa"/>
            <w:vAlign w:val="center"/>
          </w:tcPr>
          <w:p w:rsidR="001B3292" w:rsidRPr="001B3292" w:rsidRDefault="003B7699" w:rsidP="001B32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</w:t>
            </w:r>
            <w:r w:rsidR="001B3292" w:rsidRPr="001B3292">
              <w:rPr>
                <w:szCs w:val="28"/>
              </w:rPr>
              <w:t>ранспортные средства</w:t>
            </w:r>
          </w:p>
        </w:tc>
        <w:tc>
          <w:tcPr>
            <w:tcW w:w="1559" w:type="dxa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 xml:space="preserve">Вид объектов </w:t>
            </w:r>
          </w:p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недвижимости</w:t>
            </w:r>
          </w:p>
        </w:tc>
        <w:tc>
          <w:tcPr>
            <w:tcW w:w="992" w:type="dxa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Площадь (</w:t>
            </w:r>
            <w:proofErr w:type="spellStart"/>
            <w:r w:rsidRPr="001B3292">
              <w:rPr>
                <w:szCs w:val="28"/>
              </w:rPr>
              <w:t>кв</w:t>
            </w:r>
            <w:proofErr w:type="gramStart"/>
            <w:r w:rsidRPr="001B3292">
              <w:rPr>
                <w:szCs w:val="28"/>
              </w:rPr>
              <w:t>.м</w:t>
            </w:r>
            <w:proofErr w:type="spellEnd"/>
            <w:proofErr w:type="gramEnd"/>
            <w:r w:rsidRPr="001B3292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Страна расположения</w:t>
            </w:r>
          </w:p>
        </w:tc>
        <w:tc>
          <w:tcPr>
            <w:tcW w:w="2410" w:type="dxa"/>
            <w:vMerge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</w:p>
        </w:tc>
      </w:tr>
      <w:tr w:rsidR="001B3292" w:rsidRPr="001B3292" w:rsidTr="004C41F5">
        <w:tc>
          <w:tcPr>
            <w:tcW w:w="1951" w:type="dxa"/>
            <w:vAlign w:val="center"/>
          </w:tcPr>
          <w:p w:rsidR="001B3292" w:rsidRPr="001B3292" w:rsidRDefault="00DF3CD3" w:rsidP="00DF3CD3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Рюхова</w:t>
            </w:r>
            <w:proofErr w:type="spellEnd"/>
            <w:r>
              <w:rPr>
                <w:szCs w:val="28"/>
              </w:rPr>
              <w:t xml:space="preserve"> Нина Фёдоровна</w:t>
            </w:r>
          </w:p>
        </w:tc>
        <w:tc>
          <w:tcPr>
            <w:tcW w:w="1134" w:type="dxa"/>
            <w:vAlign w:val="center"/>
          </w:tcPr>
          <w:p w:rsidR="001B3292" w:rsidRPr="001B3292" w:rsidRDefault="00B77518" w:rsidP="001B32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542524,66</w:t>
            </w:r>
          </w:p>
        </w:tc>
        <w:tc>
          <w:tcPr>
            <w:tcW w:w="1559" w:type="dxa"/>
            <w:vAlign w:val="center"/>
          </w:tcPr>
          <w:p w:rsidR="001B3292" w:rsidRPr="001B3292" w:rsidRDefault="00DF3CD3" w:rsidP="006D27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2-х комнатная квартира </w:t>
            </w:r>
            <w:r>
              <w:rPr>
                <w:szCs w:val="28"/>
              </w:rPr>
              <w:lastRenderedPageBreak/>
              <w:t>(1/4 доли)</w:t>
            </w:r>
          </w:p>
        </w:tc>
        <w:tc>
          <w:tcPr>
            <w:tcW w:w="1134" w:type="dxa"/>
            <w:vAlign w:val="center"/>
          </w:tcPr>
          <w:p w:rsidR="001B3292" w:rsidRPr="001B3292" w:rsidRDefault="00DF3CD3" w:rsidP="006D27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50,3</w:t>
            </w:r>
          </w:p>
        </w:tc>
        <w:tc>
          <w:tcPr>
            <w:tcW w:w="1276" w:type="dxa"/>
            <w:vAlign w:val="center"/>
          </w:tcPr>
          <w:p w:rsidR="001B3292" w:rsidRPr="001B3292" w:rsidRDefault="00DF3CD3" w:rsidP="006D27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418" w:type="dxa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1B3292" w:rsidRPr="001B3292" w:rsidRDefault="004C41F5" w:rsidP="004C41F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1B3292" w:rsidRPr="001B3292" w:rsidRDefault="004C41F5" w:rsidP="004C41F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B3292" w:rsidRPr="001B3292" w:rsidRDefault="004C41F5" w:rsidP="004C41F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1B3292" w:rsidRPr="001B3292" w:rsidRDefault="001B3292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-</w:t>
            </w:r>
          </w:p>
        </w:tc>
      </w:tr>
      <w:tr w:rsidR="004C41F5" w:rsidRPr="001B3292" w:rsidTr="004C41F5">
        <w:tc>
          <w:tcPr>
            <w:tcW w:w="1951" w:type="dxa"/>
            <w:vAlign w:val="center"/>
          </w:tcPr>
          <w:p w:rsidR="004C41F5" w:rsidRPr="001B3292" w:rsidRDefault="004C41F5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lastRenderedPageBreak/>
              <w:t>супруг</w:t>
            </w:r>
          </w:p>
        </w:tc>
        <w:tc>
          <w:tcPr>
            <w:tcW w:w="1134" w:type="dxa"/>
            <w:vAlign w:val="center"/>
          </w:tcPr>
          <w:p w:rsidR="004C41F5" w:rsidRPr="001B3292" w:rsidRDefault="004C41F5" w:rsidP="001B32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319015,38</w:t>
            </w:r>
          </w:p>
        </w:tc>
        <w:tc>
          <w:tcPr>
            <w:tcW w:w="1559" w:type="dxa"/>
            <w:vAlign w:val="center"/>
          </w:tcPr>
          <w:p w:rsidR="004C41F5" w:rsidRPr="001B3292" w:rsidRDefault="004C41F5" w:rsidP="001B32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2-х комнатная квартира (1/4 доли)</w:t>
            </w:r>
          </w:p>
        </w:tc>
        <w:tc>
          <w:tcPr>
            <w:tcW w:w="1134" w:type="dxa"/>
            <w:vAlign w:val="center"/>
          </w:tcPr>
          <w:p w:rsidR="004C41F5" w:rsidRPr="001B3292" w:rsidRDefault="004C41F5" w:rsidP="00BE7A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50,3</w:t>
            </w:r>
          </w:p>
        </w:tc>
        <w:tc>
          <w:tcPr>
            <w:tcW w:w="1276" w:type="dxa"/>
            <w:vAlign w:val="center"/>
          </w:tcPr>
          <w:p w:rsidR="004C41F5" w:rsidRPr="001B3292" w:rsidRDefault="004C41F5" w:rsidP="00BE7A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418" w:type="dxa"/>
            <w:vAlign w:val="center"/>
          </w:tcPr>
          <w:p w:rsidR="004C41F5" w:rsidRPr="001B3292" w:rsidRDefault="004C41F5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4C41F5" w:rsidRPr="001B3292" w:rsidRDefault="004C41F5" w:rsidP="004C41F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4C41F5" w:rsidRPr="001B3292" w:rsidRDefault="004C41F5" w:rsidP="004C41F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4C41F5" w:rsidRPr="001B3292" w:rsidRDefault="004C41F5" w:rsidP="004C41F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4C41F5" w:rsidRPr="001B3292" w:rsidRDefault="004C41F5" w:rsidP="001B3292">
            <w:pPr>
              <w:jc w:val="center"/>
              <w:rPr>
                <w:szCs w:val="28"/>
              </w:rPr>
            </w:pPr>
            <w:r w:rsidRPr="001B3292">
              <w:rPr>
                <w:szCs w:val="28"/>
              </w:rPr>
              <w:t>-</w:t>
            </w:r>
          </w:p>
        </w:tc>
      </w:tr>
    </w:tbl>
    <w:p w:rsidR="006F16BB" w:rsidRDefault="006F16BB" w:rsidP="006F16BB">
      <w:pPr>
        <w:jc w:val="center"/>
        <w:rPr>
          <w:b/>
          <w:sz w:val="28"/>
          <w:szCs w:val="28"/>
        </w:rPr>
      </w:pPr>
    </w:p>
    <w:p w:rsidR="006F16BB" w:rsidRPr="00713E5F" w:rsidRDefault="006F16BB" w:rsidP="006F16BB">
      <w:pPr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>КАТЕГОРИЯ «СПЕЦИАЛИСТЫ»</w:t>
      </w:r>
    </w:p>
    <w:p w:rsidR="006F16BB" w:rsidRDefault="006F16BB" w:rsidP="006F16BB">
      <w:pPr>
        <w:rPr>
          <w:b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1417"/>
        <w:gridCol w:w="1134"/>
        <w:gridCol w:w="1276"/>
        <w:gridCol w:w="1559"/>
        <w:gridCol w:w="1418"/>
        <w:gridCol w:w="992"/>
        <w:gridCol w:w="1134"/>
        <w:gridCol w:w="2410"/>
      </w:tblGrid>
      <w:tr w:rsidR="006F16BB" w:rsidTr="004E4BE5">
        <w:tc>
          <w:tcPr>
            <w:tcW w:w="1951" w:type="dxa"/>
            <w:vMerge w:val="restart"/>
          </w:tcPr>
          <w:p w:rsidR="006F16BB" w:rsidRPr="00255D10" w:rsidRDefault="006F16BB" w:rsidP="004E4BE5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Декларированный доход (руб.)</w:t>
            </w:r>
          </w:p>
        </w:tc>
        <w:tc>
          <w:tcPr>
            <w:tcW w:w="5386" w:type="dxa"/>
            <w:gridSpan w:val="4"/>
            <w:vAlign w:val="center"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 xml:space="preserve">Перечень объектов недвижимого имущества, </w:t>
            </w:r>
          </w:p>
          <w:p w:rsidR="006F16BB" w:rsidRPr="00255D10" w:rsidRDefault="006F16BB" w:rsidP="004E4BE5">
            <w:pPr>
              <w:jc w:val="center"/>
              <w:rPr>
                <w:szCs w:val="28"/>
              </w:rPr>
            </w:pPr>
            <w:proofErr w:type="gramStart"/>
            <w:r w:rsidRPr="00255D10">
              <w:rPr>
                <w:szCs w:val="28"/>
              </w:rPr>
              <w:t>находящихся</w:t>
            </w:r>
            <w:proofErr w:type="gramEnd"/>
            <w:r w:rsidRPr="00255D10">
              <w:rPr>
                <w:szCs w:val="28"/>
              </w:rPr>
              <w:t xml:space="preserve"> в пользовании</w:t>
            </w:r>
          </w:p>
        </w:tc>
        <w:tc>
          <w:tcPr>
            <w:tcW w:w="2410" w:type="dxa"/>
            <w:vMerge w:val="restart"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6F16BB" w:rsidTr="004E4BE5">
        <w:tc>
          <w:tcPr>
            <w:tcW w:w="1951" w:type="dxa"/>
            <w:vMerge/>
          </w:tcPr>
          <w:p w:rsidR="006F16BB" w:rsidRPr="00255D10" w:rsidRDefault="006F16BB" w:rsidP="004E4BE5">
            <w:pPr>
              <w:jc w:val="both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6F16BB" w:rsidRPr="00255D10" w:rsidRDefault="006F16BB" w:rsidP="004E4BE5">
            <w:pPr>
              <w:jc w:val="both"/>
              <w:rPr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Площадь (</w:t>
            </w:r>
            <w:proofErr w:type="spellStart"/>
            <w:r w:rsidRPr="00255D10">
              <w:rPr>
                <w:szCs w:val="28"/>
              </w:rPr>
              <w:t>кв</w:t>
            </w:r>
            <w:proofErr w:type="gramStart"/>
            <w:r w:rsidRPr="00255D10">
              <w:rPr>
                <w:szCs w:val="28"/>
              </w:rPr>
              <w:t>.м</w:t>
            </w:r>
            <w:proofErr w:type="spellEnd"/>
            <w:proofErr w:type="gramEnd"/>
            <w:r w:rsidRPr="00255D10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Страна расположения</w:t>
            </w:r>
          </w:p>
        </w:tc>
        <w:tc>
          <w:tcPr>
            <w:tcW w:w="1559" w:type="dxa"/>
            <w:vAlign w:val="center"/>
          </w:tcPr>
          <w:p w:rsidR="006F16BB" w:rsidRPr="00255D10" w:rsidRDefault="003B7699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</w:t>
            </w:r>
            <w:r w:rsidR="006F16BB" w:rsidRPr="00255D10">
              <w:rPr>
                <w:szCs w:val="28"/>
              </w:rPr>
              <w:t>ранспортные средства</w:t>
            </w:r>
          </w:p>
        </w:tc>
        <w:tc>
          <w:tcPr>
            <w:tcW w:w="1418" w:type="dxa"/>
            <w:vAlign w:val="center"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 xml:space="preserve">Вид объектов </w:t>
            </w:r>
          </w:p>
          <w:p w:rsidR="006F16BB" w:rsidRPr="00255D10" w:rsidRDefault="006F16BB" w:rsidP="004E4BE5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недвижимости</w:t>
            </w:r>
          </w:p>
        </w:tc>
        <w:tc>
          <w:tcPr>
            <w:tcW w:w="992" w:type="dxa"/>
            <w:vAlign w:val="center"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Площадь (</w:t>
            </w:r>
            <w:proofErr w:type="spellStart"/>
            <w:r w:rsidRPr="00255D10">
              <w:rPr>
                <w:szCs w:val="28"/>
              </w:rPr>
              <w:t>кв</w:t>
            </w:r>
            <w:proofErr w:type="gramStart"/>
            <w:r w:rsidRPr="00255D10">
              <w:rPr>
                <w:szCs w:val="28"/>
              </w:rPr>
              <w:t>.м</w:t>
            </w:r>
            <w:proofErr w:type="spellEnd"/>
            <w:proofErr w:type="gramEnd"/>
            <w:r w:rsidRPr="00255D10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Страна расположения</w:t>
            </w:r>
          </w:p>
        </w:tc>
        <w:tc>
          <w:tcPr>
            <w:tcW w:w="2410" w:type="dxa"/>
            <w:vMerge/>
          </w:tcPr>
          <w:p w:rsidR="006F16BB" w:rsidRPr="00255D10" w:rsidRDefault="006F16BB" w:rsidP="004E4BE5">
            <w:pPr>
              <w:jc w:val="center"/>
              <w:rPr>
                <w:szCs w:val="28"/>
              </w:rPr>
            </w:pPr>
          </w:p>
        </w:tc>
      </w:tr>
      <w:tr w:rsidR="004E4BE5" w:rsidTr="00430B1D">
        <w:tc>
          <w:tcPr>
            <w:tcW w:w="1951" w:type="dxa"/>
          </w:tcPr>
          <w:p w:rsidR="004E4BE5" w:rsidRPr="00255D10" w:rsidRDefault="004E4BE5" w:rsidP="004E4BE5">
            <w:pPr>
              <w:rPr>
                <w:szCs w:val="28"/>
              </w:rPr>
            </w:pPr>
            <w:r>
              <w:rPr>
                <w:szCs w:val="28"/>
              </w:rPr>
              <w:t>Золотухина Лариса Анатольевна</w:t>
            </w:r>
          </w:p>
        </w:tc>
        <w:tc>
          <w:tcPr>
            <w:tcW w:w="1276" w:type="dxa"/>
            <w:vAlign w:val="center"/>
          </w:tcPr>
          <w:p w:rsidR="004E4BE5" w:rsidRPr="00255D10" w:rsidRDefault="00C6239B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360727,91</w:t>
            </w:r>
          </w:p>
        </w:tc>
        <w:tc>
          <w:tcPr>
            <w:tcW w:w="1417" w:type="dxa"/>
            <w:vAlign w:val="center"/>
          </w:tcPr>
          <w:p w:rsidR="004E4BE5" w:rsidRPr="00255D10" w:rsidRDefault="00430B1D" w:rsidP="00BE64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4E4BE5" w:rsidRPr="00255D10" w:rsidRDefault="00430B1D" w:rsidP="00BE64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4E4BE5" w:rsidRPr="00255D10" w:rsidRDefault="00430B1D" w:rsidP="00BE64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</w:tcPr>
          <w:p w:rsidR="00430B1D" w:rsidRDefault="00430B1D" w:rsidP="00430B1D">
            <w:pPr>
              <w:rPr>
                <w:szCs w:val="28"/>
              </w:rPr>
            </w:pPr>
          </w:p>
          <w:p w:rsidR="004E4BE5" w:rsidRPr="00D166C7" w:rsidRDefault="004E4BE5" w:rsidP="00430B1D">
            <w:pPr>
              <w:rPr>
                <w:szCs w:val="28"/>
              </w:rPr>
            </w:pPr>
            <w:r w:rsidRPr="00D166C7">
              <w:rPr>
                <w:szCs w:val="28"/>
                <w:lang w:val="en-US"/>
              </w:rPr>
              <w:t xml:space="preserve">1) </w:t>
            </w:r>
            <w:r>
              <w:rPr>
                <w:szCs w:val="28"/>
              </w:rPr>
              <w:t>ГАЗ 2774</w:t>
            </w:r>
          </w:p>
          <w:p w:rsidR="004E4BE5" w:rsidRPr="00D166C7" w:rsidRDefault="004E4BE5" w:rsidP="00430B1D">
            <w:pPr>
              <w:rPr>
                <w:szCs w:val="28"/>
              </w:rPr>
            </w:pPr>
            <w:r w:rsidRPr="00D166C7">
              <w:rPr>
                <w:szCs w:val="28"/>
                <w:lang w:val="en-US"/>
              </w:rPr>
              <w:t xml:space="preserve">2) </w:t>
            </w:r>
            <w:r>
              <w:rPr>
                <w:szCs w:val="28"/>
              </w:rPr>
              <w:t>Г</w:t>
            </w:r>
            <w:r w:rsidRPr="00255D10">
              <w:rPr>
                <w:szCs w:val="28"/>
              </w:rPr>
              <w:t>АЗ</w:t>
            </w:r>
            <w:r w:rsidRPr="00D166C7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3221</w:t>
            </w:r>
          </w:p>
          <w:p w:rsidR="004E4BE5" w:rsidRPr="00255D10" w:rsidRDefault="004E4BE5" w:rsidP="00430B1D">
            <w:pPr>
              <w:rPr>
                <w:szCs w:val="28"/>
              </w:rPr>
            </w:pPr>
          </w:p>
        </w:tc>
        <w:tc>
          <w:tcPr>
            <w:tcW w:w="1418" w:type="dxa"/>
          </w:tcPr>
          <w:p w:rsidR="004E4BE5" w:rsidRDefault="00430B1D" w:rsidP="00430B1D">
            <w:pPr>
              <w:rPr>
                <w:szCs w:val="28"/>
              </w:rPr>
            </w:pPr>
            <w:r>
              <w:rPr>
                <w:szCs w:val="28"/>
              </w:rPr>
              <w:t>1)земельный участок</w:t>
            </w:r>
          </w:p>
          <w:p w:rsidR="00430B1D" w:rsidRDefault="00430B1D" w:rsidP="00430B1D">
            <w:pPr>
              <w:rPr>
                <w:szCs w:val="28"/>
              </w:rPr>
            </w:pPr>
            <w:r>
              <w:rPr>
                <w:szCs w:val="28"/>
              </w:rPr>
              <w:t>2)земельный участок</w:t>
            </w:r>
          </w:p>
          <w:p w:rsidR="00430B1D" w:rsidRPr="00255D10" w:rsidRDefault="00430B1D" w:rsidP="00430B1D">
            <w:pPr>
              <w:rPr>
                <w:szCs w:val="28"/>
              </w:rPr>
            </w:pPr>
            <w:r>
              <w:rPr>
                <w:szCs w:val="28"/>
              </w:rPr>
              <w:t>3)жилой дом</w:t>
            </w:r>
          </w:p>
        </w:tc>
        <w:tc>
          <w:tcPr>
            <w:tcW w:w="992" w:type="dxa"/>
          </w:tcPr>
          <w:p w:rsidR="004E4BE5" w:rsidRDefault="00430B1D" w:rsidP="00430B1D">
            <w:pPr>
              <w:rPr>
                <w:szCs w:val="28"/>
              </w:rPr>
            </w:pPr>
            <w:r>
              <w:rPr>
                <w:szCs w:val="28"/>
              </w:rPr>
              <w:t>1)1508</w:t>
            </w:r>
            <w:r w:rsidR="00D72414">
              <w:rPr>
                <w:szCs w:val="28"/>
              </w:rPr>
              <w:t>,0</w:t>
            </w:r>
          </w:p>
          <w:p w:rsidR="00430B1D" w:rsidRDefault="00430B1D" w:rsidP="00430B1D">
            <w:pPr>
              <w:rPr>
                <w:szCs w:val="28"/>
              </w:rPr>
            </w:pPr>
          </w:p>
          <w:p w:rsidR="00430B1D" w:rsidRDefault="00430B1D" w:rsidP="00430B1D">
            <w:pPr>
              <w:rPr>
                <w:szCs w:val="28"/>
              </w:rPr>
            </w:pPr>
            <w:r>
              <w:rPr>
                <w:szCs w:val="28"/>
              </w:rPr>
              <w:t>2)409</w:t>
            </w:r>
            <w:r w:rsidR="00D72414">
              <w:rPr>
                <w:szCs w:val="28"/>
              </w:rPr>
              <w:t>,0</w:t>
            </w:r>
          </w:p>
          <w:p w:rsidR="00430B1D" w:rsidRDefault="00430B1D" w:rsidP="00430B1D">
            <w:pPr>
              <w:rPr>
                <w:szCs w:val="28"/>
              </w:rPr>
            </w:pPr>
          </w:p>
          <w:p w:rsidR="00430B1D" w:rsidRPr="00255D10" w:rsidRDefault="00430B1D" w:rsidP="00430B1D">
            <w:pPr>
              <w:rPr>
                <w:szCs w:val="28"/>
              </w:rPr>
            </w:pPr>
            <w:r>
              <w:rPr>
                <w:szCs w:val="28"/>
              </w:rPr>
              <w:t>3)100,6</w:t>
            </w:r>
          </w:p>
        </w:tc>
        <w:tc>
          <w:tcPr>
            <w:tcW w:w="1134" w:type="dxa"/>
          </w:tcPr>
          <w:p w:rsidR="004E4BE5" w:rsidRDefault="00430B1D" w:rsidP="00430B1D">
            <w:pPr>
              <w:rPr>
                <w:szCs w:val="28"/>
              </w:rPr>
            </w:pPr>
            <w:r>
              <w:rPr>
                <w:szCs w:val="28"/>
              </w:rPr>
              <w:t>1)РФ</w:t>
            </w:r>
          </w:p>
          <w:p w:rsidR="00430B1D" w:rsidRDefault="00430B1D" w:rsidP="00430B1D">
            <w:pPr>
              <w:rPr>
                <w:szCs w:val="28"/>
              </w:rPr>
            </w:pPr>
          </w:p>
          <w:p w:rsidR="00430B1D" w:rsidRDefault="00430B1D" w:rsidP="00430B1D">
            <w:pPr>
              <w:rPr>
                <w:szCs w:val="28"/>
              </w:rPr>
            </w:pPr>
            <w:r>
              <w:rPr>
                <w:szCs w:val="28"/>
              </w:rPr>
              <w:t>2)РФ</w:t>
            </w:r>
          </w:p>
          <w:p w:rsidR="00430B1D" w:rsidRDefault="00430B1D" w:rsidP="00430B1D">
            <w:pPr>
              <w:rPr>
                <w:szCs w:val="28"/>
              </w:rPr>
            </w:pPr>
          </w:p>
          <w:p w:rsidR="00430B1D" w:rsidRPr="00255D10" w:rsidRDefault="00430B1D" w:rsidP="00430B1D">
            <w:pPr>
              <w:rPr>
                <w:szCs w:val="28"/>
              </w:rPr>
            </w:pPr>
            <w:r>
              <w:rPr>
                <w:szCs w:val="28"/>
              </w:rPr>
              <w:t>3)РФ</w:t>
            </w:r>
          </w:p>
        </w:tc>
        <w:tc>
          <w:tcPr>
            <w:tcW w:w="2410" w:type="dxa"/>
            <w:vAlign w:val="center"/>
          </w:tcPr>
          <w:p w:rsidR="004E4BE5" w:rsidRPr="00255D10" w:rsidRDefault="004E4BE5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107032" w:rsidTr="001120C7">
        <w:tc>
          <w:tcPr>
            <w:tcW w:w="1951" w:type="dxa"/>
          </w:tcPr>
          <w:p w:rsidR="00107032" w:rsidRPr="00255D10" w:rsidRDefault="00107032" w:rsidP="004E4BE5">
            <w:pPr>
              <w:rPr>
                <w:szCs w:val="28"/>
              </w:rPr>
            </w:pPr>
            <w:r w:rsidRPr="00255D10">
              <w:rPr>
                <w:szCs w:val="28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107032" w:rsidRPr="00255D10" w:rsidRDefault="00D72414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122647,95</w:t>
            </w:r>
          </w:p>
        </w:tc>
        <w:tc>
          <w:tcPr>
            <w:tcW w:w="1417" w:type="dxa"/>
          </w:tcPr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1)земельны</w:t>
            </w:r>
            <w:r>
              <w:rPr>
                <w:szCs w:val="28"/>
              </w:rPr>
              <w:lastRenderedPageBreak/>
              <w:t>й участок</w:t>
            </w:r>
          </w:p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2)земельный участок</w:t>
            </w:r>
          </w:p>
          <w:p w:rsidR="00107032" w:rsidRPr="00255D10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3)жилой дом</w:t>
            </w:r>
          </w:p>
        </w:tc>
        <w:tc>
          <w:tcPr>
            <w:tcW w:w="1134" w:type="dxa"/>
          </w:tcPr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1)1508</w:t>
            </w:r>
            <w:r w:rsidR="00D72414">
              <w:rPr>
                <w:szCs w:val="28"/>
              </w:rPr>
              <w:t>,0</w:t>
            </w:r>
          </w:p>
          <w:p w:rsidR="00107032" w:rsidRDefault="00107032" w:rsidP="00CF122C">
            <w:pPr>
              <w:rPr>
                <w:szCs w:val="28"/>
              </w:rPr>
            </w:pPr>
          </w:p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2)409</w:t>
            </w:r>
            <w:r w:rsidR="00D72414">
              <w:rPr>
                <w:szCs w:val="28"/>
              </w:rPr>
              <w:t>,0</w:t>
            </w:r>
          </w:p>
          <w:p w:rsidR="00107032" w:rsidRDefault="00107032" w:rsidP="00CF122C">
            <w:pPr>
              <w:rPr>
                <w:szCs w:val="28"/>
              </w:rPr>
            </w:pPr>
          </w:p>
          <w:p w:rsidR="00107032" w:rsidRPr="00255D10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3)100,6</w:t>
            </w:r>
          </w:p>
        </w:tc>
        <w:tc>
          <w:tcPr>
            <w:tcW w:w="1276" w:type="dxa"/>
          </w:tcPr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1)РФ</w:t>
            </w:r>
          </w:p>
          <w:p w:rsidR="00107032" w:rsidRDefault="00107032" w:rsidP="00CF122C">
            <w:pPr>
              <w:rPr>
                <w:szCs w:val="28"/>
              </w:rPr>
            </w:pPr>
          </w:p>
          <w:p w:rsidR="00107032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2)РФ</w:t>
            </w:r>
          </w:p>
          <w:p w:rsidR="00107032" w:rsidRDefault="00107032" w:rsidP="00CF122C">
            <w:pPr>
              <w:rPr>
                <w:szCs w:val="28"/>
              </w:rPr>
            </w:pPr>
          </w:p>
          <w:p w:rsidR="00107032" w:rsidRPr="00255D10" w:rsidRDefault="00107032" w:rsidP="00CF122C">
            <w:pPr>
              <w:rPr>
                <w:szCs w:val="28"/>
              </w:rPr>
            </w:pPr>
            <w:r>
              <w:rPr>
                <w:szCs w:val="28"/>
              </w:rPr>
              <w:t>3)РФ</w:t>
            </w:r>
          </w:p>
        </w:tc>
        <w:tc>
          <w:tcPr>
            <w:tcW w:w="1559" w:type="dxa"/>
          </w:tcPr>
          <w:p w:rsidR="00107032" w:rsidRDefault="001120C7" w:rsidP="001120C7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1)колесный </w:t>
            </w:r>
            <w:r>
              <w:rPr>
                <w:szCs w:val="28"/>
              </w:rPr>
              <w:lastRenderedPageBreak/>
              <w:t>трактор Т-40</w:t>
            </w:r>
            <w:proofErr w:type="gramStart"/>
            <w:r>
              <w:rPr>
                <w:szCs w:val="28"/>
              </w:rPr>
              <w:t xml:space="preserve"> А</w:t>
            </w:r>
            <w:proofErr w:type="gramEnd"/>
          </w:p>
          <w:p w:rsidR="001120C7" w:rsidRDefault="001120C7" w:rsidP="001120C7">
            <w:pPr>
              <w:rPr>
                <w:szCs w:val="28"/>
              </w:rPr>
            </w:pPr>
            <w:r>
              <w:rPr>
                <w:szCs w:val="28"/>
              </w:rPr>
              <w:t>2)</w:t>
            </w:r>
            <w:proofErr w:type="spellStart"/>
            <w:r>
              <w:rPr>
                <w:szCs w:val="28"/>
              </w:rPr>
              <w:t>колестый</w:t>
            </w:r>
            <w:proofErr w:type="spellEnd"/>
            <w:r>
              <w:rPr>
                <w:szCs w:val="28"/>
              </w:rPr>
              <w:t xml:space="preserve"> трактор МТЗ-80 Л</w:t>
            </w:r>
          </w:p>
          <w:p w:rsidR="00D72414" w:rsidRDefault="00D72414" w:rsidP="001120C7">
            <w:pPr>
              <w:rPr>
                <w:szCs w:val="28"/>
              </w:rPr>
            </w:pPr>
            <w:r>
              <w:rPr>
                <w:szCs w:val="28"/>
              </w:rPr>
              <w:t xml:space="preserve">3)прицеп тракторный </w:t>
            </w:r>
            <w:proofErr w:type="gramStart"/>
            <w:r>
              <w:rPr>
                <w:szCs w:val="28"/>
              </w:rPr>
              <w:t>ПСЕ</w:t>
            </w:r>
            <w:proofErr w:type="gramEnd"/>
            <w:r>
              <w:rPr>
                <w:szCs w:val="28"/>
              </w:rPr>
              <w:t xml:space="preserve"> 12,5</w:t>
            </w:r>
          </w:p>
          <w:p w:rsidR="00D72414" w:rsidRPr="00F73510" w:rsidRDefault="00D72414" w:rsidP="00421038">
            <w:pPr>
              <w:rPr>
                <w:szCs w:val="28"/>
              </w:rPr>
            </w:pPr>
            <w:r>
              <w:rPr>
                <w:szCs w:val="28"/>
              </w:rPr>
              <w:t>4)</w:t>
            </w:r>
            <w:r w:rsidR="00421038">
              <w:rPr>
                <w:szCs w:val="28"/>
              </w:rPr>
              <w:t xml:space="preserve"> прицеп тракторный </w:t>
            </w:r>
            <w:proofErr w:type="gramStart"/>
            <w:r w:rsidR="00421038">
              <w:rPr>
                <w:szCs w:val="28"/>
              </w:rPr>
              <w:t>ПСЕ</w:t>
            </w:r>
            <w:proofErr w:type="gramEnd"/>
            <w:r w:rsidR="00421038">
              <w:rPr>
                <w:szCs w:val="28"/>
              </w:rPr>
              <w:t xml:space="preserve"> 12,5</w:t>
            </w:r>
          </w:p>
        </w:tc>
        <w:tc>
          <w:tcPr>
            <w:tcW w:w="1418" w:type="dxa"/>
            <w:vAlign w:val="center"/>
          </w:tcPr>
          <w:p w:rsidR="00107032" w:rsidRPr="00255D10" w:rsidRDefault="00107032" w:rsidP="00BE64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107032" w:rsidRPr="00255D10" w:rsidRDefault="00107032" w:rsidP="00BE64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07032" w:rsidRPr="00255D10" w:rsidRDefault="00107032" w:rsidP="00BE64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107032" w:rsidRPr="00255D10" w:rsidRDefault="00107032" w:rsidP="00BE64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421038" w:rsidTr="00CF122C">
        <w:tc>
          <w:tcPr>
            <w:tcW w:w="1951" w:type="dxa"/>
          </w:tcPr>
          <w:p w:rsidR="00421038" w:rsidRPr="00255D10" w:rsidRDefault="00421038" w:rsidP="004E4BE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дочь</w:t>
            </w:r>
          </w:p>
        </w:tc>
        <w:tc>
          <w:tcPr>
            <w:tcW w:w="1276" w:type="dxa"/>
            <w:vAlign w:val="center"/>
          </w:tcPr>
          <w:p w:rsidR="00421038" w:rsidRDefault="00421038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421038" w:rsidRDefault="00421038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421038" w:rsidRDefault="00421038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421038" w:rsidRPr="00255D10" w:rsidRDefault="00421038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421038" w:rsidRDefault="00421038" w:rsidP="00BE7A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</w:tcPr>
          <w:p w:rsidR="00421038" w:rsidRDefault="00421038" w:rsidP="002C79E0">
            <w:pPr>
              <w:rPr>
                <w:szCs w:val="28"/>
              </w:rPr>
            </w:pPr>
            <w:r>
              <w:rPr>
                <w:szCs w:val="28"/>
              </w:rPr>
              <w:t>1)земельный участок</w:t>
            </w:r>
          </w:p>
          <w:p w:rsidR="00421038" w:rsidRDefault="00421038" w:rsidP="002C79E0">
            <w:pPr>
              <w:rPr>
                <w:szCs w:val="28"/>
              </w:rPr>
            </w:pPr>
            <w:r>
              <w:rPr>
                <w:szCs w:val="28"/>
              </w:rPr>
              <w:t>2)земельный участок</w:t>
            </w:r>
          </w:p>
          <w:p w:rsidR="00421038" w:rsidRPr="00255D10" w:rsidRDefault="00421038" w:rsidP="002C79E0">
            <w:pPr>
              <w:rPr>
                <w:szCs w:val="28"/>
              </w:rPr>
            </w:pPr>
            <w:r>
              <w:rPr>
                <w:szCs w:val="28"/>
              </w:rPr>
              <w:t>3)жилой дом</w:t>
            </w:r>
          </w:p>
        </w:tc>
        <w:tc>
          <w:tcPr>
            <w:tcW w:w="992" w:type="dxa"/>
          </w:tcPr>
          <w:p w:rsidR="00421038" w:rsidRDefault="00421038" w:rsidP="002C79E0">
            <w:pPr>
              <w:rPr>
                <w:szCs w:val="28"/>
              </w:rPr>
            </w:pPr>
            <w:r>
              <w:rPr>
                <w:szCs w:val="28"/>
              </w:rPr>
              <w:t>1)1508,0</w:t>
            </w:r>
          </w:p>
          <w:p w:rsidR="00421038" w:rsidRDefault="00421038" w:rsidP="002C79E0">
            <w:pPr>
              <w:rPr>
                <w:szCs w:val="28"/>
              </w:rPr>
            </w:pPr>
          </w:p>
          <w:p w:rsidR="00421038" w:rsidRDefault="00421038" w:rsidP="002C79E0">
            <w:pPr>
              <w:rPr>
                <w:szCs w:val="28"/>
              </w:rPr>
            </w:pPr>
            <w:r>
              <w:rPr>
                <w:szCs w:val="28"/>
              </w:rPr>
              <w:t>2)409,0</w:t>
            </w:r>
          </w:p>
          <w:p w:rsidR="00421038" w:rsidRDefault="00421038" w:rsidP="002C79E0">
            <w:pPr>
              <w:rPr>
                <w:szCs w:val="28"/>
              </w:rPr>
            </w:pPr>
          </w:p>
          <w:p w:rsidR="00421038" w:rsidRPr="00255D10" w:rsidRDefault="00421038" w:rsidP="002C79E0">
            <w:pPr>
              <w:rPr>
                <w:szCs w:val="28"/>
              </w:rPr>
            </w:pPr>
            <w:r>
              <w:rPr>
                <w:szCs w:val="28"/>
              </w:rPr>
              <w:t>3)100,6</w:t>
            </w:r>
          </w:p>
        </w:tc>
        <w:tc>
          <w:tcPr>
            <w:tcW w:w="1134" w:type="dxa"/>
          </w:tcPr>
          <w:p w:rsidR="00421038" w:rsidRDefault="00421038" w:rsidP="002C79E0">
            <w:pPr>
              <w:rPr>
                <w:szCs w:val="28"/>
              </w:rPr>
            </w:pPr>
            <w:r>
              <w:rPr>
                <w:szCs w:val="28"/>
              </w:rPr>
              <w:t>1)РФ</w:t>
            </w:r>
          </w:p>
          <w:p w:rsidR="00421038" w:rsidRDefault="00421038" w:rsidP="002C79E0">
            <w:pPr>
              <w:rPr>
                <w:szCs w:val="28"/>
              </w:rPr>
            </w:pPr>
          </w:p>
          <w:p w:rsidR="00421038" w:rsidRDefault="00421038" w:rsidP="002C79E0">
            <w:pPr>
              <w:rPr>
                <w:szCs w:val="28"/>
              </w:rPr>
            </w:pPr>
            <w:r>
              <w:rPr>
                <w:szCs w:val="28"/>
              </w:rPr>
              <w:t>2)РФ</w:t>
            </w:r>
          </w:p>
          <w:p w:rsidR="00421038" w:rsidRDefault="00421038" w:rsidP="002C79E0">
            <w:pPr>
              <w:rPr>
                <w:szCs w:val="28"/>
              </w:rPr>
            </w:pPr>
          </w:p>
          <w:p w:rsidR="00421038" w:rsidRPr="00255D10" w:rsidRDefault="00421038" w:rsidP="002C79E0">
            <w:pPr>
              <w:rPr>
                <w:szCs w:val="28"/>
              </w:rPr>
            </w:pPr>
            <w:r>
              <w:rPr>
                <w:szCs w:val="28"/>
              </w:rPr>
              <w:t>3)РФ</w:t>
            </w:r>
          </w:p>
        </w:tc>
        <w:tc>
          <w:tcPr>
            <w:tcW w:w="2410" w:type="dxa"/>
            <w:vAlign w:val="center"/>
          </w:tcPr>
          <w:p w:rsidR="00421038" w:rsidRDefault="00421038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421038" w:rsidTr="00CF122C">
        <w:tc>
          <w:tcPr>
            <w:tcW w:w="1951" w:type="dxa"/>
          </w:tcPr>
          <w:p w:rsidR="00421038" w:rsidRPr="00255D10" w:rsidRDefault="00421038" w:rsidP="004E4BE5">
            <w:pPr>
              <w:rPr>
                <w:szCs w:val="28"/>
              </w:rPr>
            </w:pPr>
            <w:r>
              <w:rPr>
                <w:szCs w:val="28"/>
              </w:rPr>
              <w:t>дочь</w:t>
            </w:r>
          </w:p>
        </w:tc>
        <w:tc>
          <w:tcPr>
            <w:tcW w:w="1276" w:type="dxa"/>
            <w:vAlign w:val="center"/>
          </w:tcPr>
          <w:p w:rsidR="00421038" w:rsidRDefault="00421038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421038" w:rsidRDefault="00421038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421038" w:rsidRDefault="00421038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421038" w:rsidRPr="00255D10" w:rsidRDefault="00421038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421038" w:rsidRDefault="00421038" w:rsidP="00BE7A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</w:tcPr>
          <w:p w:rsidR="00421038" w:rsidRDefault="00421038" w:rsidP="002C79E0">
            <w:pPr>
              <w:rPr>
                <w:szCs w:val="28"/>
              </w:rPr>
            </w:pPr>
            <w:r>
              <w:rPr>
                <w:szCs w:val="28"/>
              </w:rPr>
              <w:t>1)земельный участок</w:t>
            </w:r>
          </w:p>
          <w:p w:rsidR="00421038" w:rsidRDefault="00421038" w:rsidP="002C79E0">
            <w:pPr>
              <w:rPr>
                <w:szCs w:val="28"/>
              </w:rPr>
            </w:pPr>
            <w:r>
              <w:rPr>
                <w:szCs w:val="28"/>
              </w:rPr>
              <w:t>2)земельный участок</w:t>
            </w:r>
          </w:p>
          <w:p w:rsidR="00421038" w:rsidRPr="00255D10" w:rsidRDefault="00421038" w:rsidP="002C79E0">
            <w:pPr>
              <w:rPr>
                <w:szCs w:val="28"/>
              </w:rPr>
            </w:pPr>
            <w:r>
              <w:rPr>
                <w:szCs w:val="28"/>
              </w:rPr>
              <w:t>3)жилой дом</w:t>
            </w:r>
          </w:p>
        </w:tc>
        <w:tc>
          <w:tcPr>
            <w:tcW w:w="992" w:type="dxa"/>
          </w:tcPr>
          <w:p w:rsidR="00421038" w:rsidRDefault="00421038" w:rsidP="002C79E0">
            <w:pPr>
              <w:rPr>
                <w:szCs w:val="28"/>
              </w:rPr>
            </w:pPr>
            <w:r>
              <w:rPr>
                <w:szCs w:val="28"/>
              </w:rPr>
              <w:t>1)1508,0</w:t>
            </w:r>
          </w:p>
          <w:p w:rsidR="00421038" w:rsidRDefault="00421038" w:rsidP="002C79E0">
            <w:pPr>
              <w:rPr>
                <w:szCs w:val="28"/>
              </w:rPr>
            </w:pPr>
          </w:p>
          <w:p w:rsidR="00421038" w:rsidRDefault="00421038" w:rsidP="002C79E0">
            <w:pPr>
              <w:rPr>
                <w:szCs w:val="28"/>
              </w:rPr>
            </w:pPr>
            <w:r>
              <w:rPr>
                <w:szCs w:val="28"/>
              </w:rPr>
              <w:t>2)409,0</w:t>
            </w:r>
          </w:p>
          <w:p w:rsidR="00421038" w:rsidRDefault="00421038" w:rsidP="002C79E0">
            <w:pPr>
              <w:rPr>
                <w:szCs w:val="28"/>
              </w:rPr>
            </w:pPr>
          </w:p>
          <w:p w:rsidR="00421038" w:rsidRPr="00255D10" w:rsidRDefault="00421038" w:rsidP="002C79E0">
            <w:pPr>
              <w:rPr>
                <w:szCs w:val="28"/>
              </w:rPr>
            </w:pPr>
            <w:r>
              <w:rPr>
                <w:szCs w:val="28"/>
              </w:rPr>
              <w:t>3)100,6</w:t>
            </w:r>
          </w:p>
        </w:tc>
        <w:tc>
          <w:tcPr>
            <w:tcW w:w="1134" w:type="dxa"/>
          </w:tcPr>
          <w:p w:rsidR="00421038" w:rsidRDefault="00421038" w:rsidP="002C79E0">
            <w:pPr>
              <w:rPr>
                <w:szCs w:val="28"/>
              </w:rPr>
            </w:pPr>
            <w:r>
              <w:rPr>
                <w:szCs w:val="28"/>
              </w:rPr>
              <w:t>1)РФ</w:t>
            </w:r>
          </w:p>
          <w:p w:rsidR="00421038" w:rsidRDefault="00421038" w:rsidP="002C79E0">
            <w:pPr>
              <w:rPr>
                <w:szCs w:val="28"/>
              </w:rPr>
            </w:pPr>
          </w:p>
          <w:p w:rsidR="00421038" w:rsidRDefault="00421038" w:rsidP="002C79E0">
            <w:pPr>
              <w:rPr>
                <w:szCs w:val="28"/>
              </w:rPr>
            </w:pPr>
            <w:r>
              <w:rPr>
                <w:szCs w:val="28"/>
              </w:rPr>
              <w:t>2)РФ</w:t>
            </w:r>
          </w:p>
          <w:p w:rsidR="00421038" w:rsidRDefault="00421038" w:rsidP="002C79E0">
            <w:pPr>
              <w:rPr>
                <w:szCs w:val="28"/>
              </w:rPr>
            </w:pPr>
          </w:p>
          <w:p w:rsidR="00421038" w:rsidRPr="00255D10" w:rsidRDefault="00421038" w:rsidP="002C79E0">
            <w:pPr>
              <w:rPr>
                <w:szCs w:val="28"/>
              </w:rPr>
            </w:pPr>
            <w:r>
              <w:rPr>
                <w:szCs w:val="28"/>
              </w:rPr>
              <w:t>3)РФ</w:t>
            </w:r>
          </w:p>
        </w:tc>
        <w:tc>
          <w:tcPr>
            <w:tcW w:w="2410" w:type="dxa"/>
            <w:vAlign w:val="center"/>
          </w:tcPr>
          <w:p w:rsidR="00421038" w:rsidRDefault="00421038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9C34A3" w:rsidTr="009C34A3">
        <w:tc>
          <w:tcPr>
            <w:tcW w:w="1951" w:type="dxa"/>
          </w:tcPr>
          <w:p w:rsidR="009C34A3" w:rsidRPr="00255D10" w:rsidRDefault="009C34A3" w:rsidP="009C34A3">
            <w:pPr>
              <w:rPr>
                <w:szCs w:val="28"/>
              </w:rPr>
            </w:pPr>
            <w:r>
              <w:rPr>
                <w:szCs w:val="28"/>
              </w:rPr>
              <w:t>Золотухина Анна Валерьевна</w:t>
            </w:r>
          </w:p>
        </w:tc>
        <w:tc>
          <w:tcPr>
            <w:tcW w:w="1276" w:type="dxa"/>
            <w:vAlign w:val="center"/>
          </w:tcPr>
          <w:p w:rsidR="009C34A3" w:rsidRPr="00255D10" w:rsidRDefault="00611C8C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381101,37</w:t>
            </w:r>
          </w:p>
        </w:tc>
        <w:tc>
          <w:tcPr>
            <w:tcW w:w="1417" w:type="dxa"/>
            <w:vAlign w:val="center"/>
          </w:tcPr>
          <w:p w:rsidR="003D0ABD" w:rsidRDefault="0085213D" w:rsidP="00CF122C">
            <w:pPr>
              <w:rPr>
                <w:szCs w:val="28"/>
              </w:rPr>
            </w:pPr>
            <w:r>
              <w:rPr>
                <w:szCs w:val="28"/>
              </w:rPr>
              <w:t xml:space="preserve"> 1-комнатная </w:t>
            </w:r>
            <w:r w:rsidR="003D0ABD">
              <w:rPr>
                <w:szCs w:val="28"/>
              </w:rPr>
              <w:t>квартира</w:t>
            </w:r>
          </w:p>
          <w:p w:rsidR="009C34A3" w:rsidRPr="00255D10" w:rsidRDefault="003D0ABD" w:rsidP="00CF122C">
            <w:pPr>
              <w:rPr>
                <w:szCs w:val="28"/>
              </w:rPr>
            </w:pPr>
            <w:r>
              <w:rPr>
                <w:szCs w:val="28"/>
              </w:rPr>
              <w:t>(1/3 доли)</w:t>
            </w:r>
          </w:p>
        </w:tc>
        <w:tc>
          <w:tcPr>
            <w:tcW w:w="1134" w:type="dxa"/>
            <w:vAlign w:val="center"/>
          </w:tcPr>
          <w:p w:rsidR="009C34A3" w:rsidRPr="00255D10" w:rsidRDefault="003D0ABD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34,5</w:t>
            </w:r>
          </w:p>
        </w:tc>
        <w:tc>
          <w:tcPr>
            <w:tcW w:w="1276" w:type="dxa"/>
            <w:vAlign w:val="center"/>
          </w:tcPr>
          <w:p w:rsidR="009C34A3" w:rsidRPr="00255D10" w:rsidRDefault="003D0ABD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559" w:type="dxa"/>
            <w:vAlign w:val="center"/>
          </w:tcPr>
          <w:p w:rsidR="009C34A3" w:rsidRPr="00255D10" w:rsidRDefault="009C34A3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9C34A3" w:rsidRPr="00255D10" w:rsidRDefault="009C34A3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9C34A3" w:rsidRDefault="003D0ABD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9C34A3" w:rsidRDefault="003D0ABD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9C34A3" w:rsidRDefault="003D0ABD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9C34A3" w:rsidTr="003D0ABD">
        <w:tc>
          <w:tcPr>
            <w:tcW w:w="1951" w:type="dxa"/>
          </w:tcPr>
          <w:p w:rsidR="009C34A3" w:rsidRPr="00255D10" w:rsidRDefault="009C34A3" w:rsidP="009C34A3">
            <w:pPr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276" w:type="dxa"/>
            <w:vAlign w:val="center"/>
          </w:tcPr>
          <w:p w:rsidR="009C34A3" w:rsidRPr="00255D10" w:rsidRDefault="00611C8C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106965,52</w:t>
            </w:r>
          </w:p>
        </w:tc>
        <w:tc>
          <w:tcPr>
            <w:tcW w:w="1417" w:type="dxa"/>
          </w:tcPr>
          <w:p w:rsidR="009C34A3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t>1)</w:t>
            </w:r>
            <w:r w:rsidR="00804FB1">
              <w:rPr>
                <w:szCs w:val="28"/>
              </w:rPr>
              <w:t xml:space="preserve">3-х комнатная </w:t>
            </w:r>
            <w:r w:rsidR="009C34A3">
              <w:rPr>
                <w:szCs w:val="28"/>
              </w:rPr>
              <w:t>квартира (</w:t>
            </w:r>
            <w:r w:rsidR="00D861D1">
              <w:rPr>
                <w:szCs w:val="28"/>
              </w:rPr>
              <w:t>3</w:t>
            </w:r>
            <w:r w:rsidR="009C34A3">
              <w:rPr>
                <w:szCs w:val="28"/>
              </w:rPr>
              <w:t>/4 доли)</w:t>
            </w:r>
          </w:p>
          <w:p w:rsidR="003D0ABD" w:rsidRPr="00255D10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t>2)</w:t>
            </w:r>
            <w:r w:rsidR="0085213D">
              <w:rPr>
                <w:szCs w:val="28"/>
              </w:rPr>
              <w:t xml:space="preserve"> 1-комнатная </w:t>
            </w:r>
            <w:r>
              <w:rPr>
                <w:szCs w:val="28"/>
              </w:rPr>
              <w:lastRenderedPageBreak/>
              <w:t>квартира(1/3 доли)</w:t>
            </w:r>
          </w:p>
        </w:tc>
        <w:tc>
          <w:tcPr>
            <w:tcW w:w="1134" w:type="dxa"/>
          </w:tcPr>
          <w:p w:rsidR="009C34A3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1)59,2</w:t>
            </w:r>
          </w:p>
          <w:p w:rsidR="003D0ABD" w:rsidRDefault="003D0ABD" w:rsidP="003D0ABD">
            <w:pPr>
              <w:rPr>
                <w:szCs w:val="28"/>
              </w:rPr>
            </w:pPr>
          </w:p>
          <w:p w:rsidR="00804FB1" w:rsidRDefault="00804FB1" w:rsidP="003D0ABD">
            <w:pPr>
              <w:rPr>
                <w:szCs w:val="28"/>
              </w:rPr>
            </w:pPr>
          </w:p>
          <w:p w:rsidR="00804FB1" w:rsidRDefault="00804FB1" w:rsidP="003D0ABD">
            <w:pPr>
              <w:rPr>
                <w:szCs w:val="28"/>
              </w:rPr>
            </w:pPr>
          </w:p>
          <w:p w:rsidR="003D0ABD" w:rsidRPr="00255D10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t>2)34,5</w:t>
            </w:r>
          </w:p>
        </w:tc>
        <w:tc>
          <w:tcPr>
            <w:tcW w:w="1276" w:type="dxa"/>
          </w:tcPr>
          <w:p w:rsidR="009C34A3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t>1)</w:t>
            </w:r>
            <w:r w:rsidR="009C34A3">
              <w:rPr>
                <w:szCs w:val="28"/>
              </w:rPr>
              <w:t>РФ</w:t>
            </w:r>
          </w:p>
          <w:p w:rsidR="003D0ABD" w:rsidRDefault="003D0ABD" w:rsidP="003D0ABD">
            <w:pPr>
              <w:rPr>
                <w:szCs w:val="28"/>
              </w:rPr>
            </w:pPr>
          </w:p>
          <w:p w:rsidR="00804FB1" w:rsidRDefault="00804FB1" w:rsidP="003D0ABD">
            <w:pPr>
              <w:rPr>
                <w:szCs w:val="28"/>
              </w:rPr>
            </w:pPr>
          </w:p>
          <w:p w:rsidR="00804FB1" w:rsidRDefault="00804FB1" w:rsidP="003D0ABD">
            <w:pPr>
              <w:rPr>
                <w:szCs w:val="28"/>
              </w:rPr>
            </w:pPr>
          </w:p>
          <w:p w:rsidR="003D0ABD" w:rsidRPr="00255D10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t>2)РФ</w:t>
            </w:r>
          </w:p>
        </w:tc>
        <w:tc>
          <w:tcPr>
            <w:tcW w:w="1559" w:type="dxa"/>
            <w:vAlign w:val="center"/>
          </w:tcPr>
          <w:p w:rsidR="009C34A3" w:rsidRPr="006C3475" w:rsidRDefault="009C34A3" w:rsidP="00CF122C">
            <w:pPr>
              <w:rPr>
                <w:szCs w:val="28"/>
              </w:rPr>
            </w:pPr>
            <w:proofErr w:type="spellStart"/>
            <w:r w:rsidRPr="00255D10">
              <w:rPr>
                <w:szCs w:val="28"/>
                <w:lang w:val="en-US"/>
              </w:rPr>
              <w:t>T</w:t>
            </w:r>
            <w:r w:rsidR="006A3821">
              <w:rPr>
                <w:szCs w:val="28"/>
                <w:lang w:val="en-US"/>
              </w:rPr>
              <w:t>oiota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Chaser</w:t>
            </w:r>
            <w:r w:rsidR="006C3475">
              <w:rPr>
                <w:szCs w:val="28"/>
              </w:rPr>
              <w:t xml:space="preserve"> (1/2 доли)</w:t>
            </w:r>
          </w:p>
          <w:p w:rsidR="009C34A3" w:rsidRPr="004F302A" w:rsidRDefault="009C34A3" w:rsidP="00CF122C">
            <w:pPr>
              <w:rPr>
                <w:szCs w:val="28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9C34A3" w:rsidRPr="004F302A" w:rsidRDefault="009C34A3" w:rsidP="00CF122C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C34A3" w:rsidRDefault="003D0ABD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9C34A3" w:rsidRDefault="003D0ABD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9C34A3" w:rsidRDefault="003D0ABD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3D0ABD" w:rsidTr="003D0ABD">
        <w:tc>
          <w:tcPr>
            <w:tcW w:w="1951" w:type="dxa"/>
          </w:tcPr>
          <w:p w:rsidR="003D0ABD" w:rsidRPr="00255D10" w:rsidRDefault="003D0ABD" w:rsidP="009C34A3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сын</w:t>
            </w:r>
          </w:p>
        </w:tc>
        <w:tc>
          <w:tcPr>
            <w:tcW w:w="1276" w:type="dxa"/>
            <w:vAlign w:val="center"/>
          </w:tcPr>
          <w:p w:rsidR="003D0ABD" w:rsidRPr="00255D10" w:rsidRDefault="00D861D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105797,40</w:t>
            </w:r>
          </w:p>
        </w:tc>
        <w:tc>
          <w:tcPr>
            <w:tcW w:w="1417" w:type="dxa"/>
          </w:tcPr>
          <w:p w:rsidR="003D0ABD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t>1)</w:t>
            </w:r>
            <w:r w:rsidR="00804FB1">
              <w:rPr>
                <w:szCs w:val="28"/>
              </w:rPr>
              <w:t xml:space="preserve"> 3-х комнатная квартира</w:t>
            </w:r>
            <w:r w:rsidR="006C3475">
              <w:rPr>
                <w:szCs w:val="28"/>
              </w:rPr>
              <w:t xml:space="preserve"> (</w:t>
            </w:r>
            <w:r w:rsidR="00D861D1">
              <w:rPr>
                <w:szCs w:val="28"/>
              </w:rPr>
              <w:t>1</w:t>
            </w:r>
            <w:r w:rsidR="006C3475">
              <w:rPr>
                <w:szCs w:val="28"/>
              </w:rPr>
              <w:t>/4 доли)</w:t>
            </w:r>
          </w:p>
          <w:p w:rsidR="003D0ABD" w:rsidRPr="00255D10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t>2)</w:t>
            </w:r>
            <w:r w:rsidR="00804FB1">
              <w:rPr>
                <w:szCs w:val="28"/>
              </w:rPr>
              <w:t xml:space="preserve"> 1-комнатная квартира(1/3 доли)</w:t>
            </w:r>
          </w:p>
        </w:tc>
        <w:tc>
          <w:tcPr>
            <w:tcW w:w="1134" w:type="dxa"/>
          </w:tcPr>
          <w:p w:rsidR="003D0ABD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t>1)59,2</w:t>
            </w:r>
          </w:p>
          <w:p w:rsidR="003D0ABD" w:rsidRDefault="003D0ABD" w:rsidP="003D0ABD">
            <w:pPr>
              <w:rPr>
                <w:szCs w:val="28"/>
              </w:rPr>
            </w:pPr>
          </w:p>
          <w:p w:rsidR="00804FB1" w:rsidRDefault="00804FB1" w:rsidP="003D0ABD">
            <w:pPr>
              <w:rPr>
                <w:szCs w:val="28"/>
              </w:rPr>
            </w:pPr>
          </w:p>
          <w:p w:rsidR="006C3475" w:rsidRDefault="006C3475" w:rsidP="003D0ABD">
            <w:pPr>
              <w:rPr>
                <w:szCs w:val="28"/>
              </w:rPr>
            </w:pPr>
          </w:p>
          <w:p w:rsidR="003D0ABD" w:rsidRPr="00255D10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t>2)34,5</w:t>
            </w:r>
          </w:p>
        </w:tc>
        <w:tc>
          <w:tcPr>
            <w:tcW w:w="1276" w:type="dxa"/>
          </w:tcPr>
          <w:p w:rsidR="003D0ABD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t>1)РФ</w:t>
            </w:r>
          </w:p>
          <w:p w:rsidR="003D0ABD" w:rsidRDefault="003D0ABD" w:rsidP="003D0ABD">
            <w:pPr>
              <w:rPr>
                <w:szCs w:val="28"/>
              </w:rPr>
            </w:pPr>
          </w:p>
          <w:p w:rsidR="00804FB1" w:rsidRDefault="00804FB1" w:rsidP="003D0ABD">
            <w:pPr>
              <w:rPr>
                <w:szCs w:val="28"/>
              </w:rPr>
            </w:pPr>
          </w:p>
          <w:p w:rsidR="006C3475" w:rsidRDefault="006C3475" w:rsidP="003D0ABD">
            <w:pPr>
              <w:rPr>
                <w:szCs w:val="28"/>
              </w:rPr>
            </w:pPr>
          </w:p>
          <w:p w:rsidR="003D0ABD" w:rsidRPr="00255D10" w:rsidRDefault="003D0ABD" w:rsidP="003D0ABD">
            <w:pPr>
              <w:rPr>
                <w:szCs w:val="28"/>
              </w:rPr>
            </w:pPr>
            <w:r>
              <w:rPr>
                <w:szCs w:val="28"/>
              </w:rPr>
              <w:t>2)РФ</w:t>
            </w:r>
          </w:p>
        </w:tc>
        <w:tc>
          <w:tcPr>
            <w:tcW w:w="1559" w:type="dxa"/>
            <w:vAlign w:val="center"/>
          </w:tcPr>
          <w:p w:rsidR="006C3475" w:rsidRPr="006C3475" w:rsidRDefault="006A3821" w:rsidP="006C3475">
            <w:pPr>
              <w:rPr>
                <w:szCs w:val="28"/>
              </w:rPr>
            </w:pPr>
            <w:proofErr w:type="spellStart"/>
            <w:r w:rsidRPr="00255D10">
              <w:rPr>
                <w:szCs w:val="28"/>
                <w:lang w:val="en-US"/>
              </w:rPr>
              <w:t>T</w:t>
            </w:r>
            <w:r>
              <w:rPr>
                <w:szCs w:val="28"/>
                <w:lang w:val="en-US"/>
              </w:rPr>
              <w:t>oiota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Chaser</w:t>
            </w:r>
            <w:r w:rsidR="006C3475">
              <w:rPr>
                <w:szCs w:val="28"/>
              </w:rPr>
              <w:t>(1/2 доли)</w:t>
            </w:r>
          </w:p>
          <w:p w:rsidR="003D0ABD" w:rsidRDefault="003D0ABD" w:rsidP="00CF122C">
            <w:pPr>
              <w:rPr>
                <w:szCs w:val="28"/>
                <w:lang w:val="en-US"/>
              </w:rPr>
            </w:pPr>
          </w:p>
          <w:p w:rsidR="003D0ABD" w:rsidRPr="0085213D" w:rsidRDefault="003D0ABD" w:rsidP="0085213D">
            <w:pPr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0ABD" w:rsidRPr="00255D10" w:rsidRDefault="003D0ABD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3D0ABD" w:rsidRDefault="003D0ABD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3D0ABD" w:rsidRDefault="003D0ABD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3D0ABD" w:rsidRDefault="003D0ABD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9F51C1" w:rsidTr="00B66302">
        <w:tc>
          <w:tcPr>
            <w:tcW w:w="1951" w:type="dxa"/>
          </w:tcPr>
          <w:p w:rsidR="009F51C1" w:rsidRPr="00255D10" w:rsidRDefault="009F51C1" w:rsidP="009F51C1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Демидюк</w:t>
            </w:r>
            <w:proofErr w:type="spellEnd"/>
            <w:r>
              <w:rPr>
                <w:szCs w:val="28"/>
              </w:rPr>
              <w:t xml:space="preserve"> Наталья Васильевна</w:t>
            </w:r>
          </w:p>
        </w:tc>
        <w:tc>
          <w:tcPr>
            <w:tcW w:w="1276" w:type="dxa"/>
            <w:vAlign w:val="center"/>
          </w:tcPr>
          <w:p w:rsidR="009F51C1" w:rsidRPr="00255D10" w:rsidRDefault="00DA3F27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385622,46</w:t>
            </w:r>
          </w:p>
        </w:tc>
        <w:tc>
          <w:tcPr>
            <w:tcW w:w="1417" w:type="dxa"/>
          </w:tcPr>
          <w:p w:rsidR="009F51C1" w:rsidRPr="00255D10" w:rsidRDefault="00B66302" w:rsidP="00B66302">
            <w:pPr>
              <w:rPr>
                <w:szCs w:val="28"/>
              </w:rPr>
            </w:pPr>
            <w:r>
              <w:rPr>
                <w:szCs w:val="28"/>
              </w:rPr>
              <w:t xml:space="preserve"> 3-х комнатная </w:t>
            </w:r>
            <w:r w:rsidR="009F51C1">
              <w:rPr>
                <w:szCs w:val="28"/>
              </w:rPr>
              <w:t>квартира</w:t>
            </w:r>
            <w:r>
              <w:rPr>
                <w:szCs w:val="28"/>
              </w:rPr>
              <w:t xml:space="preserve"> (1/2 доли)</w:t>
            </w:r>
          </w:p>
        </w:tc>
        <w:tc>
          <w:tcPr>
            <w:tcW w:w="1134" w:type="dxa"/>
          </w:tcPr>
          <w:p w:rsidR="009F51C1" w:rsidRPr="00255D10" w:rsidRDefault="009F51C1" w:rsidP="00B66302">
            <w:pPr>
              <w:rPr>
                <w:szCs w:val="28"/>
              </w:rPr>
            </w:pPr>
            <w:r>
              <w:rPr>
                <w:szCs w:val="28"/>
              </w:rPr>
              <w:t>104,6</w:t>
            </w:r>
          </w:p>
        </w:tc>
        <w:tc>
          <w:tcPr>
            <w:tcW w:w="1276" w:type="dxa"/>
          </w:tcPr>
          <w:p w:rsidR="009F51C1" w:rsidRPr="00255D10" w:rsidRDefault="009F51C1" w:rsidP="00B66302">
            <w:pPr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559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9F51C1" w:rsidRDefault="00B52408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9F51C1" w:rsidTr="00B66302">
        <w:tc>
          <w:tcPr>
            <w:tcW w:w="1951" w:type="dxa"/>
          </w:tcPr>
          <w:p w:rsidR="009F51C1" w:rsidRPr="000E2970" w:rsidRDefault="009F51C1" w:rsidP="009F51C1">
            <w:pPr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9F51C1" w:rsidRPr="00255D10" w:rsidRDefault="00DA3F27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1342349,66</w:t>
            </w:r>
          </w:p>
        </w:tc>
        <w:tc>
          <w:tcPr>
            <w:tcW w:w="1417" w:type="dxa"/>
            <w:vAlign w:val="center"/>
          </w:tcPr>
          <w:p w:rsidR="009F51C1" w:rsidRPr="00255D10" w:rsidRDefault="00B66302" w:rsidP="00CF122C">
            <w:pPr>
              <w:rPr>
                <w:szCs w:val="28"/>
              </w:rPr>
            </w:pPr>
            <w:r>
              <w:rPr>
                <w:szCs w:val="28"/>
              </w:rPr>
              <w:t xml:space="preserve"> 3-х комнатная квартира (1/2 доли)</w:t>
            </w:r>
          </w:p>
        </w:tc>
        <w:tc>
          <w:tcPr>
            <w:tcW w:w="1134" w:type="dxa"/>
          </w:tcPr>
          <w:p w:rsidR="009F51C1" w:rsidRPr="00255D10" w:rsidRDefault="009F51C1" w:rsidP="00B66302">
            <w:pPr>
              <w:rPr>
                <w:szCs w:val="28"/>
              </w:rPr>
            </w:pPr>
            <w:r>
              <w:rPr>
                <w:szCs w:val="28"/>
              </w:rPr>
              <w:t>104,6</w:t>
            </w:r>
          </w:p>
        </w:tc>
        <w:tc>
          <w:tcPr>
            <w:tcW w:w="1276" w:type="dxa"/>
          </w:tcPr>
          <w:p w:rsidR="009F51C1" w:rsidRPr="00255D10" w:rsidRDefault="009F51C1" w:rsidP="00B66302">
            <w:pPr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559" w:type="dxa"/>
            <w:vAlign w:val="center"/>
          </w:tcPr>
          <w:p w:rsidR="009F51C1" w:rsidRPr="004F302A" w:rsidRDefault="006A3821" w:rsidP="00054BE9">
            <w:pPr>
              <w:jc w:val="center"/>
              <w:rPr>
                <w:szCs w:val="28"/>
              </w:rPr>
            </w:pPr>
            <w:r w:rsidRPr="00255D10">
              <w:rPr>
                <w:szCs w:val="28"/>
                <w:lang w:val="en-US"/>
              </w:rPr>
              <w:t>T</w:t>
            </w:r>
            <w:r>
              <w:rPr>
                <w:szCs w:val="28"/>
                <w:lang w:val="en-US"/>
              </w:rPr>
              <w:t>o</w:t>
            </w:r>
            <w:r w:rsidR="00054BE9">
              <w:rPr>
                <w:szCs w:val="28"/>
              </w:rPr>
              <w:t>у</w:t>
            </w:r>
            <w:proofErr w:type="spellStart"/>
            <w:r>
              <w:rPr>
                <w:szCs w:val="28"/>
                <w:lang w:val="en-US"/>
              </w:rPr>
              <w:t>ota</w:t>
            </w:r>
            <w:proofErr w:type="spellEnd"/>
            <w:r w:rsidR="009F51C1">
              <w:rPr>
                <w:szCs w:val="28"/>
              </w:rPr>
              <w:t xml:space="preserve"> </w:t>
            </w:r>
            <w:proofErr w:type="spellStart"/>
            <w:r w:rsidR="009F51C1">
              <w:rPr>
                <w:szCs w:val="28"/>
                <w:lang w:val="en-US"/>
              </w:rPr>
              <w:t>Vitz</w:t>
            </w:r>
            <w:proofErr w:type="spellEnd"/>
          </w:p>
        </w:tc>
        <w:tc>
          <w:tcPr>
            <w:tcW w:w="1418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9F51C1" w:rsidRPr="00255D10" w:rsidRDefault="009F51C1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9F51C1" w:rsidRDefault="00B52408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F12B70" w:rsidTr="001720D8">
        <w:tc>
          <w:tcPr>
            <w:tcW w:w="1951" w:type="dxa"/>
          </w:tcPr>
          <w:p w:rsidR="00F12B70" w:rsidRPr="000E2970" w:rsidRDefault="00F12B70" w:rsidP="009F51C1">
            <w:pPr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276" w:type="dxa"/>
            <w:vAlign w:val="center"/>
          </w:tcPr>
          <w:p w:rsidR="00F12B70" w:rsidRPr="00255D10" w:rsidRDefault="00DA3F27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</w:tcPr>
          <w:p w:rsidR="00F12B70" w:rsidRDefault="00F12B70">
            <w:r w:rsidRPr="00FA0455">
              <w:rPr>
                <w:szCs w:val="28"/>
              </w:rPr>
              <w:t xml:space="preserve">3-х комнатная квартира </w:t>
            </w:r>
          </w:p>
        </w:tc>
        <w:tc>
          <w:tcPr>
            <w:tcW w:w="992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104,6</w:t>
            </w:r>
          </w:p>
        </w:tc>
        <w:tc>
          <w:tcPr>
            <w:tcW w:w="1134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F12B70" w:rsidRDefault="00F12B70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F12B70" w:rsidTr="001720D8">
        <w:tc>
          <w:tcPr>
            <w:tcW w:w="1951" w:type="dxa"/>
          </w:tcPr>
          <w:p w:rsidR="00F12B70" w:rsidRPr="00481564" w:rsidRDefault="00F12B70" w:rsidP="009F51C1">
            <w:pPr>
              <w:rPr>
                <w:szCs w:val="28"/>
                <w:highlight w:val="lightGray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276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F12B70" w:rsidRPr="004F302A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</w:tcPr>
          <w:p w:rsidR="00F12B70" w:rsidRDefault="00F12B70">
            <w:r w:rsidRPr="00FA0455">
              <w:rPr>
                <w:szCs w:val="28"/>
              </w:rPr>
              <w:t xml:space="preserve">3-х комнатная квартира </w:t>
            </w:r>
          </w:p>
        </w:tc>
        <w:tc>
          <w:tcPr>
            <w:tcW w:w="992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104,6</w:t>
            </w:r>
          </w:p>
        </w:tc>
        <w:tc>
          <w:tcPr>
            <w:tcW w:w="1134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F12B70" w:rsidRDefault="00F12B70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F12B70" w:rsidTr="001720D8">
        <w:tc>
          <w:tcPr>
            <w:tcW w:w="1951" w:type="dxa"/>
          </w:tcPr>
          <w:p w:rsidR="00F12B70" w:rsidRPr="00481564" w:rsidRDefault="00F12B70" w:rsidP="001720D8">
            <w:pPr>
              <w:rPr>
                <w:szCs w:val="28"/>
                <w:highlight w:val="lightGray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276" w:type="dxa"/>
            <w:vAlign w:val="center"/>
          </w:tcPr>
          <w:p w:rsidR="00F12B70" w:rsidRPr="00255D10" w:rsidRDefault="00F12B70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F12B70" w:rsidRPr="00255D10" w:rsidRDefault="00F12B70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12B70" w:rsidRPr="00255D10" w:rsidRDefault="00F12B70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F12B70" w:rsidRPr="00255D10" w:rsidRDefault="00F12B70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F12B70" w:rsidRPr="004F302A" w:rsidRDefault="00F12B70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</w:tcPr>
          <w:p w:rsidR="00F12B70" w:rsidRDefault="00F12B70" w:rsidP="001720D8">
            <w:r w:rsidRPr="00FA0455">
              <w:rPr>
                <w:szCs w:val="28"/>
              </w:rPr>
              <w:t xml:space="preserve">3-х комнатная квартира </w:t>
            </w:r>
          </w:p>
        </w:tc>
        <w:tc>
          <w:tcPr>
            <w:tcW w:w="992" w:type="dxa"/>
            <w:vAlign w:val="center"/>
          </w:tcPr>
          <w:p w:rsidR="00F12B70" w:rsidRPr="00255D10" w:rsidRDefault="00F12B70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104,6</w:t>
            </w:r>
          </w:p>
        </w:tc>
        <w:tc>
          <w:tcPr>
            <w:tcW w:w="1134" w:type="dxa"/>
            <w:vAlign w:val="center"/>
          </w:tcPr>
          <w:p w:rsidR="00F12B70" w:rsidRPr="00255D10" w:rsidRDefault="00F12B70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F12B70" w:rsidRDefault="00F12B70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F12B70" w:rsidTr="00F66FE9">
        <w:tc>
          <w:tcPr>
            <w:tcW w:w="1951" w:type="dxa"/>
          </w:tcPr>
          <w:p w:rsidR="00F12B70" w:rsidRPr="00255D10" w:rsidRDefault="00F12B70" w:rsidP="00F66FE9">
            <w:pPr>
              <w:rPr>
                <w:szCs w:val="28"/>
              </w:rPr>
            </w:pPr>
            <w:r>
              <w:rPr>
                <w:szCs w:val="28"/>
              </w:rPr>
              <w:t>Мельниченко Вера Леонидовна</w:t>
            </w:r>
          </w:p>
        </w:tc>
        <w:tc>
          <w:tcPr>
            <w:tcW w:w="1276" w:type="dxa"/>
            <w:vAlign w:val="center"/>
          </w:tcPr>
          <w:p w:rsidR="00F12B70" w:rsidRPr="00255D10" w:rsidRDefault="00DA3F27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83401,56</w:t>
            </w:r>
          </w:p>
        </w:tc>
        <w:tc>
          <w:tcPr>
            <w:tcW w:w="1417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F12B70" w:rsidRPr="00255D10" w:rsidRDefault="00F12B70" w:rsidP="00352B99">
            <w:pPr>
              <w:rPr>
                <w:szCs w:val="28"/>
              </w:rPr>
            </w:pPr>
            <w:r w:rsidRPr="00FA0455">
              <w:rPr>
                <w:szCs w:val="28"/>
              </w:rPr>
              <w:t>3-х комнатная квартира</w:t>
            </w:r>
          </w:p>
        </w:tc>
        <w:tc>
          <w:tcPr>
            <w:tcW w:w="992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63,9</w:t>
            </w:r>
          </w:p>
        </w:tc>
        <w:tc>
          <w:tcPr>
            <w:tcW w:w="1134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F12B70" w:rsidRDefault="00F12B70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F12B70" w:rsidTr="009C0FB5">
        <w:tc>
          <w:tcPr>
            <w:tcW w:w="1951" w:type="dxa"/>
          </w:tcPr>
          <w:p w:rsidR="00F12B70" w:rsidRPr="00255D10" w:rsidRDefault="00F12B70" w:rsidP="00F66FE9">
            <w:pPr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F12B70" w:rsidRPr="00255D10" w:rsidRDefault="00E253D3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757822,00</w:t>
            </w:r>
          </w:p>
        </w:tc>
        <w:tc>
          <w:tcPr>
            <w:tcW w:w="1417" w:type="dxa"/>
          </w:tcPr>
          <w:p w:rsidR="00F12B70" w:rsidRDefault="00F12B70" w:rsidP="00CF122C">
            <w:pPr>
              <w:rPr>
                <w:szCs w:val="28"/>
              </w:rPr>
            </w:pPr>
            <w:r>
              <w:rPr>
                <w:szCs w:val="28"/>
              </w:rPr>
              <w:t>1)земельный участок</w:t>
            </w:r>
          </w:p>
          <w:p w:rsidR="00F12B70" w:rsidRPr="00255D10" w:rsidRDefault="00F12B70" w:rsidP="00CF122C">
            <w:pPr>
              <w:rPr>
                <w:szCs w:val="28"/>
              </w:rPr>
            </w:pPr>
            <w:r>
              <w:rPr>
                <w:szCs w:val="28"/>
              </w:rPr>
              <w:t>2)</w:t>
            </w:r>
            <w:r w:rsidRPr="00FA0455">
              <w:rPr>
                <w:szCs w:val="28"/>
              </w:rPr>
              <w:t xml:space="preserve"> 3-х </w:t>
            </w:r>
            <w:r w:rsidRPr="00FA0455">
              <w:rPr>
                <w:szCs w:val="28"/>
              </w:rPr>
              <w:lastRenderedPageBreak/>
              <w:t>комнатная квартира</w:t>
            </w:r>
          </w:p>
        </w:tc>
        <w:tc>
          <w:tcPr>
            <w:tcW w:w="1134" w:type="dxa"/>
          </w:tcPr>
          <w:p w:rsidR="00F12B70" w:rsidRDefault="00F12B70" w:rsidP="00CF122C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1)539</w:t>
            </w:r>
            <w:r w:rsidR="00E253D3">
              <w:rPr>
                <w:szCs w:val="28"/>
              </w:rPr>
              <w:t>,0</w:t>
            </w:r>
          </w:p>
          <w:p w:rsidR="00F12B70" w:rsidRDefault="00F12B70" w:rsidP="00CF122C">
            <w:pPr>
              <w:rPr>
                <w:szCs w:val="28"/>
              </w:rPr>
            </w:pPr>
          </w:p>
          <w:p w:rsidR="00F12B70" w:rsidRPr="00255D10" w:rsidRDefault="00F12B70" w:rsidP="00CF122C">
            <w:pPr>
              <w:rPr>
                <w:szCs w:val="28"/>
              </w:rPr>
            </w:pPr>
            <w:r>
              <w:rPr>
                <w:szCs w:val="28"/>
              </w:rPr>
              <w:t>2)63,9</w:t>
            </w:r>
          </w:p>
        </w:tc>
        <w:tc>
          <w:tcPr>
            <w:tcW w:w="1276" w:type="dxa"/>
          </w:tcPr>
          <w:p w:rsidR="00F12B70" w:rsidRDefault="00F12B70" w:rsidP="00CF122C">
            <w:pPr>
              <w:rPr>
                <w:szCs w:val="28"/>
              </w:rPr>
            </w:pPr>
            <w:r>
              <w:rPr>
                <w:szCs w:val="28"/>
              </w:rPr>
              <w:t>1)РФ</w:t>
            </w:r>
          </w:p>
          <w:p w:rsidR="00F12B70" w:rsidRDefault="00F12B70" w:rsidP="00CF122C">
            <w:pPr>
              <w:rPr>
                <w:szCs w:val="28"/>
              </w:rPr>
            </w:pPr>
          </w:p>
          <w:p w:rsidR="00F12B70" w:rsidRPr="00255D10" w:rsidRDefault="00F12B70" w:rsidP="00CF122C">
            <w:pPr>
              <w:rPr>
                <w:szCs w:val="28"/>
              </w:rPr>
            </w:pPr>
            <w:r>
              <w:rPr>
                <w:szCs w:val="28"/>
              </w:rPr>
              <w:t>2)РФ</w:t>
            </w:r>
          </w:p>
        </w:tc>
        <w:tc>
          <w:tcPr>
            <w:tcW w:w="1559" w:type="dxa"/>
            <w:vAlign w:val="center"/>
          </w:tcPr>
          <w:p w:rsidR="00F12B70" w:rsidRDefault="00F12B70" w:rsidP="00CF122C">
            <w:pPr>
              <w:rPr>
                <w:szCs w:val="28"/>
                <w:lang w:val="en-US"/>
              </w:rPr>
            </w:pPr>
            <w:r w:rsidRPr="00CE554E">
              <w:rPr>
                <w:szCs w:val="28"/>
                <w:lang w:val="en-US"/>
              </w:rPr>
              <w:t>1)</w:t>
            </w:r>
            <w:r>
              <w:rPr>
                <w:szCs w:val="28"/>
                <w:lang w:val="en-US"/>
              </w:rPr>
              <w:t>Toyota Land Prado</w:t>
            </w:r>
          </w:p>
          <w:p w:rsidR="00F12B70" w:rsidRPr="00CE554E" w:rsidRDefault="00F12B70" w:rsidP="00CF122C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2)</w:t>
            </w:r>
            <w:r>
              <w:rPr>
                <w:szCs w:val="28"/>
              </w:rPr>
              <w:t>ИЖ</w:t>
            </w:r>
            <w:r w:rsidRPr="00CE554E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П</w:t>
            </w:r>
            <w:r w:rsidRPr="00CE554E">
              <w:rPr>
                <w:szCs w:val="28"/>
                <w:lang w:val="en-US"/>
              </w:rPr>
              <w:t>-5</w:t>
            </w:r>
          </w:p>
        </w:tc>
        <w:tc>
          <w:tcPr>
            <w:tcW w:w="1418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F12B70" w:rsidRDefault="00F12B70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F12B70" w:rsidTr="00F66FE9">
        <w:tc>
          <w:tcPr>
            <w:tcW w:w="1951" w:type="dxa"/>
          </w:tcPr>
          <w:p w:rsidR="00F12B70" w:rsidRPr="00255D10" w:rsidRDefault="00F12B70" w:rsidP="00F66FE9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сын</w:t>
            </w:r>
          </w:p>
        </w:tc>
        <w:tc>
          <w:tcPr>
            <w:tcW w:w="1276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F12B70" w:rsidRPr="00255D10" w:rsidRDefault="00F12B70" w:rsidP="00352B99">
            <w:pPr>
              <w:rPr>
                <w:szCs w:val="28"/>
              </w:rPr>
            </w:pPr>
            <w:r w:rsidRPr="00FA0455">
              <w:rPr>
                <w:szCs w:val="28"/>
              </w:rPr>
              <w:t>3-х комнатная квартира</w:t>
            </w:r>
          </w:p>
        </w:tc>
        <w:tc>
          <w:tcPr>
            <w:tcW w:w="992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63,9</w:t>
            </w:r>
          </w:p>
        </w:tc>
        <w:tc>
          <w:tcPr>
            <w:tcW w:w="1134" w:type="dxa"/>
            <w:vAlign w:val="center"/>
          </w:tcPr>
          <w:p w:rsidR="00F12B70" w:rsidRPr="00255D10" w:rsidRDefault="00F12B70" w:rsidP="00CF12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F12B70" w:rsidRPr="00F12B70" w:rsidRDefault="00F12B70" w:rsidP="004E4BE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</w:tr>
      <w:tr w:rsidR="00F12B70" w:rsidTr="00F66FE9">
        <w:tc>
          <w:tcPr>
            <w:tcW w:w="1951" w:type="dxa"/>
          </w:tcPr>
          <w:p w:rsidR="00F12B70" w:rsidRPr="00255D10" w:rsidRDefault="00F12B70" w:rsidP="001720D8">
            <w:pPr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276" w:type="dxa"/>
            <w:vAlign w:val="center"/>
          </w:tcPr>
          <w:p w:rsidR="00F12B70" w:rsidRPr="00255D10" w:rsidRDefault="00F12B70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F12B70" w:rsidRPr="00255D10" w:rsidRDefault="00F12B70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F12B70" w:rsidRPr="00255D10" w:rsidRDefault="00F12B70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F12B70" w:rsidRPr="00255D10" w:rsidRDefault="00F12B70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F12B70" w:rsidRPr="00255D10" w:rsidRDefault="00F12B70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F12B70" w:rsidRPr="00255D10" w:rsidRDefault="00F12B70" w:rsidP="00352B99">
            <w:pPr>
              <w:rPr>
                <w:szCs w:val="28"/>
              </w:rPr>
            </w:pPr>
            <w:r w:rsidRPr="00FA0455">
              <w:rPr>
                <w:szCs w:val="28"/>
              </w:rPr>
              <w:t>3-х комнатная квартира</w:t>
            </w:r>
          </w:p>
        </w:tc>
        <w:tc>
          <w:tcPr>
            <w:tcW w:w="992" w:type="dxa"/>
            <w:vAlign w:val="center"/>
          </w:tcPr>
          <w:p w:rsidR="00F12B70" w:rsidRPr="00255D10" w:rsidRDefault="00F12B70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63,9</w:t>
            </w:r>
          </w:p>
        </w:tc>
        <w:tc>
          <w:tcPr>
            <w:tcW w:w="1134" w:type="dxa"/>
            <w:vAlign w:val="center"/>
          </w:tcPr>
          <w:p w:rsidR="00F12B70" w:rsidRPr="00255D10" w:rsidRDefault="00F12B70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F12B70" w:rsidRPr="00F12B70" w:rsidRDefault="00F12B70" w:rsidP="001720D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</w:tr>
      <w:tr w:rsidR="00F12B70" w:rsidTr="00054BE9">
        <w:tc>
          <w:tcPr>
            <w:tcW w:w="1951" w:type="dxa"/>
            <w:vAlign w:val="center"/>
          </w:tcPr>
          <w:p w:rsidR="00F12B70" w:rsidRPr="00054BE9" w:rsidRDefault="00054BE9" w:rsidP="009C0FB5">
            <w:pPr>
              <w:rPr>
                <w:szCs w:val="28"/>
              </w:rPr>
            </w:pPr>
            <w:r>
              <w:rPr>
                <w:szCs w:val="28"/>
              </w:rPr>
              <w:t>Соловьева Ирина Владимировна</w:t>
            </w:r>
          </w:p>
        </w:tc>
        <w:tc>
          <w:tcPr>
            <w:tcW w:w="1276" w:type="dxa"/>
            <w:vAlign w:val="center"/>
          </w:tcPr>
          <w:p w:rsidR="00F12B70" w:rsidRDefault="00E253D3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405847,16</w:t>
            </w:r>
          </w:p>
        </w:tc>
        <w:tc>
          <w:tcPr>
            <w:tcW w:w="1417" w:type="dxa"/>
            <w:vAlign w:val="center"/>
          </w:tcPr>
          <w:p w:rsidR="00054BE9" w:rsidRDefault="00054BE9" w:rsidP="00054BE9">
            <w:pPr>
              <w:rPr>
                <w:szCs w:val="28"/>
              </w:rPr>
            </w:pPr>
            <w:r>
              <w:rPr>
                <w:szCs w:val="28"/>
              </w:rPr>
              <w:t>1)земельный участок (1/4 доли)</w:t>
            </w:r>
          </w:p>
          <w:p w:rsidR="00054BE9" w:rsidRDefault="00054BE9" w:rsidP="00054BE9">
            <w:pPr>
              <w:rPr>
                <w:szCs w:val="28"/>
              </w:rPr>
            </w:pPr>
            <w:r>
              <w:rPr>
                <w:szCs w:val="28"/>
              </w:rPr>
              <w:t>2)</w:t>
            </w:r>
            <w:r w:rsidRPr="00FA0455">
              <w:rPr>
                <w:szCs w:val="28"/>
              </w:rPr>
              <w:t xml:space="preserve"> 3-х комнатная квартира</w:t>
            </w:r>
            <w:r>
              <w:rPr>
                <w:szCs w:val="28"/>
              </w:rPr>
              <w:t xml:space="preserve"> (1/4 доли)</w:t>
            </w:r>
          </w:p>
          <w:p w:rsidR="00F12B70" w:rsidRDefault="00F12B70" w:rsidP="004A337C">
            <w:pPr>
              <w:rPr>
                <w:szCs w:val="28"/>
              </w:rPr>
            </w:pPr>
          </w:p>
        </w:tc>
        <w:tc>
          <w:tcPr>
            <w:tcW w:w="1134" w:type="dxa"/>
          </w:tcPr>
          <w:p w:rsidR="00F12B70" w:rsidRDefault="00054BE9" w:rsidP="00054BE9">
            <w:pPr>
              <w:rPr>
                <w:szCs w:val="28"/>
              </w:rPr>
            </w:pPr>
            <w:r>
              <w:rPr>
                <w:szCs w:val="28"/>
              </w:rPr>
              <w:t>1)1324</w:t>
            </w:r>
            <w:r w:rsidR="00E253D3">
              <w:rPr>
                <w:szCs w:val="28"/>
              </w:rPr>
              <w:t>,0</w:t>
            </w:r>
          </w:p>
          <w:p w:rsidR="00054BE9" w:rsidRDefault="00054BE9" w:rsidP="00054BE9">
            <w:pPr>
              <w:rPr>
                <w:szCs w:val="28"/>
              </w:rPr>
            </w:pPr>
          </w:p>
          <w:p w:rsidR="00054BE9" w:rsidRDefault="00054BE9" w:rsidP="00054BE9">
            <w:pPr>
              <w:rPr>
                <w:szCs w:val="28"/>
              </w:rPr>
            </w:pPr>
          </w:p>
          <w:p w:rsidR="00054BE9" w:rsidRDefault="00054BE9" w:rsidP="00054BE9">
            <w:pPr>
              <w:rPr>
                <w:szCs w:val="28"/>
              </w:rPr>
            </w:pPr>
            <w:r>
              <w:rPr>
                <w:szCs w:val="28"/>
              </w:rPr>
              <w:t>2)128</w:t>
            </w:r>
            <w:r w:rsidR="00E253D3">
              <w:rPr>
                <w:szCs w:val="28"/>
              </w:rPr>
              <w:t>,0</w:t>
            </w:r>
          </w:p>
        </w:tc>
        <w:tc>
          <w:tcPr>
            <w:tcW w:w="1276" w:type="dxa"/>
          </w:tcPr>
          <w:p w:rsidR="00054BE9" w:rsidRDefault="00054BE9" w:rsidP="00054BE9">
            <w:pPr>
              <w:rPr>
                <w:szCs w:val="28"/>
              </w:rPr>
            </w:pPr>
            <w:r>
              <w:rPr>
                <w:szCs w:val="28"/>
              </w:rPr>
              <w:t>1)РФ</w:t>
            </w:r>
          </w:p>
          <w:p w:rsidR="00054BE9" w:rsidRDefault="00054BE9" w:rsidP="00054BE9">
            <w:pPr>
              <w:rPr>
                <w:szCs w:val="28"/>
              </w:rPr>
            </w:pPr>
          </w:p>
          <w:p w:rsidR="00054BE9" w:rsidRDefault="00054BE9" w:rsidP="00054BE9">
            <w:pPr>
              <w:rPr>
                <w:szCs w:val="28"/>
              </w:rPr>
            </w:pPr>
          </w:p>
          <w:p w:rsidR="00F12B70" w:rsidRDefault="00054BE9" w:rsidP="00054BE9">
            <w:pPr>
              <w:rPr>
                <w:szCs w:val="28"/>
              </w:rPr>
            </w:pPr>
            <w:r>
              <w:rPr>
                <w:szCs w:val="28"/>
              </w:rPr>
              <w:t>2)РФ</w:t>
            </w:r>
          </w:p>
        </w:tc>
        <w:tc>
          <w:tcPr>
            <w:tcW w:w="1559" w:type="dxa"/>
          </w:tcPr>
          <w:p w:rsidR="00F12B70" w:rsidRDefault="00054BE9" w:rsidP="00054BE9">
            <w:pPr>
              <w:rPr>
                <w:szCs w:val="28"/>
              </w:rPr>
            </w:pPr>
            <w:r>
              <w:rPr>
                <w:szCs w:val="28"/>
              </w:rPr>
              <w:t>1)</w:t>
            </w:r>
            <w:r w:rsidRPr="00255D10">
              <w:rPr>
                <w:szCs w:val="28"/>
                <w:lang w:val="en-US"/>
              </w:rPr>
              <w:t xml:space="preserve"> T</w:t>
            </w:r>
            <w:r>
              <w:rPr>
                <w:szCs w:val="28"/>
                <w:lang w:val="en-US"/>
              </w:rPr>
              <w:t>o</w:t>
            </w:r>
            <w:proofErr w:type="gramStart"/>
            <w:r>
              <w:rPr>
                <w:szCs w:val="28"/>
              </w:rPr>
              <w:t>у</w:t>
            </w:r>
            <w:proofErr w:type="spellStart"/>
            <w:proofErr w:type="gramEnd"/>
            <w:r>
              <w:rPr>
                <w:szCs w:val="28"/>
                <w:lang w:val="en-US"/>
              </w:rPr>
              <w:t>ota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  <w:lang w:val="en-US"/>
              </w:rPr>
              <w:t>Vitz</w:t>
            </w:r>
            <w:proofErr w:type="spellEnd"/>
          </w:p>
          <w:p w:rsidR="00054BE9" w:rsidRDefault="00054BE9" w:rsidP="00054BE9">
            <w:pPr>
              <w:rPr>
                <w:szCs w:val="28"/>
              </w:rPr>
            </w:pPr>
          </w:p>
          <w:p w:rsidR="00054BE9" w:rsidRPr="00054BE9" w:rsidRDefault="00054BE9" w:rsidP="00054BE9">
            <w:pPr>
              <w:rPr>
                <w:szCs w:val="28"/>
              </w:rPr>
            </w:pPr>
            <w:r>
              <w:rPr>
                <w:szCs w:val="28"/>
              </w:rPr>
              <w:t>2)</w:t>
            </w:r>
            <w:r w:rsidRPr="00255D10">
              <w:rPr>
                <w:szCs w:val="28"/>
                <w:lang w:val="en-US"/>
              </w:rPr>
              <w:t xml:space="preserve"> T</w:t>
            </w:r>
            <w:r>
              <w:rPr>
                <w:szCs w:val="28"/>
                <w:lang w:val="en-US"/>
              </w:rPr>
              <w:t>o</w:t>
            </w:r>
            <w:proofErr w:type="gramStart"/>
            <w:r>
              <w:rPr>
                <w:szCs w:val="28"/>
              </w:rPr>
              <w:t>у</w:t>
            </w:r>
            <w:proofErr w:type="spellStart"/>
            <w:proofErr w:type="gramEnd"/>
            <w:r>
              <w:rPr>
                <w:szCs w:val="28"/>
                <w:lang w:val="en-US"/>
              </w:rPr>
              <w:t>ota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  <w:lang w:val="en-US"/>
              </w:rPr>
              <w:t>Raf</w:t>
            </w:r>
            <w:proofErr w:type="spellEnd"/>
            <w:r>
              <w:rPr>
                <w:szCs w:val="28"/>
              </w:rPr>
              <w:t xml:space="preserve"> 4</w:t>
            </w:r>
          </w:p>
        </w:tc>
        <w:tc>
          <w:tcPr>
            <w:tcW w:w="1418" w:type="dxa"/>
            <w:vAlign w:val="center"/>
          </w:tcPr>
          <w:p w:rsidR="00F12B70" w:rsidRPr="00054BE9" w:rsidRDefault="00054BE9" w:rsidP="004A337C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F12B70" w:rsidRPr="00054BE9" w:rsidRDefault="00054BE9" w:rsidP="004E4BE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F12B70" w:rsidRPr="00054BE9" w:rsidRDefault="00054BE9" w:rsidP="004E4BE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2410" w:type="dxa"/>
            <w:vAlign w:val="center"/>
          </w:tcPr>
          <w:p w:rsidR="00F12B70" w:rsidRPr="00054BE9" w:rsidRDefault="00054BE9" w:rsidP="004E4BE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</w:tr>
      <w:tr w:rsidR="00054BE9" w:rsidTr="001720D8">
        <w:tc>
          <w:tcPr>
            <w:tcW w:w="1951" w:type="dxa"/>
            <w:vAlign w:val="center"/>
          </w:tcPr>
          <w:p w:rsidR="00054BE9" w:rsidRPr="00054BE9" w:rsidRDefault="00054BE9" w:rsidP="009C0FB5">
            <w:pPr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054BE9" w:rsidRDefault="001D61DF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1076127,42</w:t>
            </w:r>
          </w:p>
        </w:tc>
        <w:tc>
          <w:tcPr>
            <w:tcW w:w="1417" w:type="dxa"/>
            <w:vAlign w:val="center"/>
          </w:tcPr>
          <w:p w:rsidR="00054BE9" w:rsidRDefault="00054BE9" w:rsidP="001720D8">
            <w:pPr>
              <w:rPr>
                <w:szCs w:val="28"/>
              </w:rPr>
            </w:pPr>
            <w:r>
              <w:rPr>
                <w:szCs w:val="28"/>
              </w:rPr>
              <w:t>1)земельный участок (1/4 доли)</w:t>
            </w:r>
          </w:p>
          <w:p w:rsidR="00054BE9" w:rsidRDefault="00054BE9" w:rsidP="001720D8">
            <w:pPr>
              <w:rPr>
                <w:szCs w:val="28"/>
              </w:rPr>
            </w:pPr>
            <w:r>
              <w:rPr>
                <w:szCs w:val="28"/>
              </w:rPr>
              <w:t>2)</w:t>
            </w:r>
            <w:r w:rsidRPr="00FA0455">
              <w:rPr>
                <w:szCs w:val="28"/>
              </w:rPr>
              <w:t xml:space="preserve"> 3-х комнатная квартира</w:t>
            </w:r>
            <w:r>
              <w:rPr>
                <w:szCs w:val="28"/>
              </w:rPr>
              <w:t xml:space="preserve"> (1/4 доли)</w:t>
            </w:r>
          </w:p>
          <w:p w:rsidR="00054BE9" w:rsidRDefault="00054BE9" w:rsidP="001720D8">
            <w:pPr>
              <w:rPr>
                <w:szCs w:val="28"/>
              </w:rPr>
            </w:pPr>
          </w:p>
        </w:tc>
        <w:tc>
          <w:tcPr>
            <w:tcW w:w="1134" w:type="dxa"/>
          </w:tcPr>
          <w:p w:rsidR="00054BE9" w:rsidRDefault="00054BE9" w:rsidP="001720D8">
            <w:pPr>
              <w:rPr>
                <w:szCs w:val="28"/>
              </w:rPr>
            </w:pPr>
            <w:r>
              <w:rPr>
                <w:szCs w:val="28"/>
              </w:rPr>
              <w:t>1)1324</w:t>
            </w:r>
            <w:r w:rsidR="001D61DF">
              <w:rPr>
                <w:szCs w:val="28"/>
              </w:rPr>
              <w:t>,0</w:t>
            </w:r>
          </w:p>
          <w:p w:rsidR="00054BE9" w:rsidRDefault="00054BE9" w:rsidP="001720D8">
            <w:pPr>
              <w:rPr>
                <w:szCs w:val="28"/>
              </w:rPr>
            </w:pPr>
          </w:p>
          <w:p w:rsidR="00054BE9" w:rsidRDefault="00054BE9" w:rsidP="001720D8">
            <w:pPr>
              <w:rPr>
                <w:szCs w:val="28"/>
              </w:rPr>
            </w:pPr>
          </w:p>
          <w:p w:rsidR="00054BE9" w:rsidRDefault="00054BE9" w:rsidP="001720D8">
            <w:pPr>
              <w:rPr>
                <w:szCs w:val="28"/>
              </w:rPr>
            </w:pPr>
            <w:r>
              <w:rPr>
                <w:szCs w:val="28"/>
              </w:rPr>
              <w:t>2)128</w:t>
            </w:r>
            <w:r w:rsidR="001D61DF">
              <w:rPr>
                <w:szCs w:val="28"/>
              </w:rPr>
              <w:t>,0</w:t>
            </w:r>
          </w:p>
        </w:tc>
        <w:tc>
          <w:tcPr>
            <w:tcW w:w="1276" w:type="dxa"/>
          </w:tcPr>
          <w:p w:rsidR="00054BE9" w:rsidRDefault="00054BE9" w:rsidP="001720D8">
            <w:pPr>
              <w:rPr>
                <w:szCs w:val="28"/>
              </w:rPr>
            </w:pPr>
            <w:r>
              <w:rPr>
                <w:szCs w:val="28"/>
              </w:rPr>
              <w:t>1)РФ</w:t>
            </w:r>
          </w:p>
          <w:p w:rsidR="00054BE9" w:rsidRDefault="00054BE9" w:rsidP="001720D8">
            <w:pPr>
              <w:rPr>
                <w:szCs w:val="28"/>
              </w:rPr>
            </w:pPr>
          </w:p>
          <w:p w:rsidR="00054BE9" w:rsidRDefault="00054BE9" w:rsidP="001720D8">
            <w:pPr>
              <w:rPr>
                <w:szCs w:val="28"/>
              </w:rPr>
            </w:pPr>
          </w:p>
          <w:p w:rsidR="00054BE9" w:rsidRDefault="00054BE9" w:rsidP="001720D8">
            <w:pPr>
              <w:rPr>
                <w:szCs w:val="28"/>
              </w:rPr>
            </w:pPr>
            <w:r>
              <w:rPr>
                <w:szCs w:val="28"/>
              </w:rPr>
              <w:t>2)РФ</w:t>
            </w:r>
          </w:p>
        </w:tc>
        <w:tc>
          <w:tcPr>
            <w:tcW w:w="1559" w:type="dxa"/>
            <w:vAlign w:val="center"/>
          </w:tcPr>
          <w:p w:rsidR="00054BE9" w:rsidRDefault="00054BE9" w:rsidP="004A33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054BE9" w:rsidRPr="00054BE9" w:rsidRDefault="00054BE9" w:rsidP="001720D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54BE9" w:rsidRPr="00054BE9" w:rsidRDefault="00054BE9" w:rsidP="001720D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054BE9" w:rsidRPr="00054BE9" w:rsidRDefault="00054BE9" w:rsidP="001720D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2410" w:type="dxa"/>
            <w:vAlign w:val="center"/>
          </w:tcPr>
          <w:p w:rsidR="00054BE9" w:rsidRPr="00054BE9" w:rsidRDefault="00054BE9" w:rsidP="001720D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</w:tr>
      <w:tr w:rsidR="009C50B5" w:rsidTr="001720D8">
        <w:tc>
          <w:tcPr>
            <w:tcW w:w="1951" w:type="dxa"/>
            <w:vAlign w:val="center"/>
          </w:tcPr>
          <w:p w:rsidR="009C50B5" w:rsidRDefault="009C50B5" w:rsidP="009C0FB5">
            <w:pPr>
              <w:rPr>
                <w:szCs w:val="28"/>
              </w:rPr>
            </w:pPr>
            <w:r>
              <w:rPr>
                <w:szCs w:val="28"/>
              </w:rPr>
              <w:t>дочь</w:t>
            </w:r>
          </w:p>
        </w:tc>
        <w:tc>
          <w:tcPr>
            <w:tcW w:w="1276" w:type="dxa"/>
            <w:vAlign w:val="center"/>
          </w:tcPr>
          <w:p w:rsidR="009C50B5" w:rsidRDefault="009C50B5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9C50B5" w:rsidRDefault="009C50B5" w:rsidP="001720D8">
            <w:pPr>
              <w:rPr>
                <w:szCs w:val="28"/>
              </w:rPr>
            </w:pPr>
            <w:r>
              <w:rPr>
                <w:szCs w:val="28"/>
              </w:rPr>
              <w:t>1)земельный участок (1/4 доли)</w:t>
            </w:r>
          </w:p>
          <w:p w:rsidR="009C50B5" w:rsidRDefault="009C50B5" w:rsidP="001720D8">
            <w:pPr>
              <w:rPr>
                <w:szCs w:val="28"/>
              </w:rPr>
            </w:pPr>
            <w:r>
              <w:rPr>
                <w:szCs w:val="28"/>
              </w:rPr>
              <w:t>2)</w:t>
            </w:r>
            <w:r w:rsidRPr="00FA0455">
              <w:rPr>
                <w:szCs w:val="28"/>
              </w:rPr>
              <w:t xml:space="preserve"> 3-х комнатная квартира</w:t>
            </w:r>
            <w:r>
              <w:rPr>
                <w:szCs w:val="28"/>
              </w:rPr>
              <w:t xml:space="preserve"> (1/4 доли)</w:t>
            </w:r>
          </w:p>
          <w:p w:rsidR="009C50B5" w:rsidRDefault="009C50B5" w:rsidP="001720D8">
            <w:pPr>
              <w:rPr>
                <w:szCs w:val="28"/>
              </w:rPr>
            </w:pPr>
          </w:p>
        </w:tc>
        <w:tc>
          <w:tcPr>
            <w:tcW w:w="1134" w:type="dxa"/>
          </w:tcPr>
          <w:p w:rsidR="009C50B5" w:rsidRDefault="009C50B5" w:rsidP="001720D8">
            <w:pPr>
              <w:rPr>
                <w:szCs w:val="28"/>
              </w:rPr>
            </w:pPr>
            <w:r>
              <w:rPr>
                <w:szCs w:val="28"/>
              </w:rPr>
              <w:t>1)1324</w:t>
            </w:r>
            <w:r w:rsidR="001D61DF">
              <w:rPr>
                <w:szCs w:val="28"/>
              </w:rPr>
              <w:t>,0</w:t>
            </w:r>
          </w:p>
          <w:p w:rsidR="009C50B5" w:rsidRDefault="009C50B5" w:rsidP="001720D8">
            <w:pPr>
              <w:rPr>
                <w:szCs w:val="28"/>
              </w:rPr>
            </w:pPr>
          </w:p>
          <w:p w:rsidR="009C50B5" w:rsidRDefault="009C50B5" w:rsidP="001720D8">
            <w:pPr>
              <w:rPr>
                <w:szCs w:val="28"/>
              </w:rPr>
            </w:pPr>
          </w:p>
          <w:p w:rsidR="009C50B5" w:rsidRDefault="009C50B5" w:rsidP="001720D8">
            <w:pPr>
              <w:rPr>
                <w:szCs w:val="28"/>
              </w:rPr>
            </w:pPr>
            <w:r>
              <w:rPr>
                <w:szCs w:val="28"/>
              </w:rPr>
              <w:t>2)128</w:t>
            </w:r>
            <w:r w:rsidR="001D61DF">
              <w:rPr>
                <w:szCs w:val="28"/>
              </w:rPr>
              <w:t>,0</w:t>
            </w:r>
          </w:p>
        </w:tc>
        <w:tc>
          <w:tcPr>
            <w:tcW w:w="1276" w:type="dxa"/>
          </w:tcPr>
          <w:p w:rsidR="009C50B5" w:rsidRDefault="009C50B5" w:rsidP="001720D8">
            <w:pPr>
              <w:rPr>
                <w:szCs w:val="28"/>
              </w:rPr>
            </w:pPr>
            <w:r>
              <w:rPr>
                <w:szCs w:val="28"/>
              </w:rPr>
              <w:t>1)РФ</w:t>
            </w:r>
          </w:p>
          <w:p w:rsidR="009C50B5" w:rsidRDefault="009C50B5" w:rsidP="001720D8">
            <w:pPr>
              <w:rPr>
                <w:szCs w:val="28"/>
              </w:rPr>
            </w:pPr>
          </w:p>
          <w:p w:rsidR="009C50B5" w:rsidRDefault="009C50B5" w:rsidP="001720D8">
            <w:pPr>
              <w:rPr>
                <w:szCs w:val="28"/>
              </w:rPr>
            </w:pPr>
          </w:p>
          <w:p w:rsidR="009C50B5" w:rsidRDefault="009C50B5" w:rsidP="001720D8">
            <w:pPr>
              <w:rPr>
                <w:szCs w:val="28"/>
              </w:rPr>
            </w:pPr>
            <w:r>
              <w:rPr>
                <w:szCs w:val="28"/>
              </w:rPr>
              <w:t>2)РФ</w:t>
            </w:r>
          </w:p>
        </w:tc>
        <w:tc>
          <w:tcPr>
            <w:tcW w:w="1559" w:type="dxa"/>
            <w:vAlign w:val="center"/>
          </w:tcPr>
          <w:p w:rsidR="009C50B5" w:rsidRDefault="009C50B5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9C50B5" w:rsidRPr="00054BE9" w:rsidRDefault="009C50B5" w:rsidP="001720D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C50B5" w:rsidRPr="00054BE9" w:rsidRDefault="009C50B5" w:rsidP="001720D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C50B5" w:rsidRPr="00054BE9" w:rsidRDefault="009C50B5" w:rsidP="001720D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2410" w:type="dxa"/>
            <w:vAlign w:val="center"/>
          </w:tcPr>
          <w:p w:rsidR="009C50B5" w:rsidRPr="00054BE9" w:rsidRDefault="009C50B5" w:rsidP="001720D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</w:tr>
      <w:tr w:rsidR="009522C8" w:rsidTr="009C50B5">
        <w:tc>
          <w:tcPr>
            <w:tcW w:w="1951" w:type="dxa"/>
            <w:vAlign w:val="center"/>
          </w:tcPr>
          <w:p w:rsidR="009522C8" w:rsidRDefault="009522C8" w:rsidP="009C0FB5">
            <w:pPr>
              <w:rPr>
                <w:szCs w:val="28"/>
              </w:rPr>
            </w:pPr>
            <w:r>
              <w:rPr>
                <w:szCs w:val="28"/>
              </w:rPr>
              <w:t xml:space="preserve">Пичуева Елена </w:t>
            </w:r>
            <w:r>
              <w:rPr>
                <w:szCs w:val="28"/>
              </w:rPr>
              <w:lastRenderedPageBreak/>
              <w:t>Викторовна</w:t>
            </w:r>
          </w:p>
        </w:tc>
        <w:tc>
          <w:tcPr>
            <w:tcW w:w="1276" w:type="dxa"/>
            <w:vAlign w:val="center"/>
          </w:tcPr>
          <w:p w:rsidR="009522C8" w:rsidRDefault="00223851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249023,52</w:t>
            </w:r>
          </w:p>
        </w:tc>
        <w:tc>
          <w:tcPr>
            <w:tcW w:w="1417" w:type="dxa"/>
            <w:vAlign w:val="center"/>
          </w:tcPr>
          <w:p w:rsidR="009522C8" w:rsidRDefault="009522C8" w:rsidP="009C50B5">
            <w:pPr>
              <w:rPr>
                <w:szCs w:val="28"/>
              </w:rPr>
            </w:pPr>
            <w:r>
              <w:rPr>
                <w:szCs w:val="28"/>
              </w:rPr>
              <w:t>1)земельны</w:t>
            </w:r>
            <w:r>
              <w:rPr>
                <w:szCs w:val="28"/>
              </w:rPr>
              <w:lastRenderedPageBreak/>
              <w:t>й участок (1/5 доли)</w:t>
            </w:r>
          </w:p>
          <w:p w:rsidR="009522C8" w:rsidRDefault="009522C8" w:rsidP="009C50B5">
            <w:pPr>
              <w:rPr>
                <w:szCs w:val="28"/>
              </w:rPr>
            </w:pPr>
            <w:r>
              <w:rPr>
                <w:szCs w:val="28"/>
              </w:rPr>
              <w:t>2)земельный участок</w:t>
            </w:r>
          </w:p>
          <w:p w:rsidR="009522C8" w:rsidRDefault="009522C8" w:rsidP="009C50B5">
            <w:pPr>
              <w:rPr>
                <w:szCs w:val="28"/>
              </w:rPr>
            </w:pPr>
            <w:r>
              <w:rPr>
                <w:szCs w:val="28"/>
              </w:rPr>
              <w:t>3)жилой дом (1/5 доли)</w:t>
            </w:r>
          </w:p>
          <w:p w:rsidR="009522C8" w:rsidRDefault="009522C8" w:rsidP="009C50B5">
            <w:pPr>
              <w:rPr>
                <w:szCs w:val="28"/>
              </w:rPr>
            </w:pPr>
            <w:r>
              <w:rPr>
                <w:szCs w:val="28"/>
              </w:rPr>
              <w:t>4)жилой дом</w:t>
            </w:r>
          </w:p>
          <w:p w:rsidR="009522C8" w:rsidRDefault="009522C8" w:rsidP="004A337C">
            <w:pPr>
              <w:rPr>
                <w:szCs w:val="28"/>
              </w:rPr>
            </w:pPr>
          </w:p>
        </w:tc>
        <w:tc>
          <w:tcPr>
            <w:tcW w:w="1134" w:type="dxa"/>
          </w:tcPr>
          <w:p w:rsidR="009522C8" w:rsidRDefault="009522C8" w:rsidP="009C50B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1)1781</w:t>
            </w:r>
            <w:r w:rsidR="00223851">
              <w:rPr>
                <w:szCs w:val="28"/>
              </w:rPr>
              <w:t>,0</w:t>
            </w:r>
          </w:p>
          <w:p w:rsidR="009522C8" w:rsidRDefault="009522C8" w:rsidP="009C50B5">
            <w:pPr>
              <w:rPr>
                <w:szCs w:val="28"/>
              </w:rPr>
            </w:pPr>
          </w:p>
          <w:p w:rsidR="009522C8" w:rsidRDefault="009522C8" w:rsidP="009C50B5">
            <w:pPr>
              <w:rPr>
                <w:szCs w:val="28"/>
              </w:rPr>
            </w:pPr>
          </w:p>
          <w:p w:rsidR="009522C8" w:rsidRDefault="009522C8" w:rsidP="009C50B5">
            <w:pPr>
              <w:rPr>
                <w:szCs w:val="28"/>
              </w:rPr>
            </w:pPr>
            <w:r>
              <w:rPr>
                <w:szCs w:val="28"/>
              </w:rPr>
              <w:t>2)1092</w:t>
            </w:r>
            <w:r w:rsidR="00223851">
              <w:rPr>
                <w:szCs w:val="28"/>
              </w:rPr>
              <w:t>,0</w:t>
            </w:r>
          </w:p>
          <w:p w:rsidR="009522C8" w:rsidRDefault="009522C8" w:rsidP="009C50B5">
            <w:pPr>
              <w:rPr>
                <w:szCs w:val="28"/>
              </w:rPr>
            </w:pPr>
          </w:p>
          <w:p w:rsidR="009522C8" w:rsidRDefault="009522C8" w:rsidP="009C50B5">
            <w:pPr>
              <w:rPr>
                <w:szCs w:val="28"/>
              </w:rPr>
            </w:pPr>
            <w:r>
              <w:rPr>
                <w:szCs w:val="28"/>
              </w:rPr>
              <w:t>3)74</w:t>
            </w:r>
            <w:r w:rsidR="00223851">
              <w:rPr>
                <w:szCs w:val="28"/>
              </w:rPr>
              <w:t>,0</w:t>
            </w:r>
          </w:p>
          <w:p w:rsidR="009522C8" w:rsidRDefault="009522C8" w:rsidP="009C50B5">
            <w:pPr>
              <w:rPr>
                <w:szCs w:val="28"/>
              </w:rPr>
            </w:pPr>
          </w:p>
          <w:p w:rsidR="009522C8" w:rsidRDefault="009522C8" w:rsidP="009C50B5">
            <w:pPr>
              <w:rPr>
                <w:szCs w:val="28"/>
              </w:rPr>
            </w:pPr>
          </w:p>
          <w:p w:rsidR="009522C8" w:rsidRDefault="009522C8" w:rsidP="009C50B5">
            <w:pPr>
              <w:rPr>
                <w:szCs w:val="28"/>
              </w:rPr>
            </w:pPr>
            <w:r>
              <w:rPr>
                <w:szCs w:val="28"/>
              </w:rPr>
              <w:t>4)25,2</w:t>
            </w:r>
          </w:p>
        </w:tc>
        <w:tc>
          <w:tcPr>
            <w:tcW w:w="1276" w:type="dxa"/>
          </w:tcPr>
          <w:p w:rsidR="009522C8" w:rsidRDefault="009522C8" w:rsidP="009C50B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1)РФ</w:t>
            </w:r>
          </w:p>
          <w:p w:rsidR="009522C8" w:rsidRDefault="009522C8" w:rsidP="009C50B5">
            <w:pPr>
              <w:rPr>
                <w:szCs w:val="28"/>
              </w:rPr>
            </w:pPr>
          </w:p>
          <w:p w:rsidR="009522C8" w:rsidRDefault="009522C8" w:rsidP="009C50B5">
            <w:pPr>
              <w:rPr>
                <w:szCs w:val="28"/>
              </w:rPr>
            </w:pPr>
          </w:p>
          <w:p w:rsidR="009522C8" w:rsidRDefault="009522C8" w:rsidP="009C50B5">
            <w:pPr>
              <w:rPr>
                <w:szCs w:val="28"/>
              </w:rPr>
            </w:pPr>
            <w:r>
              <w:rPr>
                <w:szCs w:val="28"/>
              </w:rPr>
              <w:t>2)РФ</w:t>
            </w:r>
          </w:p>
          <w:p w:rsidR="009522C8" w:rsidRDefault="009522C8" w:rsidP="009C50B5">
            <w:pPr>
              <w:rPr>
                <w:szCs w:val="28"/>
              </w:rPr>
            </w:pPr>
          </w:p>
          <w:p w:rsidR="009522C8" w:rsidRDefault="009522C8" w:rsidP="009C50B5">
            <w:pPr>
              <w:rPr>
                <w:szCs w:val="28"/>
              </w:rPr>
            </w:pPr>
            <w:r>
              <w:rPr>
                <w:szCs w:val="28"/>
              </w:rPr>
              <w:t>3)РФ</w:t>
            </w:r>
          </w:p>
          <w:p w:rsidR="009522C8" w:rsidRDefault="009522C8" w:rsidP="009C50B5">
            <w:pPr>
              <w:rPr>
                <w:szCs w:val="28"/>
              </w:rPr>
            </w:pPr>
          </w:p>
          <w:p w:rsidR="009522C8" w:rsidRDefault="009522C8" w:rsidP="009C50B5">
            <w:pPr>
              <w:rPr>
                <w:szCs w:val="28"/>
              </w:rPr>
            </w:pPr>
          </w:p>
          <w:p w:rsidR="009522C8" w:rsidRDefault="009522C8" w:rsidP="009C50B5">
            <w:pPr>
              <w:rPr>
                <w:szCs w:val="28"/>
              </w:rPr>
            </w:pPr>
            <w:r>
              <w:rPr>
                <w:szCs w:val="28"/>
              </w:rPr>
              <w:t>4)РФ</w:t>
            </w:r>
          </w:p>
        </w:tc>
        <w:tc>
          <w:tcPr>
            <w:tcW w:w="1559" w:type="dxa"/>
            <w:vAlign w:val="center"/>
          </w:tcPr>
          <w:p w:rsidR="009522C8" w:rsidRDefault="009522C8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-</w:t>
            </w:r>
          </w:p>
        </w:tc>
        <w:tc>
          <w:tcPr>
            <w:tcW w:w="1418" w:type="dxa"/>
            <w:vAlign w:val="center"/>
          </w:tcPr>
          <w:p w:rsidR="009522C8" w:rsidRPr="00054BE9" w:rsidRDefault="009522C8" w:rsidP="001720D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522C8" w:rsidRPr="00054BE9" w:rsidRDefault="009522C8" w:rsidP="001720D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522C8" w:rsidRPr="00054BE9" w:rsidRDefault="009522C8" w:rsidP="001720D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  <w:tc>
          <w:tcPr>
            <w:tcW w:w="2410" w:type="dxa"/>
            <w:vAlign w:val="center"/>
          </w:tcPr>
          <w:p w:rsidR="009522C8" w:rsidRPr="00054BE9" w:rsidRDefault="009522C8" w:rsidP="001720D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</w:tr>
      <w:tr w:rsidR="009522C8" w:rsidTr="004A337C">
        <w:tc>
          <w:tcPr>
            <w:tcW w:w="1951" w:type="dxa"/>
            <w:vAlign w:val="center"/>
          </w:tcPr>
          <w:p w:rsidR="009522C8" w:rsidRDefault="009522C8" w:rsidP="009C0FB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сын</w:t>
            </w:r>
          </w:p>
        </w:tc>
        <w:tc>
          <w:tcPr>
            <w:tcW w:w="1276" w:type="dxa"/>
            <w:vAlign w:val="center"/>
          </w:tcPr>
          <w:p w:rsidR="009522C8" w:rsidRDefault="009522C8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9522C8" w:rsidRDefault="009522C8" w:rsidP="009522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9522C8" w:rsidRDefault="009522C8" w:rsidP="009522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9522C8" w:rsidRDefault="009522C8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522C8" w:rsidRDefault="009522C8" w:rsidP="004A33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9522C8" w:rsidRDefault="00352B99" w:rsidP="004A33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</w:t>
            </w:r>
            <w:r w:rsidR="009522C8">
              <w:rPr>
                <w:szCs w:val="28"/>
              </w:rPr>
              <w:t>илой дом</w:t>
            </w:r>
          </w:p>
        </w:tc>
        <w:tc>
          <w:tcPr>
            <w:tcW w:w="992" w:type="dxa"/>
            <w:vAlign w:val="center"/>
          </w:tcPr>
          <w:p w:rsidR="009522C8" w:rsidRDefault="009522C8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74,0</w:t>
            </w:r>
          </w:p>
        </w:tc>
        <w:tc>
          <w:tcPr>
            <w:tcW w:w="1134" w:type="dxa"/>
            <w:vAlign w:val="center"/>
          </w:tcPr>
          <w:p w:rsidR="009522C8" w:rsidRDefault="009522C8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9522C8" w:rsidRDefault="009522C8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042E8" w:rsidTr="004A337C">
        <w:tc>
          <w:tcPr>
            <w:tcW w:w="1951" w:type="dxa"/>
            <w:vAlign w:val="center"/>
          </w:tcPr>
          <w:p w:rsidR="00C042E8" w:rsidRPr="00377BE4" w:rsidRDefault="00C042E8" w:rsidP="009C0FB5">
            <w:pPr>
              <w:rPr>
                <w:color w:val="FF0000"/>
                <w:szCs w:val="28"/>
              </w:rPr>
            </w:pPr>
            <w:r w:rsidRPr="000B0325">
              <w:rPr>
                <w:szCs w:val="28"/>
              </w:rPr>
              <w:t>Петухова Ольга Геннадьевна</w:t>
            </w:r>
          </w:p>
        </w:tc>
        <w:tc>
          <w:tcPr>
            <w:tcW w:w="1276" w:type="dxa"/>
            <w:vAlign w:val="center"/>
          </w:tcPr>
          <w:p w:rsidR="00C042E8" w:rsidRDefault="000B0325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418853,0</w:t>
            </w:r>
          </w:p>
        </w:tc>
        <w:tc>
          <w:tcPr>
            <w:tcW w:w="1417" w:type="dxa"/>
            <w:vAlign w:val="center"/>
          </w:tcPr>
          <w:p w:rsidR="00C042E8" w:rsidRDefault="000B0325" w:rsidP="000B03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C042E8" w:rsidRDefault="000B0325" w:rsidP="000B032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C042E8" w:rsidRDefault="000B0325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C042E8" w:rsidRDefault="000B0325" w:rsidP="004A337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C042E8" w:rsidRPr="00255D10" w:rsidRDefault="00D53054" w:rsidP="00352B99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C042E8" w:rsidRPr="00FA0455">
              <w:rPr>
                <w:szCs w:val="28"/>
              </w:rPr>
              <w:t>-х комнатная квартира</w:t>
            </w:r>
          </w:p>
        </w:tc>
        <w:tc>
          <w:tcPr>
            <w:tcW w:w="992" w:type="dxa"/>
            <w:vAlign w:val="center"/>
          </w:tcPr>
          <w:p w:rsidR="00C042E8" w:rsidRPr="00255D10" w:rsidRDefault="00D53054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  <w:r w:rsidR="000B0325">
              <w:rPr>
                <w:szCs w:val="28"/>
              </w:rPr>
              <w:t>,7</w:t>
            </w:r>
          </w:p>
        </w:tc>
        <w:tc>
          <w:tcPr>
            <w:tcW w:w="1134" w:type="dxa"/>
            <w:vAlign w:val="center"/>
          </w:tcPr>
          <w:p w:rsidR="00C042E8" w:rsidRPr="00255D10" w:rsidRDefault="00C042E8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C042E8" w:rsidRDefault="009C39CC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875F76" w:rsidTr="004A337C">
        <w:tc>
          <w:tcPr>
            <w:tcW w:w="1951" w:type="dxa"/>
            <w:vAlign w:val="center"/>
          </w:tcPr>
          <w:p w:rsidR="00875F76" w:rsidRPr="00377BE4" w:rsidRDefault="00875F76" w:rsidP="009C0FB5">
            <w:pPr>
              <w:rPr>
                <w:color w:val="FF0000"/>
                <w:szCs w:val="28"/>
              </w:rPr>
            </w:pPr>
            <w:r w:rsidRPr="000B0325">
              <w:rPr>
                <w:szCs w:val="28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875F76" w:rsidRDefault="000B0325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848541,43</w:t>
            </w:r>
          </w:p>
        </w:tc>
        <w:tc>
          <w:tcPr>
            <w:tcW w:w="1417" w:type="dxa"/>
            <w:vAlign w:val="center"/>
          </w:tcPr>
          <w:p w:rsidR="00875F76" w:rsidRDefault="00875F76" w:rsidP="004A337C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FA0455">
              <w:rPr>
                <w:szCs w:val="28"/>
              </w:rPr>
              <w:t>-х комнатная квартира</w:t>
            </w:r>
          </w:p>
        </w:tc>
        <w:tc>
          <w:tcPr>
            <w:tcW w:w="1134" w:type="dxa"/>
            <w:vAlign w:val="center"/>
          </w:tcPr>
          <w:p w:rsidR="00875F76" w:rsidRDefault="00875F76" w:rsidP="004A337C">
            <w:pPr>
              <w:rPr>
                <w:szCs w:val="28"/>
              </w:rPr>
            </w:pPr>
            <w:r>
              <w:rPr>
                <w:szCs w:val="28"/>
              </w:rPr>
              <w:t>44,4</w:t>
            </w:r>
          </w:p>
        </w:tc>
        <w:tc>
          <w:tcPr>
            <w:tcW w:w="1276" w:type="dxa"/>
            <w:vAlign w:val="center"/>
          </w:tcPr>
          <w:p w:rsidR="00875F76" w:rsidRDefault="00875F76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559" w:type="dxa"/>
            <w:vAlign w:val="center"/>
          </w:tcPr>
          <w:p w:rsidR="00875F76" w:rsidRDefault="00875F76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875F76" w:rsidRPr="00255D10" w:rsidRDefault="00875F76" w:rsidP="00352B99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FA0455">
              <w:rPr>
                <w:szCs w:val="28"/>
              </w:rPr>
              <w:t>-х комнатная квартира</w:t>
            </w:r>
          </w:p>
        </w:tc>
        <w:tc>
          <w:tcPr>
            <w:tcW w:w="992" w:type="dxa"/>
            <w:vAlign w:val="center"/>
          </w:tcPr>
          <w:p w:rsidR="00875F76" w:rsidRPr="00255D10" w:rsidRDefault="00875F76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  <w:r w:rsidR="000B0325">
              <w:rPr>
                <w:szCs w:val="28"/>
              </w:rPr>
              <w:t>,7</w:t>
            </w:r>
          </w:p>
        </w:tc>
        <w:tc>
          <w:tcPr>
            <w:tcW w:w="1134" w:type="dxa"/>
            <w:vAlign w:val="center"/>
          </w:tcPr>
          <w:p w:rsidR="00875F76" w:rsidRPr="00255D10" w:rsidRDefault="00875F76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875F76" w:rsidRPr="00054BE9" w:rsidRDefault="00875F76" w:rsidP="001720D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</w:tr>
      <w:tr w:rsidR="009C39CC" w:rsidTr="004A337C">
        <w:tc>
          <w:tcPr>
            <w:tcW w:w="1951" w:type="dxa"/>
            <w:vAlign w:val="center"/>
          </w:tcPr>
          <w:p w:rsidR="009C39CC" w:rsidRPr="00377BE4" w:rsidRDefault="009C39CC" w:rsidP="009C0FB5">
            <w:pPr>
              <w:rPr>
                <w:color w:val="FF0000"/>
                <w:szCs w:val="28"/>
              </w:rPr>
            </w:pPr>
            <w:r w:rsidRPr="000B0325">
              <w:rPr>
                <w:szCs w:val="28"/>
              </w:rPr>
              <w:t>дочь</w:t>
            </w:r>
          </w:p>
        </w:tc>
        <w:tc>
          <w:tcPr>
            <w:tcW w:w="1276" w:type="dxa"/>
            <w:vAlign w:val="center"/>
          </w:tcPr>
          <w:p w:rsidR="009C39CC" w:rsidRDefault="009C39CC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9C39CC" w:rsidRDefault="009C39CC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9C39CC" w:rsidRDefault="009C39CC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9C39CC" w:rsidRDefault="009C39CC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9C39CC" w:rsidRDefault="009C39CC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9C39CC" w:rsidRPr="00255D10" w:rsidRDefault="00D53054" w:rsidP="00352B99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9C39CC" w:rsidRPr="00FA0455">
              <w:rPr>
                <w:szCs w:val="28"/>
              </w:rPr>
              <w:t>-х комнатная квартира</w:t>
            </w:r>
          </w:p>
        </w:tc>
        <w:tc>
          <w:tcPr>
            <w:tcW w:w="992" w:type="dxa"/>
            <w:vAlign w:val="center"/>
          </w:tcPr>
          <w:p w:rsidR="009C39CC" w:rsidRPr="00255D10" w:rsidRDefault="00D53054" w:rsidP="00D530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  <w:r w:rsidR="000B0325">
              <w:rPr>
                <w:szCs w:val="28"/>
              </w:rPr>
              <w:t>,7</w:t>
            </w:r>
          </w:p>
        </w:tc>
        <w:tc>
          <w:tcPr>
            <w:tcW w:w="1134" w:type="dxa"/>
            <w:vAlign w:val="center"/>
          </w:tcPr>
          <w:p w:rsidR="009C39CC" w:rsidRPr="00255D10" w:rsidRDefault="009C39CC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9C39CC" w:rsidRDefault="009C39CC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D053A5" w:rsidTr="004A337C">
        <w:tc>
          <w:tcPr>
            <w:tcW w:w="1951" w:type="dxa"/>
            <w:vAlign w:val="center"/>
          </w:tcPr>
          <w:p w:rsidR="00D053A5" w:rsidRPr="009E638C" w:rsidRDefault="00D053A5" w:rsidP="009C0FB5">
            <w:pPr>
              <w:rPr>
                <w:szCs w:val="28"/>
              </w:rPr>
            </w:pPr>
            <w:r w:rsidRPr="009E638C">
              <w:rPr>
                <w:szCs w:val="28"/>
              </w:rPr>
              <w:t>Золотухина Виктория Александровна</w:t>
            </w:r>
          </w:p>
        </w:tc>
        <w:tc>
          <w:tcPr>
            <w:tcW w:w="1276" w:type="dxa"/>
            <w:vAlign w:val="center"/>
          </w:tcPr>
          <w:p w:rsidR="00D053A5" w:rsidRPr="009E638C" w:rsidRDefault="00D053A5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222888,97</w:t>
            </w:r>
          </w:p>
        </w:tc>
        <w:tc>
          <w:tcPr>
            <w:tcW w:w="1417" w:type="dxa"/>
            <w:vAlign w:val="center"/>
          </w:tcPr>
          <w:p w:rsidR="00D053A5" w:rsidRPr="009E638C" w:rsidRDefault="00D053A5" w:rsidP="009E638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D053A5" w:rsidRPr="009E638C" w:rsidRDefault="00D053A5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D053A5" w:rsidRPr="009E638C" w:rsidRDefault="00D053A5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D053A5" w:rsidRPr="009E638C" w:rsidRDefault="00D053A5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D053A5" w:rsidRPr="009E638C" w:rsidRDefault="00D053A5" w:rsidP="002C79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D053A5" w:rsidRPr="009E638C" w:rsidRDefault="00D053A5" w:rsidP="002C79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110,2</w:t>
            </w:r>
          </w:p>
        </w:tc>
        <w:tc>
          <w:tcPr>
            <w:tcW w:w="1134" w:type="dxa"/>
            <w:vAlign w:val="center"/>
          </w:tcPr>
          <w:p w:rsidR="00D053A5" w:rsidRPr="009E638C" w:rsidRDefault="00D053A5" w:rsidP="002C79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D053A5" w:rsidRPr="009E638C" w:rsidRDefault="00D053A5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377BE4" w:rsidTr="00B8437F">
        <w:tc>
          <w:tcPr>
            <w:tcW w:w="1951" w:type="dxa"/>
            <w:vAlign w:val="center"/>
          </w:tcPr>
          <w:p w:rsidR="00377BE4" w:rsidRPr="009E638C" w:rsidRDefault="009E638C" w:rsidP="009C0FB5">
            <w:pPr>
              <w:rPr>
                <w:szCs w:val="28"/>
              </w:rPr>
            </w:pPr>
            <w:r>
              <w:rPr>
                <w:szCs w:val="28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377BE4" w:rsidRPr="009E638C" w:rsidRDefault="009E638C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233493,86</w:t>
            </w:r>
          </w:p>
        </w:tc>
        <w:tc>
          <w:tcPr>
            <w:tcW w:w="1417" w:type="dxa"/>
          </w:tcPr>
          <w:p w:rsidR="00377BE4" w:rsidRDefault="009E638C" w:rsidP="00D053A5">
            <w:pPr>
              <w:rPr>
                <w:szCs w:val="28"/>
              </w:rPr>
            </w:pPr>
            <w:r>
              <w:rPr>
                <w:szCs w:val="28"/>
              </w:rPr>
              <w:t>1)земельный участок</w:t>
            </w:r>
          </w:p>
          <w:p w:rsidR="00D053A5" w:rsidRDefault="00D053A5" w:rsidP="00D053A5">
            <w:pPr>
              <w:rPr>
                <w:szCs w:val="28"/>
              </w:rPr>
            </w:pPr>
            <w:r>
              <w:rPr>
                <w:szCs w:val="28"/>
              </w:rPr>
              <w:t>2)земельный участок</w:t>
            </w:r>
          </w:p>
          <w:p w:rsidR="00D053A5" w:rsidRDefault="00D053A5" w:rsidP="00D053A5">
            <w:pPr>
              <w:rPr>
                <w:szCs w:val="28"/>
              </w:rPr>
            </w:pPr>
            <w:r>
              <w:rPr>
                <w:szCs w:val="28"/>
              </w:rPr>
              <w:t>3)земельный участок</w:t>
            </w:r>
          </w:p>
          <w:p w:rsidR="00D053A5" w:rsidRDefault="00D053A5" w:rsidP="00D053A5">
            <w:pPr>
              <w:rPr>
                <w:szCs w:val="28"/>
              </w:rPr>
            </w:pPr>
            <w:r>
              <w:rPr>
                <w:szCs w:val="28"/>
              </w:rPr>
              <w:t xml:space="preserve">4)земельный участок (1/4 </w:t>
            </w:r>
            <w:proofErr w:type="gramStart"/>
            <w:r>
              <w:rPr>
                <w:szCs w:val="28"/>
              </w:rPr>
              <w:t>долевая</w:t>
            </w:r>
            <w:proofErr w:type="gramEnd"/>
            <w:r>
              <w:rPr>
                <w:szCs w:val="28"/>
              </w:rPr>
              <w:t>)</w:t>
            </w:r>
          </w:p>
          <w:p w:rsidR="00D053A5" w:rsidRDefault="00D053A5" w:rsidP="00D053A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5)земельный участок</w:t>
            </w:r>
          </w:p>
          <w:p w:rsidR="00357F8E" w:rsidRDefault="00357F8E" w:rsidP="00D053A5">
            <w:pPr>
              <w:rPr>
                <w:szCs w:val="28"/>
              </w:rPr>
            </w:pPr>
            <w:r>
              <w:rPr>
                <w:szCs w:val="28"/>
              </w:rPr>
              <w:t>6)жилой дом</w:t>
            </w:r>
          </w:p>
          <w:p w:rsidR="00357F8E" w:rsidRDefault="00357F8E" w:rsidP="00D053A5">
            <w:pPr>
              <w:rPr>
                <w:szCs w:val="28"/>
              </w:rPr>
            </w:pPr>
            <w:r>
              <w:rPr>
                <w:szCs w:val="28"/>
              </w:rPr>
              <w:t>7)Административное помещение</w:t>
            </w:r>
          </w:p>
          <w:p w:rsidR="00D053A5" w:rsidRPr="009E638C" w:rsidRDefault="00D053A5" w:rsidP="00D053A5">
            <w:pPr>
              <w:rPr>
                <w:szCs w:val="28"/>
              </w:rPr>
            </w:pPr>
          </w:p>
        </w:tc>
        <w:tc>
          <w:tcPr>
            <w:tcW w:w="1134" w:type="dxa"/>
          </w:tcPr>
          <w:p w:rsidR="00377BE4" w:rsidRDefault="00D053A5" w:rsidP="00D053A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1)1500,0</w:t>
            </w:r>
          </w:p>
          <w:p w:rsidR="00D053A5" w:rsidRDefault="00D053A5" w:rsidP="00D053A5">
            <w:pPr>
              <w:rPr>
                <w:szCs w:val="28"/>
              </w:rPr>
            </w:pPr>
          </w:p>
          <w:p w:rsidR="00D053A5" w:rsidRDefault="00D053A5" w:rsidP="00D053A5">
            <w:pPr>
              <w:rPr>
                <w:szCs w:val="28"/>
              </w:rPr>
            </w:pPr>
            <w:r>
              <w:rPr>
                <w:szCs w:val="28"/>
              </w:rPr>
              <w:t>2)353,0</w:t>
            </w:r>
          </w:p>
          <w:p w:rsidR="00D053A5" w:rsidRDefault="00D053A5" w:rsidP="00D053A5">
            <w:pPr>
              <w:rPr>
                <w:szCs w:val="28"/>
              </w:rPr>
            </w:pPr>
          </w:p>
          <w:p w:rsidR="00D053A5" w:rsidRDefault="00D053A5" w:rsidP="00D053A5">
            <w:pPr>
              <w:rPr>
                <w:szCs w:val="28"/>
              </w:rPr>
            </w:pPr>
            <w:r>
              <w:rPr>
                <w:szCs w:val="28"/>
              </w:rPr>
              <w:t>3)146,0</w:t>
            </w:r>
          </w:p>
          <w:p w:rsidR="00D053A5" w:rsidRDefault="00D053A5" w:rsidP="00D053A5">
            <w:pPr>
              <w:rPr>
                <w:szCs w:val="28"/>
              </w:rPr>
            </w:pPr>
          </w:p>
          <w:p w:rsidR="00D053A5" w:rsidRDefault="00D053A5" w:rsidP="00D053A5">
            <w:pPr>
              <w:rPr>
                <w:szCs w:val="28"/>
              </w:rPr>
            </w:pPr>
            <w:r>
              <w:rPr>
                <w:szCs w:val="28"/>
              </w:rPr>
              <w:t>4)136,0</w:t>
            </w:r>
          </w:p>
          <w:p w:rsidR="00D053A5" w:rsidRDefault="00D053A5" w:rsidP="00D053A5">
            <w:pPr>
              <w:rPr>
                <w:szCs w:val="28"/>
              </w:rPr>
            </w:pPr>
          </w:p>
          <w:p w:rsidR="00D053A5" w:rsidRDefault="00D053A5" w:rsidP="00D053A5">
            <w:pPr>
              <w:rPr>
                <w:szCs w:val="28"/>
              </w:rPr>
            </w:pPr>
          </w:p>
          <w:p w:rsidR="00D053A5" w:rsidRDefault="00D053A5" w:rsidP="00D053A5">
            <w:pPr>
              <w:rPr>
                <w:szCs w:val="28"/>
              </w:rPr>
            </w:pPr>
          </w:p>
          <w:p w:rsidR="00D053A5" w:rsidRDefault="00D053A5" w:rsidP="00D053A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5)1442,0</w:t>
            </w:r>
          </w:p>
          <w:p w:rsidR="00357F8E" w:rsidRDefault="00357F8E" w:rsidP="00D053A5">
            <w:pPr>
              <w:rPr>
                <w:szCs w:val="28"/>
              </w:rPr>
            </w:pPr>
          </w:p>
          <w:p w:rsidR="00357F8E" w:rsidRDefault="00357F8E" w:rsidP="00D053A5">
            <w:pPr>
              <w:rPr>
                <w:szCs w:val="28"/>
              </w:rPr>
            </w:pPr>
            <w:r>
              <w:rPr>
                <w:szCs w:val="28"/>
              </w:rPr>
              <w:t>6)110,2</w:t>
            </w:r>
          </w:p>
          <w:p w:rsidR="00357F8E" w:rsidRDefault="00357F8E" w:rsidP="00D053A5">
            <w:pPr>
              <w:rPr>
                <w:szCs w:val="28"/>
              </w:rPr>
            </w:pPr>
          </w:p>
          <w:p w:rsidR="00357F8E" w:rsidRPr="009E638C" w:rsidRDefault="00357F8E" w:rsidP="00D053A5">
            <w:pPr>
              <w:rPr>
                <w:szCs w:val="28"/>
              </w:rPr>
            </w:pPr>
            <w:r>
              <w:rPr>
                <w:szCs w:val="28"/>
              </w:rPr>
              <w:t>7)84,3</w:t>
            </w:r>
          </w:p>
        </w:tc>
        <w:tc>
          <w:tcPr>
            <w:tcW w:w="1276" w:type="dxa"/>
          </w:tcPr>
          <w:p w:rsidR="00377BE4" w:rsidRDefault="00D053A5" w:rsidP="00D053A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1)РФ</w:t>
            </w:r>
          </w:p>
          <w:p w:rsidR="00D053A5" w:rsidRDefault="00D053A5" w:rsidP="00D053A5">
            <w:pPr>
              <w:rPr>
                <w:szCs w:val="28"/>
              </w:rPr>
            </w:pPr>
          </w:p>
          <w:p w:rsidR="00D053A5" w:rsidRDefault="00D053A5" w:rsidP="00D053A5">
            <w:pPr>
              <w:rPr>
                <w:szCs w:val="28"/>
              </w:rPr>
            </w:pPr>
            <w:r>
              <w:rPr>
                <w:szCs w:val="28"/>
              </w:rPr>
              <w:t>2)РФ</w:t>
            </w:r>
          </w:p>
          <w:p w:rsidR="00D053A5" w:rsidRDefault="00D053A5" w:rsidP="00D053A5">
            <w:pPr>
              <w:rPr>
                <w:szCs w:val="28"/>
              </w:rPr>
            </w:pPr>
          </w:p>
          <w:p w:rsidR="00D053A5" w:rsidRDefault="00D053A5" w:rsidP="00D053A5">
            <w:pPr>
              <w:rPr>
                <w:szCs w:val="28"/>
              </w:rPr>
            </w:pPr>
            <w:r>
              <w:rPr>
                <w:szCs w:val="28"/>
              </w:rPr>
              <w:t>3)РФ</w:t>
            </w:r>
          </w:p>
          <w:p w:rsidR="00D053A5" w:rsidRDefault="00D053A5" w:rsidP="00D053A5">
            <w:pPr>
              <w:rPr>
                <w:szCs w:val="28"/>
              </w:rPr>
            </w:pPr>
          </w:p>
          <w:p w:rsidR="00D053A5" w:rsidRDefault="00D053A5" w:rsidP="00D053A5">
            <w:pPr>
              <w:rPr>
                <w:szCs w:val="28"/>
              </w:rPr>
            </w:pPr>
            <w:r>
              <w:rPr>
                <w:szCs w:val="28"/>
              </w:rPr>
              <w:t>4)РФ</w:t>
            </w:r>
          </w:p>
          <w:p w:rsidR="00D053A5" w:rsidRDefault="00D053A5" w:rsidP="00D053A5">
            <w:pPr>
              <w:rPr>
                <w:szCs w:val="28"/>
              </w:rPr>
            </w:pPr>
          </w:p>
          <w:p w:rsidR="00D053A5" w:rsidRDefault="00D053A5" w:rsidP="00D053A5">
            <w:pPr>
              <w:rPr>
                <w:szCs w:val="28"/>
              </w:rPr>
            </w:pPr>
          </w:p>
          <w:p w:rsidR="00D053A5" w:rsidRDefault="00D053A5" w:rsidP="00D053A5">
            <w:pPr>
              <w:rPr>
                <w:szCs w:val="28"/>
              </w:rPr>
            </w:pPr>
          </w:p>
          <w:p w:rsidR="00D053A5" w:rsidRDefault="00D053A5" w:rsidP="00D053A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5)РФ</w:t>
            </w:r>
          </w:p>
          <w:p w:rsidR="00357F8E" w:rsidRDefault="00357F8E" w:rsidP="00D053A5">
            <w:pPr>
              <w:rPr>
                <w:szCs w:val="28"/>
              </w:rPr>
            </w:pPr>
          </w:p>
          <w:p w:rsidR="00357F8E" w:rsidRDefault="00357F8E" w:rsidP="00D053A5">
            <w:pPr>
              <w:rPr>
                <w:szCs w:val="28"/>
              </w:rPr>
            </w:pPr>
            <w:r>
              <w:rPr>
                <w:szCs w:val="28"/>
              </w:rPr>
              <w:t>6)РФ</w:t>
            </w:r>
          </w:p>
          <w:p w:rsidR="00357F8E" w:rsidRDefault="00357F8E" w:rsidP="00D053A5">
            <w:pPr>
              <w:rPr>
                <w:szCs w:val="28"/>
              </w:rPr>
            </w:pPr>
          </w:p>
          <w:p w:rsidR="00357F8E" w:rsidRPr="009E638C" w:rsidRDefault="00357F8E" w:rsidP="00D053A5">
            <w:pPr>
              <w:rPr>
                <w:szCs w:val="28"/>
              </w:rPr>
            </w:pPr>
            <w:r>
              <w:rPr>
                <w:szCs w:val="28"/>
              </w:rPr>
              <w:t>7)РФ</w:t>
            </w:r>
          </w:p>
        </w:tc>
        <w:tc>
          <w:tcPr>
            <w:tcW w:w="1559" w:type="dxa"/>
          </w:tcPr>
          <w:p w:rsidR="00377BE4" w:rsidRDefault="00B8437F" w:rsidP="00B8437F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lastRenderedPageBreak/>
              <w:t>1)</w:t>
            </w:r>
            <w:r>
              <w:rPr>
                <w:szCs w:val="28"/>
                <w:lang w:val="en-US"/>
              </w:rPr>
              <w:t>Toyota Carina</w:t>
            </w:r>
          </w:p>
          <w:p w:rsidR="00B8437F" w:rsidRPr="00B8437F" w:rsidRDefault="00B8437F" w:rsidP="00B8437F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2)</w:t>
            </w:r>
            <w:r>
              <w:rPr>
                <w:szCs w:val="28"/>
              </w:rPr>
              <w:t>УАЗ 3151</w:t>
            </w:r>
          </w:p>
        </w:tc>
        <w:tc>
          <w:tcPr>
            <w:tcW w:w="1418" w:type="dxa"/>
            <w:vAlign w:val="center"/>
          </w:tcPr>
          <w:p w:rsidR="00377BE4" w:rsidRPr="009E638C" w:rsidRDefault="00B8437F" w:rsidP="00B8437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377BE4" w:rsidRPr="009E638C" w:rsidRDefault="00B8437F" w:rsidP="00D530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377BE4" w:rsidRPr="009E638C" w:rsidRDefault="00B8437F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377BE4" w:rsidRPr="009E638C" w:rsidRDefault="00B8437F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2254EB" w:rsidTr="004A337C">
        <w:tc>
          <w:tcPr>
            <w:tcW w:w="1951" w:type="dxa"/>
            <w:vAlign w:val="center"/>
          </w:tcPr>
          <w:p w:rsidR="002254EB" w:rsidRPr="009E638C" w:rsidRDefault="002254EB" w:rsidP="009C0FB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сын</w:t>
            </w:r>
          </w:p>
        </w:tc>
        <w:tc>
          <w:tcPr>
            <w:tcW w:w="1276" w:type="dxa"/>
            <w:vAlign w:val="center"/>
          </w:tcPr>
          <w:p w:rsidR="002254EB" w:rsidRPr="009E638C" w:rsidRDefault="002254EB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2254EB" w:rsidRPr="009E638C" w:rsidRDefault="002254EB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2254EB" w:rsidRPr="009E638C" w:rsidRDefault="002254EB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2254EB" w:rsidRPr="009E638C" w:rsidRDefault="002254EB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2254EB" w:rsidRPr="009E638C" w:rsidRDefault="002254EB" w:rsidP="001720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2254EB" w:rsidRPr="009E638C" w:rsidRDefault="002254EB" w:rsidP="002C79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2254EB" w:rsidRPr="009E638C" w:rsidRDefault="002254EB" w:rsidP="002C79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110,2</w:t>
            </w:r>
          </w:p>
        </w:tc>
        <w:tc>
          <w:tcPr>
            <w:tcW w:w="1134" w:type="dxa"/>
            <w:vAlign w:val="center"/>
          </w:tcPr>
          <w:p w:rsidR="002254EB" w:rsidRPr="009E638C" w:rsidRDefault="002254EB" w:rsidP="002C79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2254EB" w:rsidRPr="009E638C" w:rsidRDefault="002254EB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2254EB" w:rsidTr="004A337C">
        <w:tc>
          <w:tcPr>
            <w:tcW w:w="1951" w:type="dxa"/>
            <w:vAlign w:val="center"/>
          </w:tcPr>
          <w:p w:rsidR="002254EB" w:rsidRPr="009E638C" w:rsidRDefault="002254EB" w:rsidP="009C0FB5">
            <w:pPr>
              <w:rPr>
                <w:szCs w:val="28"/>
              </w:rPr>
            </w:pPr>
            <w:r>
              <w:rPr>
                <w:szCs w:val="28"/>
              </w:rPr>
              <w:t>сын</w:t>
            </w:r>
          </w:p>
        </w:tc>
        <w:tc>
          <w:tcPr>
            <w:tcW w:w="1276" w:type="dxa"/>
            <w:vAlign w:val="center"/>
          </w:tcPr>
          <w:p w:rsidR="002254EB" w:rsidRPr="009E638C" w:rsidRDefault="002254EB" w:rsidP="004E4B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2254EB" w:rsidRPr="009E638C" w:rsidRDefault="002254EB" w:rsidP="002C79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2254EB" w:rsidRPr="009E638C" w:rsidRDefault="002254EB" w:rsidP="002C79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2254EB" w:rsidRPr="009E638C" w:rsidRDefault="002254EB" w:rsidP="002C79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2254EB" w:rsidRPr="009E638C" w:rsidRDefault="002254EB" w:rsidP="002C79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2254EB" w:rsidRPr="009E638C" w:rsidRDefault="002254EB" w:rsidP="002C79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2254EB" w:rsidRPr="009E638C" w:rsidRDefault="002254EB" w:rsidP="002C79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110,2</w:t>
            </w:r>
          </w:p>
        </w:tc>
        <w:tc>
          <w:tcPr>
            <w:tcW w:w="1134" w:type="dxa"/>
            <w:vAlign w:val="center"/>
          </w:tcPr>
          <w:p w:rsidR="002254EB" w:rsidRPr="009E638C" w:rsidRDefault="002254EB" w:rsidP="002C79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2254EB" w:rsidRPr="009E638C" w:rsidRDefault="002254EB" w:rsidP="002C79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:rsidR="00875F76" w:rsidRDefault="00875F76" w:rsidP="00826DD5">
      <w:pPr>
        <w:spacing w:line="276" w:lineRule="auto"/>
        <w:jc w:val="center"/>
        <w:rPr>
          <w:b/>
          <w:sz w:val="28"/>
          <w:szCs w:val="28"/>
        </w:rPr>
      </w:pPr>
    </w:p>
    <w:p w:rsidR="00875F76" w:rsidRDefault="00875F76" w:rsidP="00826DD5">
      <w:pPr>
        <w:spacing w:line="276" w:lineRule="auto"/>
        <w:jc w:val="center"/>
        <w:rPr>
          <w:b/>
          <w:sz w:val="28"/>
          <w:szCs w:val="28"/>
        </w:rPr>
      </w:pPr>
    </w:p>
    <w:p w:rsidR="00826DD5" w:rsidRPr="00713E5F" w:rsidRDefault="00826DD5" w:rsidP="00826DD5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Сведения </w:t>
      </w:r>
    </w:p>
    <w:p w:rsidR="00826DD5" w:rsidRPr="00713E5F" w:rsidRDefault="00826DD5" w:rsidP="00826DD5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826DD5" w:rsidRDefault="00A34EC9" w:rsidP="00826DD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руководителей образовательных организаций</w:t>
      </w:r>
      <w:r w:rsidR="00826DD5" w:rsidRPr="00713E5F">
        <w:rPr>
          <w:b/>
          <w:sz w:val="28"/>
          <w:szCs w:val="28"/>
        </w:rPr>
        <w:t xml:space="preserve"> муниципального района «</w:t>
      </w:r>
      <w:proofErr w:type="spellStart"/>
      <w:r w:rsidR="00826DD5" w:rsidRPr="00713E5F">
        <w:rPr>
          <w:b/>
          <w:sz w:val="28"/>
          <w:szCs w:val="28"/>
        </w:rPr>
        <w:t>Шилкинский</w:t>
      </w:r>
      <w:proofErr w:type="spellEnd"/>
      <w:r w:rsidR="00826DD5" w:rsidRPr="00713E5F">
        <w:rPr>
          <w:b/>
          <w:sz w:val="28"/>
          <w:szCs w:val="28"/>
        </w:rPr>
        <w:t xml:space="preserve"> район» </w:t>
      </w:r>
    </w:p>
    <w:p w:rsidR="00826DD5" w:rsidRPr="00713E5F" w:rsidRDefault="00826DD5" w:rsidP="00826DD5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 xml:space="preserve">и членов их семей </w:t>
      </w:r>
    </w:p>
    <w:p w:rsidR="00826DD5" w:rsidRPr="00713E5F" w:rsidRDefault="00826DD5" w:rsidP="00826DD5">
      <w:pPr>
        <w:spacing w:line="276" w:lineRule="auto"/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>за период с 01 января по 31 декабря 201</w:t>
      </w:r>
      <w:r w:rsidR="003B7699">
        <w:rPr>
          <w:b/>
          <w:sz w:val="28"/>
          <w:szCs w:val="28"/>
        </w:rPr>
        <w:t>6</w:t>
      </w:r>
      <w:r w:rsidRPr="00713E5F">
        <w:rPr>
          <w:b/>
          <w:sz w:val="28"/>
          <w:szCs w:val="28"/>
        </w:rPr>
        <w:t xml:space="preserve"> года</w:t>
      </w:r>
    </w:p>
    <w:p w:rsidR="00826DD5" w:rsidRDefault="00826DD5" w:rsidP="00826DD5">
      <w:pPr>
        <w:jc w:val="center"/>
        <w:rPr>
          <w:szCs w:val="28"/>
        </w:rPr>
      </w:pPr>
    </w:p>
    <w:p w:rsidR="00826DD5" w:rsidRDefault="00826DD5" w:rsidP="00826DD5">
      <w:pPr>
        <w:jc w:val="center"/>
        <w:rPr>
          <w:b/>
          <w:szCs w:val="28"/>
        </w:rPr>
      </w:pPr>
    </w:p>
    <w:p w:rsidR="00826DD5" w:rsidRPr="00713E5F" w:rsidRDefault="00826DD5" w:rsidP="00826DD5">
      <w:pPr>
        <w:jc w:val="center"/>
        <w:rPr>
          <w:b/>
          <w:sz w:val="28"/>
          <w:szCs w:val="28"/>
        </w:rPr>
      </w:pPr>
      <w:r w:rsidRPr="00713E5F">
        <w:rPr>
          <w:b/>
          <w:sz w:val="28"/>
          <w:szCs w:val="28"/>
        </w:rPr>
        <w:t>КАТЕГОРИЯ «РУКОВОДИТЕЛИ»</w:t>
      </w:r>
    </w:p>
    <w:p w:rsidR="00826DD5" w:rsidRDefault="00826DD5" w:rsidP="00826DD5">
      <w:pPr>
        <w:jc w:val="center"/>
        <w:rPr>
          <w:szCs w:val="28"/>
        </w:rPr>
      </w:pPr>
    </w:p>
    <w:tbl>
      <w:tblPr>
        <w:tblW w:w="14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559"/>
        <w:gridCol w:w="1134"/>
        <w:gridCol w:w="1276"/>
        <w:gridCol w:w="1418"/>
        <w:gridCol w:w="1559"/>
        <w:gridCol w:w="1134"/>
        <w:gridCol w:w="1228"/>
        <w:gridCol w:w="2410"/>
      </w:tblGrid>
      <w:tr w:rsidR="00826DD5" w:rsidTr="00710085">
        <w:tc>
          <w:tcPr>
            <w:tcW w:w="1668" w:type="dxa"/>
            <w:vMerge w:val="restart"/>
          </w:tcPr>
          <w:p w:rsidR="00826DD5" w:rsidRPr="00255D10" w:rsidRDefault="00826DD5" w:rsidP="004B0BA1">
            <w:pPr>
              <w:jc w:val="both"/>
              <w:rPr>
                <w:szCs w:val="2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Декларированный доход (руб.)</w:t>
            </w:r>
          </w:p>
        </w:tc>
        <w:tc>
          <w:tcPr>
            <w:tcW w:w="5387" w:type="dxa"/>
            <w:gridSpan w:val="4"/>
            <w:vAlign w:val="center"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21" w:type="dxa"/>
            <w:gridSpan w:val="3"/>
            <w:vAlign w:val="center"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 xml:space="preserve">Перечень объектов недвижимого имущества, </w:t>
            </w:r>
          </w:p>
          <w:p w:rsidR="00826DD5" w:rsidRPr="00255D10" w:rsidRDefault="00826DD5" w:rsidP="004B0BA1">
            <w:pPr>
              <w:jc w:val="center"/>
              <w:rPr>
                <w:szCs w:val="28"/>
              </w:rPr>
            </w:pPr>
            <w:proofErr w:type="gramStart"/>
            <w:r w:rsidRPr="00255D10">
              <w:rPr>
                <w:szCs w:val="28"/>
              </w:rPr>
              <w:t>находящихся</w:t>
            </w:r>
            <w:proofErr w:type="gramEnd"/>
            <w:r w:rsidRPr="00255D10">
              <w:rPr>
                <w:szCs w:val="28"/>
              </w:rPr>
              <w:t xml:space="preserve"> в пользовании</w:t>
            </w:r>
          </w:p>
        </w:tc>
        <w:tc>
          <w:tcPr>
            <w:tcW w:w="2410" w:type="dxa"/>
            <w:vMerge w:val="restart"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</w:t>
            </w:r>
            <w:r>
              <w:rPr>
                <w:szCs w:val="28"/>
              </w:rPr>
              <w:lastRenderedPageBreak/>
              <w:t>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26DD5" w:rsidTr="00D2211B">
        <w:tc>
          <w:tcPr>
            <w:tcW w:w="1668" w:type="dxa"/>
            <w:vMerge/>
          </w:tcPr>
          <w:p w:rsidR="00826DD5" w:rsidRPr="00255D10" w:rsidRDefault="00826DD5" w:rsidP="004B0BA1">
            <w:pPr>
              <w:jc w:val="both"/>
              <w:rPr>
                <w:szCs w:val="28"/>
              </w:rPr>
            </w:pPr>
          </w:p>
        </w:tc>
        <w:tc>
          <w:tcPr>
            <w:tcW w:w="1417" w:type="dxa"/>
            <w:vMerge/>
          </w:tcPr>
          <w:p w:rsidR="00826DD5" w:rsidRPr="00255D10" w:rsidRDefault="00826DD5" w:rsidP="004B0BA1">
            <w:pPr>
              <w:jc w:val="both"/>
              <w:rPr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Площадь (</w:t>
            </w:r>
            <w:proofErr w:type="spellStart"/>
            <w:r w:rsidRPr="00255D10">
              <w:rPr>
                <w:szCs w:val="28"/>
              </w:rPr>
              <w:t>кв</w:t>
            </w:r>
            <w:proofErr w:type="gramStart"/>
            <w:r w:rsidRPr="00255D10">
              <w:rPr>
                <w:szCs w:val="28"/>
              </w:rPr>
              <w:t>.м</w:t>
            </w:r>
            <w:proofErr w:type="spellEnd"/>
            <w:proofErr w:type="gramEnd"/>
            <w:r w:rsidRPr="00255D10">
              <w:rPr>
                <w:szCs w:val="28"/>
              </w:rPr>
              <w:t>)</w:t>
            </w:r>
          </w:p>
        </w:tc>
        <w:tc>
          <w:tcPr>
            <w:tcW w:w="1276" w:type="dxa"/>
            <w:vAlign w:val="center"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Страна расположения</w:t>
            </w:r>
          </w:p>
        </w:tc>
        <w:tc>
          <w:tcPr>
            <w:tcW w:w="1418" w:type="dxa"/>
            <w:vAlign w:val="center"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транспортные средства</w:t>
            </w:r>
          </w:p>
        </w:tc>
        <w:tc>
          <w:tcPr>
            <w:tcW w:w="1559" w:type="dxa"/>
            <w:vAlign w:val="center"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 xml:space="preserve">Вид объектов </w:t>
            </w:r>
          </w:p>
          <w:p w:rsidR="00826DD5" w:rsidRPr="00255D10" w:rsidRDefault="00826DD5" w:rsidP="004B0BA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недвижимости</w:t>
            </w:r>
          </w:p>
        </w:tc>
        <w:tc>
          <w:tcPr>
            <w:tcW w:w="1134" w:type="dxa"/>
            <w:vAlign w:val="center"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Площадь (</w:t>
            </w:r>
            <w:proofErr w:type="spellStart"/>
            <w:r w:rsidRPr="00255D10">
              <w:rPr>
                <w:szCs w:val="28"/>
              </w:rPr>
              <w:t>кв</w:t>
            </w:r>
            <w:proofErr w:type="gramStart"/>
            <w:r w:rsidRPr="00255D10">
              <w:rPr>
                <w:szCs w:val="28"/>
              </w:rPr>
              <w:t>.м</w:t>
            </w:r>
            <w:proofErr w:type="spellEnd"/>
            <w:proofErr w:type="gramEnd"/>
            <w:r w:rsidRPr="00255D10">
              <w:rPr>
                <w:szCs w:val="28"/>
              </w:rPr>
              <w:t>)</w:t>
            </w:r>
          </w:p>
        </w:tc>
        <w:tc>
          <w:tcPr>
            <w:tcW w:w="1228" w:type="dxa"/>
            <w:vAlign w:val="center"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  <w:r w:rsidRPr="00255D10">
              <w:rPr>
                <w:szCs w:val="28"/>
              </w:rPr>
              <w:t>Страна расположения</w:t>
            </w:r>
          </w:p>
        </w:tc>
        <w:tc>
          <w:tcPr>
            <w:tcW w:w="2410" w:type="dxa"/>
            <w:vMerge/>
          </w:tcPr>
          <w:p w:rsidR="00826DD5" w:rsidRPr="00255D10" w:rsidRDefault="00826DD5" w:rsidP="004B0BA1">
            <w:pPr>
              <w:jc w:val="center"/>
              <w:rPr>
                <w:szCs w:val="28"/>
              </w:rPr>
            </w:pPr>
          </w:p>
        </w:tc>
      </w:tr>
      <w:tr w:rsidR="00A34EC9" w:rsidTr="00D2211B">
        <w:tc>
          <w:tcPr>
            <w:tcW w:w="1668" w:type="dxa"/>
          </w:tcPr>
          <w:p w:rsidR="00A34EC9" w:rsidRPr="00F40D42" w:rsidRDefault="00A34EC9" w:rsidP="00710085">
            <w:proofErr w:type="spellStart"/>
            <w:r w:rsidRPr="002C79E0">
              <w:lastRenderedPageBreak/>
              <w:t>Шаврова</w:t>
            </w:r>
            <w:proofErr w:type="spellEnd"/>
            <w:r w:rsidRPr="002C79E0">
              <w:t xml:space="preserve"> Светлана Владимировна</w:t>
            </w:r>
          </w:p>
        </w:tc>
        <w:tc>
          <w:tcPr>
            <w:tcW w:w="1417" w:type="dxa"/>
            <w:vAlign w:val="center"/>
          </w:tcPr>
          <w:p w:rsidR="00A34EC9" w:rsidRPr="00710085" w:rsidRDefault="002C79E0" w:rsidP="00C6239B">
            <w:pPr>
              <w:jc w:val="center"/>
            </w:pPr>
            <w:r>
              <w:t>540</w:t>
            </w:r>
            <w:r w:rsidR="00C6239B">
              <w:t>238</w:t>
            </w:r>
            <w:r>
              <w:t>,</w:t>
            </w:r>
            <w:r w:rsidR="00C6239B">
              <w:t>34</w:t>
            </w:r>
          </w:p>
        </w:tc>
        <w:tc>
          <w:tcPr>
            <w:tcW w:w="1559" w:type="dxa"/>
          </w:tcPr>
          <w:p w:rsidR="00A34EC9" w:rsidRPr="00710085" w:rsidRDefault="001065B1" w:rsidP="00710085">
            <w:r>
              <w:t xml:space="preserve">3-х комнатная </w:t>
            </w:r>
            <w:r w:rsidR="00A34EC9" w:rsidRPr="00710085">
              <w:t>квартира</w:t>
            </w:r>
            <w:r>
              <w:t xml:space="preserve"> (1/2 доли)</w:t>
            </w:r>
          </w:p>
        </w:tc>
        <w:tc>
          <w:tcPr>
            <w:tcW w:w="1134" w:type="dxa"/>
          </w:tcPr>
          <w:p w:rsidR="00A34EC9" w:rsidRPr="00710085" w:rsidRDefault="00A34EC9" w:rsidP="00710085">
            <w:r w:rsidRPr="00710085">
              <w:t>65,8</w:t>
            </w:r>
          </w:p>
        </w:tc>
        <w:tc>
          <w:tcPr>
            <w:tcW w:w="1276" w:type="dxa"/>
          </w:tcPr>
          <w:p w:rsidR="00A34EC9" w:rsidRPr="00710085" w:rsidRDefault="00A34EC9" w:rsidP="00710085">
            <w:r w:rsidRPr="00710085">
              <w:t>РФ</w:t>
            </w:r>
          </w:p>
        </w:tc>
        <w:tc>
          <w:tcPr>
            <w:tcW w:w="1418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  <w:tc>
          <w:tcPr>
            <w:tcW w:w="1559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  <w:tc>
          <w:tcPr>
            <w:tcW w:w="1134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  <w:tc>
          <w:tcPr>
            <w:tcW w:w="1228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  <w:tc>
          <w:tcPr>
            <w:tcW w:w="2410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</w:tr>
      <w:tr w:rsidR="00A34EC9" w:rsidTr="00D2211B">
        <w:tc>
          <w:tcPr>
            <w:tcW w:w="1668" w:type="dxa"/>
          </w:tcPr>
          <w:p w:rsidR="00A34EC9" w:rsidRPr="00F40D42" w:rsidRDefault="00A34EC9" w:rsidP="00710085">
            <w:r w:rsidRPr="00F40D42">
              <w:t>супруг</w:t>
            </w:r>
          </w:p>
        </w:tc>
        <w:tc>
          <w:tcPr>
            <w:tcW w:w="1417" w:type="dxa"/>
            <w:vAlign w:val="center"/>
          </w:tcPr>
          <w:p w:rsidR="00A34EC9" w:rsidRPr="00710085" w:rsidRDefault="002C79E0" w:rsidP="004B0BA1">
            <w:pPr>
              <w:jc w:val="center"/>
            </w:pPr>
            <w:r>
              <w:t>451072,25</w:t>
            </w:r>
          </w:p>
        </w:tc>
        <w:tc>
          <w:tcPr>
            <w:tcW w:w="1559" w:type="dxa"/>
          </w:tcPr>
          <w:p w:rsidR="00A34EC9" w:rsidRPr="00710085" w:rsidRDefault="00A34EC9" w:rsidP="00710085">
            <w:r w:rsidRPr="00710085">
              <w:t>1)жилой дом</w:t>
            </w:r>
          </w:p>
          <w:p w:rsidR="00A34EC9" w:rsidRPr="00710085" w:rsidRDefault="00A34EC9" w:rsidP="00710085">
            <w:r w:rsidRPr="00710085">
              <w:t>2)</w:t>
            </w:r>
            <w:r w:rsidR="001065B1">
              <w:t xml:space="preserve"> 3-х комнатная </w:t>
            </w:r>
            <w:r w:rsidR="001065B1" w:rsidRPr="00710085">
              <w:t>квартира</w:t>
            </w:r>
            <w:r w:rsidR="001065B1">
              <w:t xml:space="preserve"> (1/2 доли)</w:t>
            </w:r>
          </w:p>
        </w:tc>
        <w:tc>
          <w:tcPr>
            <w:tcW w:w="1134" w:type="dxa"/>
          </w:tcPr>
          <w:p w:rsidR="00A34EC9" w:rsidRPr="00710085" w:rsidRDefault="00A34EC9" w:rsidP="00710085">
            <w:r w:rsidRPr="00710085">
              <w:t>1)47,4</w:t>
            </w:r>
          </w:p>
          <w:p w:rsidR="00A34EC9" w:rsidRPr="00710085" w:rsidRDefault="00A34EC9" w:rsidP="00710085">
            <w:r w:rsidRPr="00710085">
              <w:t>2)65,8</w:t>
            </w:r>
          </w:p>
        </w:tc>
        <w:tc>
          <w:tcPr>
            <w:tcW w:w="1276" w:type="dxa"/>
          </w:tcPr>
          <w:p w:rsidR="00A34EC9" w:rsidRPr="00710085" w:rsidRDefault="00A34EC9" w:rsidP="00710085">
            <w:r w:rsidRPr="00710085">
              <w:t>1)РФ</w:t>
            </w:r>
          </w:p>
          <w:p w:rsidR="00A34EC9" w:rsidRPr="00710085" w:rsidRDefault="00A34EC9" w:rsidP="00710085">
            <w:r w:rsidRPr="00710085">
              <w:t>2)РФ</w:t>
            </w:r>
          </w:p>
        </w:tc>
        <w:tc>
          <w:tcPr>
            <w:tcW w:w="1418" w:type="dxa"/>
            <w:vAlign w:val="center"/>
          </w:tcPr>
          <w:p w:rsidR="00A34EC9" w:rsidRPr="00710085" w:rsidRDefault="00A34EC9" w:rsidP="004B0BA1">
            <w:pPr>
              <w:jc w:val="center"/>
              <w:rPr>
                <w:lang w:val="en-US"/>
              </w:rPr>
            </w:pPr>
            <w:r w:rsidRPr="00710085">
              <w:rPr>
                <w:lang w:val="en-US"/>
              </w:rPr>
              <w:t>Toyota</w:t>
            </w:r>
            <w:r w:rsidRPr="00710085">
              <w:t xml:space="preserve"> </w:t>
            </w:r>
            <w:r w:rsidRPr="00710085">
              <w:rPr>
                <w:lang w:val="en-US"/>
              </w:rPr>
              <w:t>Hilux Surf</w:t>
            </w:r>
          </w:p>
        </w:tc>
        <w:tc>
          <w:tcPr>
            <w:tcW w:w="1559" w:type="dxa"/>
            <w:vAlign w:val="center"/>
          </w:tcPr>
          <w:p w:rsidR="00A34EC9" w:rsidRPr="00710085" w:rsidRDefault="00A34EC9" w:rsidP="004B0BA1">
            <w:pPr>
              <w:jc w:val="center"/>
              <w:rPr>
                <w:lang w:val="en-US"/>
              </w:rPr>
            </w:pPr>
            <w:r w:rsidRPr="00710085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34EC9" w:rsidRPr="00710085" w:rsidRDefault="00A34EC9" w:rsidP="004B0BA1">
            <w:pPr>
              <w:jc w:val="center"/>
              <w:rPr>
                <w:lang w:val="en-US"/>
              </w:rPr>
            </w:pPr>
            <w:r w:rsidRPr="00710085">
              <w:rPr>
                <w:lang w:val="en-US"/>
              </w:rPr>
              <w:t>-</w:t>
            </w:r>
          </w:p>
        </w:tc>
        <w:tc>
          <w:tcPr>
            <w:tcW w:w="1228" w:type="dxa"/>
            <w:vAlign w:val="center"/>
          </w:tcPr>
          <w:p w:rsidR="00A34EC9" w:rsidRPr="00710085" w:rsidRDefault="00A34EC9" w:rsidP="004B0BA1">
            <w:pPr>
              <w:jc w:val="center"/>
              <w:rPr>
                <w:lang w:val="en-US"/>
              </w:rPr>
            </w:pPr>
            <w:r w:rsidRPr="00710085">
              <w:rPr>
                <w:lang w:val="en-US"/>
              </w:rPr>
              <w:t>-</w:t>
            </w:r>
          </w:p>
        </w:tc>
        <w:tc>
          <w:tcPr>
            <w:tcW w:w="2410" w:type="dxa"/>
            <w:vAlign w:val="center"/>
          </w:tcPr>
          <w:p w:rsidR="00A34EC9" w:rsidRPr="00710085" w:rsidRDefault="00A34EC9" w:rsidP="004B0BA1">
            <w:pPr>
              <w:jc w:val="center"/>
            </w:pPr>
            <w:r w:rsidRPr="00710085">
              <w:t>-</w:t>
            </w:r>
          </w:p>
        </w:tc>
      </w:tr>
      <w:tr w:rsidR="002C79E0" w:rsidTr="00D2211B">
        <w:tc>
          <w:tcPr>
            <w:tcW w:w="1668" w:type="dxa"/>
          </w:tcPr>
          <w:p w:rsidR="002C79E0" w:rsidRPr="00AB381F" w:rsidRDefault="002C79E0" w:rsidP="00EB4FF2">
            <w:r>
              <w:t>Варламова Юлия Михайловна</w:t>
            </w:r>
          </w:p>
        </w:tc>
        <w:tc>
          <w:tcPr>
            <w:tcW w:w="1417" w:type="dxa"/>
            <w:vAlign w:val="center"/>
          </w:tcPr>
          <w:p w:rsidR="002C79E0" w:rsidRPr="00D8126F" w:rsidRDefault="002C79E0" w:rsidP="004B0BA1">
            <w:pPr>
              <w:jc w:val="center"/>
            </w:pPr>
            <w:r>
              <w:t>557023,74</w:t>
            </w:r>
          </w:p>
        </w:tc>
        <w:tc>
          <w:tcPr>
            <w:tcW w:w="1559" w:type="dxa"/>
          </w:tcPr>
          <w:p w:rsidR="002C79E0" w:rsidRPr="00D8126F" w:rsidRDefault="002C79E0" w:rsidP="004B0BA1">
            <w:r>
              <w:t xml:space="preserve">2-х комнатная </w:t>
            </w:r>
            <w:r w:rsidRPr="00D8126F">
              <w:t>квартира</w:t>
            </w:r>
          </w:p>
          <w:p w:rsidR="002C79E0" w:rsidRPr="00D8126F" w:rsidRDefault="002C79E0" w:rsidP="00AB381F"/>
        </w:tc>
        <w:tc>
          <w:tcPr>
            <w:tcW w:w="1134" w:type="dxa"/>
          </w:tcPr>
          <w:p w:rsidR="002C79E0" w:rsidRPr="00D8126F" w:rsidRDefault="002C79E0" w:rsidP="00AB381F">
            <w:r>
              <w:t>63,7</w:t>
            </w:r>
          </w:p>
        </w:tc>
        <w:tc>
          <w:tcPr>
            <w:tcW w:w="1276" w:type="dxa"/>
          </w:tcPr>
          <w:p w:rsidR="002C79E0" w:rsidRPr="00D8126F" w:rsidRDefault="002C79E0" w:rsidP="004B0BA1">
            <w:r w:rsidRPr="00D8126F">
              <w:t>РФ</w:t>
            </w:r>
          </w:p>
          <w:p w:rsidR="002C79E0" w:rsidRPr="00D8126F" w:rsidRDefault="002C79E0" w:rsidP="004B0BA1"/>
        </w:tc>
        <w:tc>
          <w:tcPr>
            <w:tcW w:w="1418" w:type="dxa"/>
          </w:tcPr>
          <w:p w:rsidR="002C79E0" w:rsidRPr="002C79E0" w:rsidRDefault="002C79E0" w:rsidP="002C79E0">
            <w:r>
              <w:rPr>
                <w:lang w:val="en-US"/>
              </w:rPr>
              <w:t>Suzuki Swift</w:t>
            </w:r>
          </w:p>
        </w:tc>
        <w:tc>
          <w:tcPr>
            <w:tcW w:w="1559" w:type="dxa"/>
          </w:tcPr>
          <w:p w:rsidR="002C79E0" w:rsidRPr="00D8126F" w:rsidRDefault="002C79E0" w:rsidP="002C79E0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C79E0" w:rsidRPr="00D8126F" w:rsidRDefault="002C79E0" w:rsidP="002C79E0">
            <w:pPr>
              <w:jc w:val="center"/>
            </w:pPr>
            <w:r>
              <w:t>-</w:t>
            </w:r>
          </w:p>
        </w:tc>
        <w:tc>
          <w:tcPr>
            <w:tcW w:w="1228" w:type="dxa"/>
          </w:tcPr>
          <w:p w:rsidR="002C79E0" w:rsidRPr="00D8126F" w:rsidRDefault="002C79E0" w:rsidP="002C79E0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2C79E0" w:rsidRPr="00D8126F" w:rsidRDefault="002C79E0" w:rsidP="004B0BA1">
            <w:pPr>
              <w:jc w:val="center"/>
            </w:pPr>
            <w:r w:rsidRPr="00D8126F">
              <w:t>-</w:t>
            </w:r>
          </w:p>
        </w:tc>
      </w:tr>
      <w:tr w:rsidR="002C79E0" w:rsidTr="00D2211B">
        <w:tc>
          <w:tcPr>
            <w:tcW w:w="1668" w:type="dxa"/>
          </w:tcPr>
          <w:p w:rsidR="002C79E0" w:rsidRPr="00AB381F" w:rsidRDefault="002C79E0" w:rsidP="00D8126F">
            <w:r w:rsidRPr="00AB381F">
              <w:t>супруг</w:t>
            </w:r>
          </w:p>
        </w:tc>
        <w:tc>
          <w:tcPr>
            <w:tcW w:w="1417" w:type="dxa"/>
            <w:vAlign w:val="center"/>
          </w:tcPr>
          <w:p w:rsidR="002C79E0" w:rsidRPr="00D8126F" w:rsidRDefault="002C79E0" w:rsidP="004B0BA1">
            <w:pPr>
              <w:jc w:val="center"/>
            </w:pPr>
            <w:r>
              <w:t>495576,35</w:t>
            </w:r>
          </w:p>
        </w:tc>
        <w:tc>
          <w:tcPr>
            <w:tcW w:w="1559" w:type="dxa"/>
            <w:vAlign w:val="center"/>
          </w:tcPr>
          <w:p w:rsidR="002C79E0" w:rsidRPr="00D8126F" w:rsidRDefault="002C79E0" w:rsidP="00BE64EB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C79E0" w:rsidRPr="00D8126F" w:rsidRDefault="002C79E0" w:rsidP="00BE64EB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2C79E0" w:rsidRPr="00D8126F" w:rsidRDefault="002C79E0" w:rsidP="00BE64EB">
            <w:pPr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2C79E0" w:rsidRPr="00D8126F" w:rsidRDefault="002C79E0" w:rsidP="00BE64EB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C79E0" w:rsidRPr="00D8126F" w:rsidRDefault="002C79E0" w:rsidP="002C79E0">
            <w:r>
              <w:t xml:space="preserve">2-х комнатная </w:t>
            </w:r>
            <w:r w:rsidRPr="00D8126F">
              <w:t>квартира</w:t>
            </w:r>
          </w:p>
          <w:p w:rsidR="002C79E0" w:rsidRPr="00D8126F" w:rsidRDefault="002C79E0" w:rsidP="002C79E0"/>
        </w:tc>
        <w:tc>
          <w:tcPr>
            <w:tcW w:w="1134" w:type="dxa"/>
          </w:tcPr>
          <w:p w:rsidR="002C79E0" w:rsidRPr="00D8126F" w:rsidRDefault="002C79E0" w:rsidP="002C79E0">
            <w:r>
              <w:t>63,7</w:t>
            </w:r>
          </w:p>
        </w:tc>
        <w:tc>
          <w:tcPr>
            <w:tcW w:w="1228" w:type="dxa"/>
          </w:tcPr>
          <w:p w:rsidR="002C79E0" w:rsidRPr="00D8126F" w:rsidRDefault="002C79E0" w:rsidP="002C79E0">
            <w:r w:rsidRPr="00D8126F">
              <w:t>РФ</w:t>
            </w:r>
          </w:p>
          <w:p w:rsidR="002C79E0" w:rsidRPr="00D8126F" w:rsidRDefault="002C79E0" w:rsidP="002C79E0"/>
        </w:tc>
        <w:tc>
          <w:tcPr>
            <w:tcW w:w="2410" w:type="dxa"/>
            <w:vAlign w:val="center"/>
          </w:tcPr>
          <w:p w:rsidR="002C79E0" w:rsidRPr="00D8126F" w:rsidRDefault="002C79E0" w:rsidP="004B0BA1">
            <w:pPr>
              <w:jc w:val="center"/>
            </w:pPr>
            <w:r w:rsidRPr="00D8126F">
              <w:t>-</w:t>
            </w:r>
          </w:p>
        </w:tc>
      </w:tr>
      <w:tr w:rsidR="00A34EC9" w:rsidTr="00D2211B">
        <w:tc>
          <w:tcPr>
            <w:tcW w:w="1668" w:type="dxa"/>
          </w:tcPr>
          <w:p w:rsidR="00A34EC9" w:rsidRPr="001F386D" w:rsidRDefault="00A34EC9" w:rsidP="00EB4FF2">
            <w:pPr>
              <w:rPr>
                <w:color w:val="FF0000"/>
              </w:rPr>
            </w:pPr>
            <w:r w:rsidRPr="00516860">
              <w:t>Ваулина Елена Николаевна</w:t>
            </w:r>
          </w:p>
        </w:tc>
        <w:tc>
          <w:tcPr>
            <w:tcW w:w="1417" w:type="dxa"/>
            <w:vAlign w:val="center"/>
          </w:tcPr>
          <w:p w:rsidR="00A34EC9" w:rsidRPr="00EB4FF2" w:rsidRDefault="00F15EEA" w:rsidP="004B0BA1">
            <w:pPr>
              <w:jc w:val="center"/>
            </w:pPr>
            <w:r>
              <w:t>564054,96</w:t>
            </w:r>
          </w:p>
        </w:tc>
        <w:tc>
          <w:tcPr>
            <w:tcW w:w="1559" w:type="dxa"/>
            <w:vAlign w:val="center"/>
          </w:tcPr>
          <w:p w:rsidR="00A34EC9" w:rsidRPr="00EB4FF2" w:rsidRDefault="00516860" w:rsidP="00EB4FF2">
            <w:r>
              <w:t xml:space="preserve">4-х комнатная </w:t>
            </w:r>
            <w:r w:rsidR="00A34EC9" w:rsidRPr="00EB4FF2">
              <w:t>квартира</w:t>
            </w:r>
          </w:p>
        </w:tc>
        <w:tc>
          <w:tcPr>
            <w:tcW w:w="1134" w:type="dxa"/>
            <w:vAlign w:val="center"/>
          </w:tcPr>
          <w:p w:rsidR="00A34EC9" w:rsidRPr="00EB4FF2" w:rsidRDefault="00A34EC9" w:rsidP="00EB4FF2">
            <w:r w:rsidRPr="00EB4FF2">
              <w:t>81</w:t>
            </w:r>
            <w:r w:rsidR="00516860">
              <w:t>,8</w:t>
            </w:r>
            <w:r w:rsidRPr="00EB4FF2">
              <w:t xml:space="preserve"> </w:t>
            </w:r>
          </w:p>
        </w:tc>
        <w:tc>
          <w:tcPr>
            <w:tcW w:w="1276" w:type="dxa"/>
            <w:vAlign w:val="center"/>
          </w:tcPr>
          <w:p w:rsidR="00A34EC9" w:rsidRPr="00EB4FF2" w:rsidRDefault="00A34EC9" w:rsidP="004B0BA1">
            <w:r w:rsidRPr="00EB4FF2">
              <w:t>РФ</w:t>
            </w:r>
          </w:p>
        </w:tc>
        <w:tc>
          <w:tcPr>
            <w:tcW w:w="1418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-</w:t>
            </w:r>
          </w:p>
        </w:tc>
        <w:tc>
          <w:tcPr>
            <w:tcW w:w="1559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-</w:t>
            </w:r>
          </w:p>
        </w:tc>
        <w:tc>
          <w:tcPr>
            <w:tcW w:w="1134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-</w:t>
            </w:r>
          </w:p>
        </w:tc>
        <w:tc>
          <w:tcPr>
            <w:tcW w:w="1228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-</w:t>
            </w:r>
          </w:p>
        </w:tc>
        <w:tc>
          <w:tcPr>
            <w:tcW w:w="2410" w:type="dxa"/>
            <w:vAlign w:val="center"/>
          </w:tcPr>
          <w:p w:rsidR="00A34EC9" w:rsidRPr="00EB4FF2" w:rsidRDefault="00A34EC9" w:rsidP="004B0BA1">
            <w:pPr>
              <w:jc w:val="center"/>
            </w:pPr>
            <w:r w:rsidRPr="00EB4FF2">
              <w:t>-</w:t>
            </w:r>
          </w:p>
        </w:tc>
      </w:tr>
      <w:tr w:rsidR="00516860" w:rsidTr="00D2211B">
        <w:tc>
          <w:tcPr>
            <w:tcW w:w="1668" w:type="dxa"/>
          </w:tcPr>
          <w:p w:rsidR="00516860" w:rsidRPr="00516860" w:rsidRDefault="00516860" w:rsidP="00EB4FF2">
            <w:r w:rsidRPr="00516860">
              <w:t>супруг</w:t>
            </w:r>
          </w:p>
        </w:tc>
        <w:tc>
          <w:tcPr>
            <w:tcW w:w="1417" w:type="dxa"/>
            <w:vAlign w:val="center"/>
          </w:tcPr>
          <w:p w:rsidR="00516860" w:rsidRPr="00EB4FF2" w:rsidRDefault="00F15EEA" w:rsidP="004B0BA1">
            <w:pPr>
              <w:jc w:val="center"/>
            </w:pPr>
            <w:r>
              <w:t>720567,58</w:t>
            </w:r>
          </w:p>
        </w:tc>
        <w:tc>
          <w:tcPr>
            <w:tcW w:w="1559" w:type="dxa"/>
            <w:vAlign w:val="center"/>
          </w:tcPr>
          <w:p w:rsidR="00516860" w:rsidRPr="00EB4FF2" w:rsidRDefault="00516860" w:rsidP="004B0BA1">
            <w:pPr>
              <w:jc w:val="center"/>
            </w:pPr>
            <w:r w:rsidRPr="00EB4FF2">
              <w:t>-</w:t>
            </w:r>
          </w:p>
        </w:tc>
        <w:tc>
          <w:tcPr>
            <w:tcW w:w="1134" w:type="dxa"/>
            <w:vAlign w:val="center"/>
          </w:tcPr>
          <w:p w:rsidR="00516860" w:rsidRPr="00EB4FF2" w:rsidRDefault="00516860" w:rsidP="004B0BA1">
            <w:pPr>
              <w:jc w:val="center"/>
            </w:pPr>
            <w:r w:rsidRPr="00EB4FF2">
              <w:t>-</w:t>
            </w:r>
          </w:p>
        </w:tc>
        <w:tc>
          <w:tcPr>
            <w:tcW w:w="1276" w:type="dxa"/>
            <w:vAlign w:val="center"/>
          </w:tcPr>
          <w:p w:rsidR="00516860" w:rsidRPr="00EB4FF2" w:rsidRDefault="00516860" w:rsidP="004B0BA1">
            <w:pPr>
              <w:jc w:val="center"/>
            </w:pPr>
            <w:r w:rsidRPr="00EB4FF2">
              <w:t>-</w:t>
            </w:r>
          </w:p>
        </w:tc>
        <w:tc>
          <w:tcPr>
            <w:tcW w:w="1418" w:type="dxa"/>
            <w:vAlign w:val="center"/>
          </w:tcPr>
          <w:p w:rsidR="00516860" w:rsidRPr="00EB4FF2" w:rsidRDefault="00516860" w:rsidP="004B0BA1">
            <w:pPr>
              <w:jc w:val="center"/>
            </w:pPr>
            <w:r w:rsidRPr="00EB4FF2">
              <w:t>-</w:t>
            </w:r>
          </w:p>
        </w:tc>
        <w:tc>
          <w:tcPr>
            <w:tcW w:w="1559" w:type="dxa"/>
            <w:vAlign w:val="center"/>
          </w:tcPr>
          <w:p w:rsidR="00516860" w:rsidRPr="00EB4FF2" w:rsidRDefault="00516860" w:rsidP="00BE7A1E">
            <w:r>
              <w:t xml:space="preserve">4-х комнатная </w:t>
            </w:r>
            <w:r w:rsidRPr="00EB4FF2">
              <w:t>квартира</w:t>
            </w:r>
          </w:p>
        </w:tc>
        <w:tc>
          <w:tcPr>
            <w:tcW w:w="1134" w:type="dxa"/>
            <w:vAlign w:val="center"/>
          </w:tcPr>
          <w:p w:rsidR="00516860" w:rsidRPr="00EB4FF2" w:rsidRDefault="00516860" w:rsidP="00BE7A1E">
            <w:r w:rsidRPr="00EB4FF2">
              <w:t>81</w:t>
            </w:r>
            <w:r>
              <w:t>,8</w:t>
            </w:r>
            <w:r w:rsidRPr="00EB4FF2">
              <w:t xml:space="preserve"> </w:t>
            </w:r>
          </w:p>
        </w:tc>
        <w:tc>
          <w:tcPr>
            <w:tcW w:w="1228" w:type="dxa"/>
            <w:vAlign w:val="center"/>
          </w:tcPr>
          <w:p w:rsidR="00516860" w:rsidRPr="00EB4FF2" w:rsidRDefault="00516860" w:rsidP="00BE7A1E">
            <w:r w:rsidRPr="00EB4FF2">
              <w:t>РФ</w:t>
            </w:r>
          </w:p>
        </w:tc>
        <w:tc>
          <w:tcPr>
            <w:tcW w:w="2410" w:type="dxa"/>
            <w:vAlign w:val="center"/>
          </w:tcPr>
          <w:p w:rsidR="00516860" w:rsidRPr="00EB4FF2" w:rsidRDefault="00516860" w:rsidP="004B0BA1">
            <w:pPr>
              <w:jc w:val="center"/>
            </w:pPr>
            <w:r w:rsidRPr="00EB4FF2">
              <w:t>-</w:t>
            </w:r>
          </w:p>
        </w:tc>
      </w:tr>
      <w:tr w:rsidR="00516860" w:rsidTr="00D2211B">
        <w:tc>
          <w:tcPr>
            <w:tcW w:w="1668" w:type="dxa"/>
          </w:tcPr>
          <w:p w:rsidR="00516860" w:rsidRPr="00516860" w:rsidRDefault="00516860" w:rsidP="00EB4FF2">
            <w:r w:rsidRPr="00516860">
              <w:t>дочь</w:t>
            </w:r>
          </w:p>
        </w:tc>
        <w:tc>
          <w:tcPr>
            <w:tcW w:w="1417" w:type="dxa"/>
            <w:vAlign w:val="center"/>
          </w:tcPr>
          <w:p w:rsidR="00516860" w:rsidRPr="00EB4FF2" w:rsidRDefault="00F15EEA" w:rsidP="004B0BA1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516860" w:rsidRPr="00EB4FF2" w:rsidRDefault="00516860" w:rsidP="004B0BA1">
            <w:pPr>
              <w:jc w:val="center"/>
            </w:pPr>
            <w:r w:rsidRPr="00EB4FF2">
              <w:t>-</w:t>
            </w:r>
          </w:p>
        </w:tc>
        <w:tc>
          <w:tcPr>
            <w:tcW w:w="1134" w:type="dxa"/>
            <w:vAlign w:val="center"/>
          </w:tcPr>
          <w:p w:rsidR="00516860" w:rsidRPr="00EB4FF2" w:rsidRDefault="00516860" w:rsidP="004B0BA1">
            <w:pPr>
              <w:jc w:val="center"/>
            </w:pPr>
            <w:r w:rsidRPr="00EB4FF2">
              <w:t>-</w:t>
            </w:r>
          </w:p>
        </w:tc>
        <w:tc>
          <w:tcPr>
            <w:tcW w:w="1276" w:type="dxa"/>
            <w:vAlign w:val="center"/>
          </w:tcPr>
          <w:p w:rsidR="00516860" w:rsidRPr="00EB4FF2" w:rsidRDefault="00516860" w:rsidP="004B0BA1">
            <w:pPr>
              <w:jc w:val="center"/>
            </w:pPr>
            <w:r w:rsidRPr="00EB4FF2">
              <w:t>-</w:t>
            </w:r>
          </w:p>
        </w:tc>
        <w:tc>
          <w:tcPr>
            <w:tcW w:w="1418" w:type="dxa"/>
            <w:vAlign w:val="center"/>
          </w:tcPr>
          <w:p w:rsidR="00516860" w:rsidRPr="00EB4FF2" w:rsidRDefault="00516860" w:rsidP="004B0BA1">
            <w:pPr>
              <w:jc w:val="center"/>
            </w:pPr>
            <w:r w:rsidRPr="00EB4FF2">
              <w:t>-</w:t>
            </w:r>
          </w:p>
        </w:tc>
        <w:tc>
          <w:tcPr>
            <w:tcW w:w="1559" w:type="dxa"/>
            <w:vAlign w:val="center"/>
          </w:tcPr>
          <w:p w:rsidR="00516860" w:rsidRPr="00EB4FF2" w:rsidRDefault="00516860" w:rsidP="00BE7A1E">
            <w:r>
              <w:t xml:space="preserve">4-х комнатная </w:t>
            </w:r>
            <w:r w:rsidRPr="00EB4FF2">
              <w:lastRenderedPageBreak/>
              <w:t>квартира</w:t>
            </w:r>
          </w:p>
        </w:tc>
        <w:tc>
          <w:tcPr>
            <w:tcW w:w="1134" w:type="dxa"/>
            <w:vAlign w:val="center"/>
          </w:tcPr>
          <w:p w:rsidR="00516860" w:rsidRPr="00EB4FF2" w:rsidRDefault="00516860" w:rsidP="00BE7A1E">
            <w:r w:rsidRPr="00EB4FF2">
              <w:lastRenderedPageBreak/>
              <w:t>81</w:t>
            </w:r>
            <w:r>
              <w:t>,8</w:t>
            </w:r>
            <w:r w:rsidRPr="00EB4FF2">
              <w:t xml:space="preserve"> </w:t>
            </w:r>
          </w:p>
        </w:tc>
        <w:tc>
          <w:tcPr>
            <w:tcW w:w="1228" w:type="dxa"/>
            <w:vAlign w:val="center"/>
          </w:tcPr>
          <w:p w:rsidR="00516860" w:rsidRPr="00EB4FF2" w:rsidRDefault="00516860" w:rsidP="00BE7A1E">
            <w:r w:rsidRPr="00EB4FF2">
              <w:t>РФ</w:t>
            </w:r>
          </w:p>
        </w:tc>
        <w:tc>
          <w:tcPr>
            <w:tcW w:w="2410" w:type="dxa"/>
            <w:vAlign w:val="center"/>
          </w:tcPr>
          <w:p w:rsidR="00516860" w:rsidRPr="00EB4FF2" w:rsidRDefault="00516860" w:rsidP="004B0BA1">
            <w:pPr>
              <w:jc w:val="center"/>
            </w:pPr>
            <w:r w:rsidRPr="00EB4FF2">
              <w:t>-</w:t>
            </w:r>
          </w:p>
        </w:tc>
      </w:tr>
      <w:tr w:rsidR="00A34EC9" w:rsidTr="00D2211B">
        <w:tc>
          <w:tcPr>
            <w:tcW w:w="1668" w:type="dxa"/>
            <w:vAlign w:val="center"/>
          </w:tcPr>
          <w:p w:rsidR="00A34EC9" w:rsidRPr="001F386D" w:rsidRDefault="00A34EC9" w:rsidP="007F1800">
            <w:pPr>
              <w:rPr>
                <w:color w:val="FF0000"/>
              </w:rPr>
            </w:pPr>
            <w:proofErr w:type="spellStart"/>
            <w:r w:rsidRPr="00FF3765">
              <w:lastRenderedPageBreak/>
              <w:t>Ланская</w:t>
            </w:r>
            <w:proofErr w:type="spellEnd"/>
            <w:r w:rsidRPr="00FF3765">
              <w:t xml:space="preserve"> Ирина Анатольевна</w:t>
            </w:r>
          </w:p>
        </w:tc>
        <w:tc>
          <w:tcPr>
            <w:tcW w:w="1417" w:type="dxa"/>
            <w:vAlign w:val="center"/>
          </w:tcPr>
          <w:p w:rsidR="00A34EC9" w:rsidRPr="007F1800" w:rsidRDefault="00F15EEA" w:rsidP="004B0BA1">
            <w:pPr>
              <w:jc w:val="center"/>
            </w:pPr>
            <w:r>
              <w:t>468892,30</w:t>
            </w:r>
          </w:p>
        </w:tc>
        <w:tc>
          <w:tcPr>
            <w:tcW w:w="1559" w:type="dxa"/>
            <w:vAlign w:val="center"/>
          </w:tcPr>
          <w:p w:rsidR="00A34EC9" w:rsidRPr="007F1800" w:rsidRDefault="00A34EC9" w:rsidP="004B0BA1">
            <w:pPr>
              <w:jc w:val="center"/>
            </w:pPr>
            <w:r w:rsidRPr="007F1800">
              <w:t>-</w:t>
            </w:r>
          </w:p>
        </w:tc>
        <w:tc>
          <w:tcPr>
            <w:tcW w:w="1134" w:type="dxa"/>
            <w:vAlign w:val="center"/>
          </w:tcPr>
          <w:p w:rsidR="00A34EC9" w:rsidRPr="007F1800" w:rsidRDefault="00A34EC9" w:rsidP="004B0BA1">
            <w:pPr>
              <w:jc w:val="center"/>
            </w:pPr>
            <w:r w:rsidRPr="007F1800">
              <w:t>-</w:t>
            </w:r>
          </w:p>
        </w:tc>
        <w:tc>
          <w:tcPr>
            <w:tcW w:w="1276" w:type="dxa"/>
            <w:vAlign w:val="center"/>
          </w:tcPr>
          <w:p w:rsidR="00A34EC9" w:rsidRPr="007F1800" w:rsidRDefault="00A34EC9" w:rsidP="004B0BA1">
            <w:pPr>
              <w:jc w:val="center"/>
            </w:pPr>
            <w:r w:rsidRPr="007F1800">
              <w:t>-</w:t>
            </w:r>
          </w:p>
        </w:tc>
        <w:tc>
          <w:tcPr>
            <w:tcW w:w="1418" w:type="dxa"/>
            <w:vAlign w:val="center"/>
          </w:tcPr>
          <w:p w:rsidR="00A34EC9" w:rsidRPr="007F1800" w:rsidRDefault="00A34EC9" w:rsidP="004B0BA1">
            <w:pPr>
              <w:jc w:val="center"/>
            </w:pPr>
            <w:r w:rsidRPr="007F1800">
              <w:t>-</w:t>
            </w:r>
          </w:p>
        </w:tc>
        <w:tc>
          <w:tcPr>
            <w:tcW w:w="1559" w:type="dxa"/>
            <w:vAlign w:val="center"/>
          </w:tcPr>
          <w:p w:rsidR="00A34EC9" w:rsidRPr="007F1800" w:rsidRDefault="007F1800" w:rsidP="007F1800">
            <w:pPr>
              <w:jc w:val="center"/>
            </w:pPr>
            <w:r w:rsidRPr="007F1800">
              <w:t>ж</w:t>
            </w:r>
            <w:r w:rsidR="00A34EC9" w:rsidRPr="007F1800">
              <w:t>илой дом</w:t>
            </w:r>
          </w:p>
        </w:tc>
        <w:tc>
          <w:tcPr>
            <w:tcW w:w="1134" w:type="dxa"/>
            <w:vAlign w:val="center"/>
          </w:tcPr>
          <w:p w:rsidR="00A34EC9" w:rsidRPr="007F1800" w:rsidRDefault="00A34EC9" w:rsidP="007F1800">
            <w:pPr>
              <w:jc w:val="center"/>
            </w:pPr>
            <w:r w:rsidRPr="007F1800">
              <w:t>55</w:t>
            </w:r>
            <w:r w:rsidR="00F15EEA">
              <w:t>,0</w:t>
            </w:r>
            <w:r w:rsidRPr="007F1800">
              <w:t xml:space="preserve"> </w:t>
            </w:r>
          </w:p>
        </w:tc>
        <w:tc>
          <w:tcPr>
            <w:tcW w:w="1228" w:type="dxa"/>
            <w:vAlign w:val="center"/>
          </w:tcPr>
          <w:p w:rsidR="00A34EC9" w:rsidRPr="007F1800" w:rsidRDefault="00A34EC9" w:rsidP="004B0BA1">
            <w:pPr>
              <w:jc w:val="center"/>
            </w:pPr>
            <w:r w:rsidRPr="007F1800">
              <w:t>РФ</w:t>
            </w:r>
          </w:p>
        </w:tc>
        <w:tc>
          <w:tcPr>
            <w:tcW w:w="2410" w:type="dxa"/>
            <w:vAlign w:val="center"/>
          </w:tcPr>
          <w:p w:rsidR="00A34EC9" w:rsidRPr="007F1800" w:rsidRDefault="00A34EC9" w:rsidP="004B0BA1">
            <w:pPr>
              <w:jc w:val="center"/>
            </w:pPr>
            <w:r w:rsidRPr="007F1800">
              <w:t>-</w:t>
            </w:r>
          </w:p>
        </w:tc>
      </w:tr>
      <w:tr w:rsidR="00D66CA8" w:rsidTr="00D2211B">
        <w:tc>
          <w:tcPr>
            <w:tcW w:w="1668" w:type="dxa"/>
          </w:tcPr>
          <w:p w:rsidR="00D66CA8" w:rsidRPr="001F386D" w:rsidRDefault="00D66CA8" w:rsidP="007F1800">
            <w:pPr>
              <w:rPr>
                <w:color w:val="FF0000"/>
              </w:rPr>
            </w:pPr>
            <w:r w:rsidRPr="00D66CA8">
              <w:t>Позднякова Любовь Владимировна</w:t>
            </w:r>
          </w:p>
        </w:tc>
        <w:tc>
          <w:tcPr>
            <w:tcW w:w="1417" w:type="dxa"/>
            <w:vAlign w:val="center"/>
          </w:tcPr>
          <w:p w:rsidR="00D66CA8" w:rsidRPr="007F1800" w:rsidRDefault="000C624E" w:rsidP="004B0BA1">
            <w:pPr>
              <w:jc w:val="center"/>
            </w:pPr>
            <w:r>
              <w:t>614744,92</w:t>
            </w:r>
          </w:p>
        </w:tc>
        <w:tc>
          <w:tcPr>
            <w:tcW w:w="1559" w:type="dxa"/>
          </w:tcPr>
          <w:p w:rsidR="00D66CA8" w:rsidRPr="007F1800" w:rsidRDefault="00D66CA8" w:rsidP="007F1800">
            <w:r>
              <w:t xml:space="preserve">3-х комнатная </w:t>
            </w:r>
            <w:r w:rsidRPr="007F1800">
              <w:t>квартира</w:t>
            </w:r>
          </w:p>
          <w:p w:rsidR="00D66CA8" w:rsidRPr="007F1800" w:rsidRDefault="00D66CA8" w:rsidP="007F1800"/>
        </w:tc>
        <w:tc>
          <w:tcPr>
            <w:tcW w:w="1134" w:type="dxa"/>
          </w:tcPr>
          <w:p w:rsidR="00D66CA8" w:rsidRPr="007F1800" w:rsidRDefault="00D66CA8" w:rsidP="007F1800">
            <w:r w:rsidRPr="007F1800">
              <w:t>95,7</w:t>
            </w:r>
          </w:p>
          <w:p w:rsidR="00D66CA8" w:rsidRPr="007F1800" w:rsidRDefault="00D66CA8" w:rsidP="007F1800"/>
        </w:tc>
        <w:tc>
          <w:tcPr>
            <w:tcW w:w="1276" w:type="dxa"/>
          </w:tcPr>
          <w:p w:rsidR="00D66CA8" w:rsidRPr="007F1800" w:rsidRDefault="00D66CA8" w:rsidP="007F1800">
            <w:r w:rsidRPr="007F1800">
              <w:t>РФ</w:t>
            </w:r>
          </w:p>
          <w:p w:rsidR="00D66CA8" w:rsidRPr="007F1800" w:rsidRDefault="00D66CA8" w:rsidP="007F1800"/>
        </w:tc>
        <w:tc>
          <w:tcPr>
            <w:tcW w:w="1418" w:type="dxa"/>
            <w:vAlign w:val="center"/>
          </w:tcPr>
          <w:p w:rsidR="00D66CA8" w:rsidRPr="007F1800" w:rsidRDefault="00D66CA8" w:rsidP="007F1800">
            <w:pPr>
              <w:jc w:val="center"/>
            </w:pPr>
            <w:r w:rsidRPr="007F1800">
              <w:t>-</w:t>
            </w:r>
          </w:p>
        </w:tc>
        <w:tc>
          <w:tcPr>
            <w:tcW w:w="1559" w:type="dxa"/>
          </w:tcPr>
          <w:p w:rsidR="00D66CA8" w:rsidRDefault="00D66CA8" w:rsidP="00BE7A1E">
            <w:r>
              <w:t xml:space="preserve">1)3-х комнатная </w:t>
            </w:r>
            <w:r w:rsidRPr="007F1800">
              <w:t>квартира</w:t>
            </w:r>
          </w:p>
          <w:p w:rsidR="00D66CA8" w:rsidRPr="007F1800" w:rsidRDefault="00D66CA8" w:rsidP="00BE7A1E">
            <w:r>
              <w:t>2)земельный участок</w:t>
            </w:r>
          </w:p>
          <w:p w:rsidR="00D66CA8" w:rsidRPr="007F1800" w:rsidRDefault="00D66CA8" w:rsidP="00BE7A1E"/>
        </w:tc>
        <w:tc>
          <w:tcPr>
            <w:tcW w:w="1134" w:type="dxa"/>
          </w:tcPr>
          <w:p w:rsidR="00D66CA8" w:rsidRDefault="00D66CA8" w:rsidP="00BE7A1E">
            <w:r>
              <w:t>1)68,7</w:t>
            </w:r>
          </w:p>
          <w:p w:rsidR="00D66CA8" w:rsidRDefault="00D66CA8" w:rsidP="00BE7A1E"/>
          <w:p w:rsidR="00D66CA8" w:rsidRDefault="00D66CA8" w:rsidP="00BE7A1E"/>
          <w:p w:rsidR="00D66CA8" w:rsidRPr="007F1800" w:rsidRDefault="00D66CA8" w:rsidP="00BE7A1E">
            <w:r>
              <w:t>2)1600</w:t>
            </w:r>
            <w:r w:rsidR="000C624E">
              <w:t>,0</w:t>
            </w:r>
          </w:p>
          <w:p w:rsidR="00D66CA8" w:rsidRPr="007F1800" w:rsidRDefault="00D66CA8" w:rsidP="00BE7A1E"/>
        </w:tc>
        <w:tc>
          <w:tcPr>
            <w:tcW w:w="1228" w:type="dxa"/>
          </w:tcPr>
          <w:p w:rsidR="00D66CA8" w:rsidRPr="007F1800" w:rsidRDefault="00D66CA8" w:rsidP="00BE7A1E">
            <w:r>
              <w:t>1)</w:t>
            </w:r>
            <w:r w:rsidRPr="007F1800">
              <w:t>РФ</w:t>
            </w:r>
          </w:p>
          <w:p w:rsidR="00D66CA8" w:rsidRDefault="00D66CA8" w:rsidP="00BE7A1E"/>
          <w:p w:rsidR="00D66CA8" w:rsidRDefault="00D66CA8" w:rsidP="00BE7A1E"/>
          <w:p w:rsidR="00D66CA8" w:rsidRPr="007F1800" w:rsidRDefault="00D66CA8" w:rsidP="00BE7A1E">
            <w:r>
              <w:t>2)РФ</w:t>
            </w:r>
          </w:p>
        </w:tc>
        <w:tc>
          <w:tcPr>
            <w:tcW w:w="2410" w:type="dxa"/>
            <w:vAlign w:val="center"/>
          </w:tcPr>
          <w:p w:rsidR="00D66CA8" w:rsidRPr="007F1800" w:rsidRDefault="00D66CA8" w:rsidP="004B0BA1">
            <w:pPr>
              <w:jc w:val="center"/>
            </w:pPr>
            <w:r w:rsidRPr="007F1800">
              <w:t>-</w:t>
            </w:r>
          </w:p>
        </w:tc>
      </w:tr>
      <w:tr w:rsidR="00A34EC9" w:rsidTr="00D2211B">
        <w:tc>
          <w:tcPr>
            <w:tcW w:w="1668" w:type="dxa"/>
          </w:tcPr>
          <w:p w:rsidR="00A34EC9" w:rsidRPr="001F386D" w:rsidRDefault="00A34EC9" w:rsidP="007F1800">
            <w:pPr>
              <w:rPr>
                <w:color w:val="FF0000"/>
              </w:rPr>
            </w:pPr>
            <w:r w:rsidRPr="00D66CA8">
              <w:t>супруг</w:t>
            </w:r>
          </w:p>
        </w:tc>
        <w:tc>
          <w:tcPr>
            <w:tcW w:w="1417" w:type="dxa"/>
          </w:tcPr>
          <w:p w:rsidR="00A34EC9" w:rsidRPr="007F1800" w:rsidRDefault="000C624E" w:rsidP="004B0BA1">
            <w:pPr>
              <w:jc w:val="center"/>
            </w:pPr>
            <w:r>
              <w:t>240270,81</w:t>
            </w:r>
          </w:p>
        </w:tc>
        <w:tc>
          <w:tcPr>
            <w:tcW w:w="1559" w:type="dxa"/>
          </w:tcPr>
          <w:p w:rsidR="00A34EC9" w:rsidRPr="007F1800" w:rsidRDefault="00D66CA8" w:rsidP="007F1800">
            <w:r>
              <w:t>1)</w:t>
            </w:r>
            <w:r w:rsidR="00A34EC9" w:rsidRPr="007F1800">
              <w:t>земельный участок</w:t>
            </w:r>
          </w:p>
          <w:p w:rsidR="00A34EC9" w:rsidRPr="007F1800" w:rsidRDefault="00A34EC9" w:rsidP="007F1800">
            <w:r w:rsidRPr="007F1800">
              <w:t>2)</w:t>
            </w:r>
            <w:r w:rsidR="00D66CA8">
              <w:t xml:space="preserve"> 3-х комнатная </w:t>
            </w:r>
            <w:r w:rsidR="00D66CA8" w:rsidRPr="007F1800">
              <w:t>квартира</w:t>
            </w:r>
          </w:p>
          <w:p w:rsidR="00A34EC9" w:rsidRPr="007F1800" w:rsidRDefault="00A34EC9" w:rsidP="007F1800"/>
        </w:tc>
        <w:tc>
          <w:tcPr>
            <w:tcW w:w="1134" w:type="dxa"/>
          </w:tcPr>
          <w:p w:rsidR="00A34EC9" w:rsidRPr="007F1800" w:rsidRDefault="00A34EC9" w:rsidP="007F1800">
            <w:r w:rsidRPr="007F1800">
              <w:t>1)1600</w:t>
            </w:r>
            <w:r w:rsidR="000C624E">
              <w:t>,0</w:t>
            </w:r>
          </w:p>
          <w:p w:rsidR="007F1800" w:rsidRPr="007F1800" w:rsidRDefault="007F1800" w:rsidP="007F1800"/>
          <w:p w:rsidR="00A34EC9" w:rsidRPr="007F1800" w:rsidRDefault="00A34EC9" w:rsidP="007F1800">
            <w:r w:rsidRPr="007F1800">
              <w:t>2)68,7</w:t>
            </w:r>
          </w:p>
          <w:p w:rsidR="00A34EC9" w:rsidRPr="007F1800" w:rsidRDefault="00A34EC9" w:rsidP="007F1800"/>
        </w:tc>
        <w:tc>
          <w:tcPr>
            <w:tcW w:w="1276" w:type="dxa"/>
          </w:tcPr>
          <w:p w:rsidR="00A34EC9" w:rsidRPr="007F1800" w:rsidRDefault="00A34EC9" w:rsidP="007F1800">
            <w:r w:rsidRPr="007F1800">
              <w:t>1)РФ</w:t>
            </w:r>
          </w:p>
          <w:p w:rsidR="007F1800" w:rsidRPr="007F1800" w:rsidRDefault="007F1800" w:rsidP="007F1800"/>
          <w:p w:rsidR="00A34EC9" w:rsidRPr="007F1800" w:rsidRDefault="00A34EC9" w:rsidP="007F1800">
            <w:r w:rsidRPr="007F1800">
              <w:t>2)РФ</w:t>
            </w:r>
          </w:p>
          <w:p w:rsidR="00A34EC9" w:rsidRPr="007F1800" w:rsidRDefault="00A34EC9" w:rsidP="007F1800"/>
        </w:tc>
        <w:tc>
          <w:tcPr>
            <w:tcW w:w="1418" w:type="dxa"/>
          </w:tcPr>
          <w:p w:rsidR="00A34EC9" w:rsidRPr="007F1800" w:rsidRDefault="00A34EC9" w:rsidP="007F1800">
            <w:r w:rsidRPr="007F1800">
              <w:t>1) УАЗ 469</w:t>
            </w:r>
          </w:p>
          <w:p w:rsidR="00A34EC9" w:rsidRPr="007F1800" w:rsidRDefault="00A34EC9" w:rsidP="007F1800">
            <w:r w:rsidRPr="007F1800">
              <w:t>2)</w:t>
            </w:r>
            <w:proofErr w:type="spellStart"/>
            <w:r w:rsidRPr="007F1800">
              <w:rPr>
                <w:lang w:val="en-US"/>
              </w:rPr>
              <w:t>Lada</w:t>
            </w:r>
            <w:proofErr w:type="spellEnd"/>
            <w:r w:rsidRPr="007F1800">
              <w:t xml:space="preserve"> </w:t>
            </w:r>
            <w:proofErr w:type="spellStart"/>
            <w:r w:rsidRPr="007F1800">
              <w:rPr>
                <w:lang w:val="en-US"/>
              </w:rPr>
              <w:t>Priora</w:t>
            </w:r>
            <w:proofErr w:type="spellEnd"/>
          </w:p>
          <w:p w:rsidR="00A34EC9" w:rsidRPr="007F1800" w:rsidRDefault="00A34EC9" w:rsidP="007F1800">
            <w:r w:rsidRPr="007F1800">
              <w:t>3) Трактор Т-16м</w:t>
            </w:r>
          </w:p>
        </w:tc>
        <w:tc>
          <w:tcPr>
            <w:tcW w:w="1559" w:type="dxa"/>
            <w:vAlign w:val="center"/>
          </w:tcPr>
          <w:p w:rsidR="00A34EC9" w:rsidRPr="007F1800" w:rsidRDefault="00A34EC9" w:rsidP="004B0BA1">
            <w:pPr>
              <w:jc w:val="center"/>
              <w:rPr>
                <w:lang w:val="en-US"/>
              </w:rPr>
            </w:pPr>
            <w:r w:rsidRPr="007F1800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34EC9" w:rsidRPr="007F1800" w:rsidRDefault="00A34EC9" w:rsidP="004B0BA1">
            <w:pPr>
              <w:jc w:val="center"/>
              <w:rPr>
                <w:lang w:val="en-US"/>
              </w:rPr>
            </w:pPr>
            <w:r w:rsidRPr="007F1800">
              <w:rPr>
                <w:lang w:val="en-US"/>
              </w:rPr>
              <w:t>-</w:t>
            </w:r>
          </w:p>
        </w:tc>
        <w:tc>
          <w:tcPr>
            <w:tcW w:w="1228" w:type="dxa"/>
            <w:vAlign w:val="center"/>
          </w:tcPr>
          <w:p w:rsidR="00A34EC9" w:rsidRPr="007F1800" w:rsidRDefault="00A34EC9" w:rsidP="004B0BA1">
            <w:pPr>
              <w:jc w:val="center"/>
              <w:rPr>
                <w:lang w:val="en-US"/>
              </w:rPr>
            </w:pPr>
            <w:r w:rsidRPr="007F1800">
              <w:rPr>
                <w:lang w:val="en-US"/>
              </w:rPr>
              <w:t>-</w:t>
            </w:r>
          </w:p>
        </w:tc>
        <w:tc>
          <w:tcPr>
            <w:tcW w:w="2410" w:type="dxa"/>
            <w:vAlign w:val="center"/>
          </w:tcPr>
          <w:p w:rsidR="00A34EC9" w:rsidRPr="007F1800" w:rsidRDefault="00A34EC9" w:rsidP="004B0BA1">
            <w:pPr>
              <w:jc w:val="center"/>
            </w:pPr>
            <w:r w:rsidRPr="007F1800">
              <w:t>-</w:t>
            </w:r>
          </w:p>
        </w:tc>
      </w:tr>
      <w:tr w:rsidR="00A34EC9" w:rsidTr="00D2211B">
        <w:tc>
          <w:tcPr>
            <w:tcW w:w="1668" w:type="dxa"/>
          </w:tcPr>
          <w:p w:rsidR="00A34EC9" w:rsidRPr="00BF147A" w:rsidRDefault="00A34EC9" w:rsidP="007F1800">
            <w:r w:rsidRPr="00BF147A">
              <w:t>Михайлова Елена Александровна</w:t>
            </w:r>
          </w:p>
        </w:tc>
        <w:tc>
          <w:tcPr>
            <w:tcW w:w="1417" w:type="dxa"/>
            <w:vAlign w:val="center"/>
          </w:tcPr>
          <w:p w:rsidR="00A34EC9" w:rsidRPr="00B75481" w:rsidRDefault="007E4198" w:rsidP="004B0BA1">
            <w:pPr>
              <w:jc w:val="center"/>
            </w:pPr>
            <w:r>
              <w:t>448119,14</w:t>
            </w:r>
          </w:p>
        </w:tc>
        <w:tc>
          <w:tcPr>
            <w:tcW w:w="1559" w:type="dxa"/>
            <w:vAlign w:val="center"/>
          </w:tcPr>
          <w:p w:rsidR="00A34EC9" w:rsidRPr="00B75481" w:rsidRDefault="000C0A55" w:rsidP="004B0BA1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A34EC9" w:rsidRPr="00B75481" w:rsidRDefault="000C0A55" w:rsidP="004B0BA1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A34EC9" w:rsidRPr="00B75481" w:rsidRDefault="000C0A55" w:rsidP="004B0BA1">
            <w:pPr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A34EC9" w:rsidRPr="00B75481" w:rsidRDefault="000C0A55" w:rsidP="004B0BA1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0C0A55" w:rsidRPr="00B75481" w:rsidRDefault="000C0A55" w:rsidP="000C0A55">
            <w:r>
              <w:t>жилой дом</w:t>
            </w:r>
          </w:p>
        </w:tc>
        <w:tc>
          <w:tcPr>
            <w:tcW w:w="1134" w:type="dxa"/>
          </w:tcPr>
          <w:p w:rsidR="000C0A55" w:rsidRPr="00B75481" w:rsidRDefault="00BF147A" w:rsidP="000C0A55">
            <w:r>
              <w:t>40,2</w:t>
            </w:r>
          </w:p>
        </w:tc>
        <w:tc>
          <w:tcPr>
            <w:tcW w:w="1228" w:type="dxa"/>
          </w:tcPr>
          <w:p w:rsidR="000C0A55" w:rsidRPr="00B75481" w:rsidRDefault="000C0A55" w:rsidP="000C0A55">
            <w:r>
              <w:t>РФ</w:t>
            </w:r>
          </w:p>
        </w:tc>
        <w:tc>
          <w:tcPr>
            <w:tcW w:w="2410" w:type="dxa"/>
            <w:vAlign w:val="center"/>
          </w:tcPr>
          <w:p w:rsidR="00A34EC9" w:rsidRPr="00B75481" w:rsidRDefault="000C0A55" w:rsidP="004B0BA1">
            <w:pPr>
              <w:jc w:val="center"/>
            </w:pPr>
            <w:r>
              <w:t>-</w:t>
            </w:r>
          </w:p>
        </w:tc>
      </w:tr>
      <w:tr w:rsidR="00BF147A" w:rsidTr="00D2211B">
        <w:tc>
          <w:tcPr>
            <w:tcW w:w="1668" w:type="dxa"/>
          </w:tcPr>
          <w:p w:rsidR="00BF147A" w:rsidRPr="00BF147A" w:rsidRDefault="00BF147A" w:rsidP="007F1800">
            <w:r w:rsidRPr="00BF147A">
              <w:t>супруг</w:t>
            </w:r>
          </w:p>
        </w:tc>
        <w:tc>
          <w:tcPr>
            <w:tcW w:w="1417" w:type="dxa"/>
            <w:vAlign w:val="center"/>
          </w:tcPr>
          <w:p w:rsidR="00BF147A" w:rsidRPr="00B75481" w:rsidRDefault="007E4198" w:rsidP="00656B82">
            <w:pPr>
              <w:jc w:val="center"/>
            </w:pPr>
            <w:r>
              <w:t>955279,52</w:t>
            </w:r>
          </w:p>
        </w:tc>
        <w:tc>
          <w:tcPr>
            <w:tcW w:w="1559" w:type="dxa"/>
            <w:vAlign w:val="center"/>
          </w:tcPr>
          <w:p w:rsidR="00BF147A" w:rsidRPr="00B75481" w:rsidRDefault="00BF147A" w:rsidP="004B0BA1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BF147A" w:rsidRPr="00B75481" w:rsidRDefault="00BF147A" w:rsidP="004B0BA1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BF147A" w:rsidRPr="00B75481" w:rsidRDefault="00BF147A" w:rsidP="004B0BA1">
            <w:pPr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BF147A" w:rsidRPr="00B75481" w:rsidRDefault="00BF147A" w:rsidP="004B0BA1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BF147A" w:rsidRPr="00B75481" w:rsidRDefault="00BF147A" w:rsidP="00BE7A1E">
            <w:r>
              <w:t>жилой дом</w:t>
            </w:r>
          </w:p>
        </w:tc>
        <w:tc>
          <w:tcPr>
            <w:tcW w:w="1134" w:type="dxa"/>
          </w:tcPr>
          <w:p w:rsidR="00BF147A" w:rsidRPr="00B75481" w:rsidRDefault="00BF147A" w:rsidP="00BE7A1E">
            <w:r>
              <w:t>40,2</w:t>
            </w:r>
          </w:p>
        </w:tc>
        <w:tc>
          <w:tcPr>
            <w:tcW w:w="1228" w:type="dxa"/>
          </w:tcPr>
          <w:p w:rsidR="00BF147A" w:rsidRPr="00B75481" w:rsidRDefault="00BF147A" w:rsidP="00BE7A1E">
            <w:r>
              <w:t>РФ</w:t>
            </w:r>
          </w:p>
        </w:tc>
        <w:tc>
          <w:tcPr>
            <w:tcW w:w="2410" w:type="dxa"/>
            <w:vAlign w:val="center"/>
          </w:tcPr>
          <w:p w:rsidR="00BF147A" w:rsidRPr="00B75481" w:rsidRDefault="00BF147A" w:rsidP="004B0BA1">
            <w:pPr>
              <w:jc w:val="center"/>
            </w:pPr>
            <w:r>
              <w:t>-</w:t>
            </w:r>
          </w:p>
        </w:tc>
      </w:tr>
      <w:tr w:rsidR="00BF147A" w:rsidTr="00D2211B">
        <w:tc>
          <w:tcPr>
            <w:tcW w:w="1668" w:type="dxa"/>
          </w:tcPr>
          <w:p w:rsidR="00BF147A" w:rsidRPr="00BF147A" w:rsidRDefault="00BF147A" w:rsidP="007F1800">
            <w:r w:rsidRPr="00BF147A">
              <w:t>сын</w:t>
            </w:r>
          </w:p>
        </w:tc>
        <w:tc>
          <w:tcPr>
            <w:tcW w:w="1417" w:type="dxa"/>
            <w:vAlign w:val="center"/>
          </w:tcPr>
          <w:p w:rsidR="00BF147A" w:rsidRPr="00B75481" w:rsidRDefault="00BF147A" w:rsidP="004B0BA1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BF147A" w:rsidRPr="00B75481" w:rsidRDefault="00BF147A" w:rsidP="004B0BA1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BF147A" w:rsidRPr="00B75481" w:rsidRDefault="00BF147A" w:rsidP="004B0BA1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BF147A" w:rsidRPr="00B75481" w:rsidRDefault="00BF147A" w:rsidP="004B0BA1">
            <w:pPr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BF147A" w:rsidRPr="00B75481" w:rsidRDefault="00BF147A" w:rsidP="004B0BA1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BF147A" w:rsidRPr="00B75481" w:rsidRDefault="00BF147A" w:rsidP="00BE7A1E">
            <w:r>
              <w:t>жилой дом</w:t>
            </w:r>
          </w:p>
        </w:tc>
        <w:tc>
          <w:tcPr>
            <w:tcW w:w="1134" w:type="dxa"/>
          </w:tcPr>
          <w:p w:rsidR="00BF147A" w:rsidRPr="00B75481" w:rsidRDefault="00BF147A" w:rsidP="00BE7A1E">
            <w:r>
              <w:t>40,2</w:t>
            </w:r>
          </w:p>
        </w:tc>
        <w:tc>
          <w:tcPr>
            <w:tcW w:w="1228" w:type="dxa"/>
          </w:tcPr>
          <w:p w:rsidR="00BF147A" w:rsidRPr="00B75481" w:rsidRDefault="00BF147A" w:rsidP="00BE7A1E">
            <w:r>
              <w:t>РФ</w:t>
            </w:r>
          </w:p>
        </w:tc>
        <w:tc>
          <w:tcPr>
            <w:tcW w:w="2410" w:type="dxa"/>
            <w:vAlign w:val="center"/>
          </w:tcPr>
          <w:p w:rsidR="00BF147A" w:rsidRPr="00B75481" w:rsidRDefault="00BF147A" w:rsidP="004B0BA1">
            <w:pPr>
              <w:jc w:val="center"/>
            </w:pPr>
            <w:r>
              <w:t>-</w:t>
            </w:r>
          </w:p>
        </w:tc>
      </w:tr>
      <w:tr w:rsidR="00BF147A" w:rsidTr="00D2211B">
        <w:tc>
          <w:tcPr>
            <w:tcW w:w="1668" w:type="dxa"/>
          </w:tcPr>
          <w:p w:rsidR="00BF147A" w:rsidRPr="00BF147A" w:rsidRDefault="00BF147A" w:rsidP="007F1800">
            <w:r w:rsidRPr="00BF147A">
              <w:t>сын</w:t>
            </w:r>
          </w:p>
        </w:tc>
        <w:tc>
          <w:tcPr>
            <w:tcW w:w="1417" w:type="dxa"/>
            <w:vAlign w:val="center"/>
          </w:tcPr>
          <w:p w:rsidR="00BF147A" w:rsidRPr="00B75481" w:rsidRDefault="00BF147A" w:rsidP="004B0BA1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BF147A" w:rsidRPr="00B75481" w:rsidRDefault="00BF147A" w:rsidP="004B0BA1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BF147A" w:rsidRPr="00B75481" w:rsidRDefault="00BF147A" w:rsidP="004B0BA1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BF147A" w:rsidRPr="00B75481" w:rsidRDefault="00BF147A" w:rsidP="004B0BA1">
            <w:pPr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BF147A" w:rsidRPr="00B75481" w:rsidRDefault="00BF147A" w:rsidP="004B0BA1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BF147A" w:rsidRPr="00B75481" w:rsidRDefault="00BF147A" w:rsidP="00BE7A1E">
            <w:r>
              <w:t>жилой дом</w:t>
            </w:r>
          </w:p>
        </w:tc>
        <w:tc>
          <w:tcPr>
            <w:tcW w:w="1134" w:type="dxa"/>
          </w:tcPr>
          <w:p w:rsidR="00BF147A" w:rsidRPr="00B75481" w:rsidRDefault="00BF147A" w:rsidP="00BE7A1E">
            <w:r>
              <w:t>40,2</w:t>
            </w:r>
          </w:p>
        </w:tc>
        <w:tc>
          <w:tcPr>
            <w:tcW w:w="1228" w:type="dxa"/>
          </w:tcPr>
          <w:p w:rsidR="00BF147A" w:rsidRPr="00B75481" w:rsidRDefault="00BF147A" w:rsidP="00BE7A1E">
            <w:r>
              <w:t>РФ</w:t>
            </w:r>
          </w:p>
        </w:tc>
        <w:tc>
          <w:tcPr>
            <w:tcW w:w="2410" w:type="dxa"/>
            <w:vAlign w:val="center"/>
          </w:tcPr>
          <w:p w:rsidR="00BF147A" w:rsidRPr="00B75481" w:rsidRDefault="00BF147A" w:rsidP="004B0BA1">
            <w:pPr>
              <w:jc w:val="center"/>
            </w:pPr>
            <w:r>
              <w:t>-</w:t>
            </w:r>
          </w:p>
        </w:tc>
      </w:tr>
      <w:tr w:rsidR="002B75A2" w:rsidTr="00D2211B">
        <w:tc>
          <w:tcPr>
            <w:tcW w:w="1668" w:type="dxa"/>
          </w:tcPr>
          <w:p w:rsidR="002B75A2" w:rsidRPr="00BF147A" w:rsidRDefault="002B75A2" w:rsidP="007F1800">
            <w:r>
              <w:t>Сербина Светлана Николаевна</w:t>
            </w:r>
          </w:p>
        </w:tc>
        <w:tc>
          <w:tcPr>
            <w:tcW w:w="1417" w:type="dxa"/>
            <w:vAlign w:val="center"/>
          </w:tcPr>
          <w:p w:rsidR="002B75A2" w:rsidRDefault="00C6239B" w:rsidP="004B0BA1">
            <w:pPr>
              <w:jc w:val="center"/>
            </w:pPr>
            <w:r>
              <w:t>462370,09</w:t>
            </w:r>
          </w:p>
        </w:tc>
        <w:tc>
          <w:tcPr>
            <w:tcW w:w="1559" w:type="dxa"/>
          </w:tcPr>
          <w:p w:rsidR="002B75A2" w:rsidRPr="007F1800" w:rsidRDefault="002B75A2" w:rsidP="00957260">
            <w:r>
              <w:t>1)</w:t>
            </w:r>
            <w:r w:rsidRPr="007F1800">
              <w:t>земельный участок</w:t>
            </w:r>
            <w:r>
              <w:t xml:space="preserve"> (1/4 доли)</w:t>
            </w:r>
          </w:p>
          <w:p w:rsidR="002B75A2" w:rsidRPr="007F1800" w:rsidRDefault="002B75A2" w:rsidP="00957260">
            <w:r w:rsidRPr="007F1800">
              <w:t>2)</w:t>
            </w:r>
            <w:r>
              <w:t xml:space="preserve"> жилой дом (1/4 доли)</w:t>
            </w:r>
          </w:p>
          <w:p w:rsidR="002B75A2" w:rsidRPr="007F1800" w:rsidRDefault="002B75A2" w:rsidP="00957260"/>
        </w:tc>
        <w:tc>
          <w:tcPr>
            <w:tcW w:w="1134" w:type="dxa"/>
          </w:tcPr>
          <w:p w:rsidR="002B75A2" w:rsidRPr="007F1800" w:rsidRDefault="002B75A2" w:rsidP="00957260">
            <w:r w:rsidRPr="007F1800">
              <w:t>1)</w:t>
            </w:r>
            <w:r>
              <w:t>903,0</w:t>
            </w:r>
          </w:p>
          <w:p w:rsidR="002B75A2" w:rsidRPr="007F1800" w:rsidRDefault="002B75A2" w:rsidP="00957260"/>
          <w:p w:rsidR="002B75A2" w:rsidRDefault="002B75A2" w:rsidP="00957260"/>
          <w:p w:rsidR="002B75A2" w:rsidRPr="007F1800" w:rsidRDefault="002B75A2" w:rsidP="00957260">
            <w:r>
              <w:t>2)</w:t>
            </w:r>
            <w:r w:rsidRPr="007F1800">
              <w:t>7</w:t>
            </w:r>
            <w:r>
              <w:t>1,8</w:t>
            </w:r>
          </w:p>
          <w:p w:rsidR="002B75A2" w:rsidRPr="007F1800" w:rsidRDefault="002B75A2" w:rsidP="00957260"/>
        </w:tc>
        <w:tc>
          <w:tcPr>
            <w:tcW w:w="1276" w:type="dxa"/>
          </w:tcPr>
          <w:p w:rsidR="002B75A2" w:rsidRPr="007F1800" w:rsidRDefault="002B75A2" w:rsidP="00957260">
            <w:r w:rsidRPr="007F1800">
              <w:t>1)РФ</w:t>
            </w:r>
          </w:p>
          <w:p w:rsidR="002B75A2" w:rsidRPr="007F1800" w:rsidRDefault="002B75A2" w:rsidP="00957260"/>
          <w:p w:rsidR="002B75A2" w:rsidRDefault="002B75A2" w:rsidP="00957260"/>
          <w:p w:rsidR="002B75A2" w:rsidRPr="007F1800" w:rsidRDefault="002B75A2" w:rsidP="00957260">
            <w:r w:rsidRPr="007F1800">
              <w:t>2)РФ</w:t>
            </w:r>
          </w:p>
          <w:p w:rsidR="002B75A2" w:rsidRPr="007F1800" w:rsidRDefault="002B75A2" w:rsidP="00957260"/>
        </w:tc>
        <w:tc>
          <w:tcPr>
            <w:tcW w:w="1418" w:type="dxa"/>
          </w:tcPr>
          <w:p w:rsidR="002B75A2" w:rsidRPr="002B75A2" w:rsidRDefault="002B75A2" w:rsidP="002B75A2">
            <w:r w:rsidRPr="00710085">
              <w:rPr>
                <w:lang w:val="en-US"/>
              </w:rPr>
              <w:t>Toyota</w:t>
            </w:r>
            <w:r>
              <w:t xml:space="preserve"> </w:t>
            </w:r>
            <w:r>
              <w:rPr>
                <w:lang w:val="en-US"/>
              </w:rPr>
              <w:t>Vista</w:t>
            </w:r>
          </w:p>
        </w:tc>
        <w:tc>
          <w:tcPr>
            <w:tcW w:w="1559" w:type="dxa"/>
            <w:vAlign w:val="center"/>
          </w:tcPr>
          <w:p w:rsidR="002B75A2" w:rsidRDefault="002B75A2" w:rsidP="002B75A2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2B75A2" w:rsidRDefault="002B75A2" w:rsidP="002B75A2">
            <w:pPr>
              <w:jc w:val="center"/>
            </w:pPr>
            <w:r>
              <w:t>-</w:t>
            </w:r>
          </w:p>
        </w:tc>
        <w:tc>
          <w:tcPr>
            <w:tcW w:w="1228" w:type="dxa"/>
            <w:vAlign w:val="center"/>
          </w:tcPr>
          <w:p w:rsidR="002B75A2" w:rsidRDefault="002B75A2" w:rsidP="002B75A2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2B75A2" w:rsidRDefault="002B75A2" w:rsidP="002B75A2">
            <w:pPr>
              <w:jc w:val="center"/>
            </w:pPr>
            <w:r>
              <w:t>-</w:t>
            </w:r>
          </w:p>
        </w:tc>
      </w:tr>
      <w:tr w:rsidR="000861F3" w:rsidTr="00D2211B">
        <w:tc>
          <w:tcPr>
            <w:tcW w:w="1668" w:type="dxa"/>
          </w:tcPr>
          <w:p w:rsidR="000861F3" w:rsidRPr="00BF147A" w:rsidRDefault="000861F3" w:rsidP="007F1800">
            <w:r>
              <w:t>супруг</w:t>
            </w:r>
          </w:p>
        </w:tc>
        <w:tc>
          <w:tcPr>
            <w:tcW w:w="1417" w:type="dxa"/>
            <w:vAlign w:val="center"/>
          </w:tcPr>
          <w:p w:rsidR="000861F3" w:rsidRDefault="000861F3" w:rsidP="004B0BA1">
            <w:pPr>
              <w:jc w:val="center"/>
            </w:pPr>
            <w:r>
              <w:t>206788,28</w:t>
            </w:r>
          </w:p>
        </w:tc>
        <w:tc>
          <w:tcPr>
            <w:tcW w:w="1559" w:type="dxa"/>
          </w:tcPr>
          <w:p w:rsidR="000861F3" w:rsidRDefault="000861F3" w:rsidP="00957260">
            <w:r>
              <w:t>1)</w:t>
            </w:r>
            <w:r w:rsidRPr="007F1800">
              <w:t>земельный участок</w:t>
            </w:r>
            <w:r>
              <w:t xml:space="preserve"> (1/4 доли)</w:t>
            </w:r>
          </w:p>
          <w:p w:rsidR="000861F3" w:rsidRDefault="000861F3" w:rsidP="00957260">
            <w:r>
              <w:lastRenderedPageBreak/>
              <w:t>2)</w:t>
            </w:r>
            <w:r w:rsidRPr="007F1800">
              <w:t>земельный участок</w:t>
            </w:r>
          </w:p>
          <w:p w:rsidR="000861F3" w:rsidRPr="007F1800" w:rsidRDefault="000861F3" w:rsidP="00957260">
            <w:r>
              <w:t>3)земельный участок</w:t>
            </w:r>
          </w:p>
          <w:p w:rsidR="000861F3" w:rsidRDefault="000861F3" w:rsidP="00957260">
            <w:r>
              <w:t>4</w:t>
            </w:r>
            <w:r w:rsidRPr="007F1800">
              <w:t>)</w:t>
            </w:r>
            <w:r>
              <w:t xml:space="preserve"> жилой дом (1/4 доли)</w:t>
            </w:r>
          </w:p>
          <w:p w:rsidR="000861F3" w:rsidRPr="007F1800" w:rsidRDefault="000861F3" w:rsidP="00957260">
            <w:r>
              <w:t>5)жилой дом</w:t>
            </w:r>
          </w:p>
          <w:p w:rsidR="000861F3" w:rsidRPr="007F1800" w:rsidRDefault="000861F3" w:rsidP="00957260"/>
        </w:tc>
        <w:tc>
          <w:tcPr>
            <w:tcW w:w="1134" w:type="dxa"/>
          </w:tcPr>
          <w:p w:rsidR="000861F3" w:rsidRDefault="000861F3" w:rsidP="00957260">
            <w:r w:rsidRPr="007F1800">
              <w:lastRenderedPageBreak/>
              <w:t>1)</w:t>
            </w:r>
            <w:r>
              <w:t>903,0</w:t>
            </w:r>
          </w:p>
          <w:p w:rsidR="000861F3" w:rsidRDefault="000861F3" w:rsidP="00957260"/>
          <w:p w:rsidR="000861F3" w:rsidRDefault="000861F3" w:rsidP="00957260"/>
          <w:p w:rsidR="000861F3" w:rsidRDefault="000861F3" w:rsidP="00957260">
            <w:r>
              <w:lastRenderedPageBreak/>
              <w:t>2)1584,0</w:t>
            </w:r>
          </w:p>
          <w:p w:rsidR="000861F3" w:rsidRDefault="000861F3" w:rsidP="00957260"/>
          <w:p w:rsidR="000861F3" w:rsidRDefault="000861F3" w:rsidP="00957260">
            <w:r>
              <w:t>3)1325,0</w:t>
            </w:r>
          </w:p>
          <w:p w:rsidR="000861F3" w:rsidRDefault="000861F3" w:rsidP="00957260"/>
          <w:p w:rsidR="000861F3" w:rsidRDefault="000861F3" w:rsidP="00957260">
            <w:r>
              <w:t>4)71,8</w:t>
            </w:r>
          </w:p>
          <w:p w:rsidR="000861F3" w:rsidRDefault="000861F3" w:rsidP="00957260"/>
          <w:p w:rsidR="000861F3" w:rsidRDefault="000861F3" w:rsidP="00957260"/>
          <w:p w:rsidR="000861F3" w:rsidRPr="007F1800" w:rsidRDefault="000861F3" w:rsidP="00957260">
            <w:r>
              <w:t>5)120,4</w:t>
            </w:r>
          </w:p>
          <w:p w:rsidR="000861F3" w:rsidRPr="007F1800" w:rsidRDefault="000861F3" w:rsidP="00957260"/>
          <w:p w:rsidR="000861F3" w:rsidRDefault="000861F3" w:rsidP="00957260"/>
          <w:p w:rsidR="000861F3" w:rsidRPr="007F1800" w:rsidRDefault="000861F3" w:rsidP="000861F3"/>
        </w:tc>
        <w:tc>
          <w:tcPr>
            <w:tcW w:w="1276" w:type="dxa"/>
          </w:tcPr>
          <w:p w:rsidR="000861F3" w:rsidRPr="007F1800" w:rsidRDefault="000861F3" w:rsidP="00957260">
            <w:r w:rsidRPr="007F1800">
              <w:lastRenderedPageBreak/>
              <w:t>1)РФ</w:t>
            </w:r>
          </w:p>
          <w:p w:rsidR="000861F3" w:rsidRPr="007F1800" w:rsidRDefault="000861F3" w:rsidP="00957260"/>
          <w:p w:rsidR="000861F3" w:rsidRDefault="000861F3" w:rsidP="00957260"/>
          <w:p w:rsidR="000861F3" w:rsidRDefault="000861F3" w:rsidP="00957260">
            <w:r w:rsidRPr="007F1800">
              <w:lastRenderedPageBreak/>
              <w:t>2)РФ</w:t>
            </w:r>
          </w:p>
          <w:p w:rsidR="00C545DD" w:rsidRDefault="00C545DD" w:rsidP="00957260"/>
          <w:p w:rsidR="00C545DD" w:rsidRDefault="00C545DD" w:rsidP="00957260">
            <w:r>
              <w:t>3)РФ</w:t>
            </w:r>
          </w:p>
          <w:p w:rsidR="00C545DD" w:rsidRDefault="00C545DD" w:rsidP="00957260"/>
          <w:p w:rsidR="00C545DD" w:rsidRDefault="00C545DD" w:rsidP="00957260">
            <w:r>
              <w:t>4)РФ</w:t>
            </w:r>
          </w:p>
          <w:p w:rsidR="00C545DD" w:rsidRDefault="00C545DD" w:rsidP="00957260"/>
          <w:p w:rsidR="00C545DD" w:rsidRDefault="00C545DD" w:rsidP="00957260"/>
          <w:p w:rsidR="00C545DD" w:rsidRPr="007F1800" w:rsidRDefault="00C545DD" w:rsidP="00957260">
            <w:r>
              <w:t>5)РФ</w:t>
            </w:r>
          </w:p>
          <w:p w:rsidR="000861F3" w:rsidRPr="007F1800" w:rsidRDefault="000861F3" w:rsidP="00957260"/>
        </w:tc>
        <w:tc>
          <w:tcPr>
            <w:tcW w:w="1418" w:type="dxa"/>
            <w:vAlign w:val="center"/>
          </w:tcPr>
          <w:p w:rsidR="000861F3" w:rsidRDefault="00C545DD" w:rsidP="00C545DD">
            <w:pPr>
              <w:jc w:val="center"/>
            </w:pPr>
            <w:r>
              <w:lastRenderedPageBreak/>
              <w:t>-</w:t>
            </w:r>
          </w:p>
        </w:tc>
        <w:tc>
          <w:tcPr>
            <w:tcW w:w="1559" w:type="dxa"/>
            <w:vAlign w:val="center"/>
          </w:tcPr>
          <w:p w:rsidR="000861F3" w:rsidRDefault="00C545DD" w:rsidP="00C545DD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861F3" w:rsidRDefault="00C545DD" w:rsidP="00C545DD">
            <w:pPr>
              <w:jc w:val="center"/>
            </w:pPr>
            <w:r>
              <w:t>-</w:t>
            </w:r>
          </w:p>
        </w:tc>
        <w:tc>
          <w:tcPr>
            <w:tcW w:w="1228" w:type="dxa"/>
            <w:vAlign w:val="center"/>
          </w:tcPr>
          <w:p w:rsidR="000861F3" w:rsidRDefault="00C545DD" w:rsidP="00C545DD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0861F3" w:rsidRDefault="00C545DD" w:rsidP="00C545DD">
            <w:pPr>
              <w:jc w:val="center"/>
            </w:pPr>
            <w:r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BF147A" w:rsidRDefault="00C545DD" w:rsidP="007F1800">
            <w:r>
              <w:lastRenderedPageBreak/>
              <w:t>сын</w:t>
            </w:r>
          </w:p>
        </w:tc>
        <w:tc>
          <w:tcPr>
            <w:tcW w:w="1417" w:type="dxa"/>
            <w:vAlign w:val="center"/>
          </w:tcPr>
          <w:p w:rsidR="00C545DD" w:rsidRDefault="00C545DD" w:rsidP="004B0BA1">
            <w:pPr>
              <w:jc w:val="center"/>
            </w:pPr>
            <w:r>
              <w:t>0</w:t>
            </w:r>
          </w:p>
        </w:tc>
        <w:tc>
          <w:tcPr>
            <w:tcW w:w="1559" w:type="dxa"/>
          </w:tcPr>
          <w:p w:rsidR="00C545DD" w:rsidRPr="007F1800" w:rsidRDefault="00C545DD" w:rsidP="00957260">
            <w:r>
              <w:t>1)</w:t>
            </w:r>
            <w:r w:rsidRPr="007F1800">
              <w:t>земельный участок</w:t>
            </w:r>
            <w:r>
              <w:t xml:space="preserve"> (1/4 доли)</w:t>
            </w:r>
          </w:p>
          <w:p w:rsidR="00C545DD" w:rsidRPr="007F1800" w:rsidRDefault="00C545DD" w:rsidP="00957260">
            <w:r w:rsidRPr="007F1800">
              <w:t>2)</w:t>
            </w:r>
            <w:r>
              <w:t xml:space="preserve"> жилой дом (1/4 доли)</w:t>
            </w:r>
          </w:p>
          <w:p w:rsidR="00C545DD" w:rsidRPr="007F1800" w:rsidRDefault="00C545DD" w:rsidP="00957260"/>
        </w:tc>
        <w:tc>
          <w:tcPr>
            <w:tcW w:w="1134" w:type="dxa"/>
          </w:tcPr>
          <w:p w:rsidR="00C545DD" w:rsidRPr="007F1800" w:rsidRDefault="00C545DD" w:rsidP="00957260">
            <w:r w:rsidRPr="007F1800">
              <w:t>1)</w:t>
            </w:r>
            <w:r>
              <w:t>903,0</w:t>
            </w:r>
          </w:p>
          <w:p w:rsidR="00C545DD" w:rsidRPr="007F1800" w:rsidRDefault="00C545DD" w:rsidP="00957260"/>
          <w:p w:rsidR="00C545DD" w:rsidRDefault="00C545DD" w:rsidP="00957260"/>
          <w:p w:rsidR="00C545DD" w:rsidRPr="007F1800" w:rsidRDefault="00C545DD" w:rsidP="00957260">
            <w:r>
              <w:t>2)</w:t>
            </w:r>
            <w:r w:rsidRPr="007F1800">
              <w:t>7</w:t>
            </w:r>
            <w:r>
              <w:t>1,8</w:t>
            </w:r>
          </w:p>
          <w:p w:rsidR="00C545DD" w:rsidRPr="007F1800" w:rsidRDefault="00C545DD" w:rsidP="00957260"/>
        </w:tc>
        <w:tc>
          <w:tcPr>
            <w:tcW w:w="1276" w:type="dxa"/>
          </w:tcPr>
          <w:p w:rsidR="00C545DD" w:rsidRPr="007F1800" w:rsidRDefault="00C545DD" w:rsidP="00957260">
            <w:r w:rsidRPr="007F1800">
              <w:t>1)РФ</w:t>
            </w:r>
          </w:p>
          <w:p w:rsidR="00C545DD" w:rsidRPr="007F1800" w:rsidRDefault="00C545DD" w:rsidP="00957260"/>
          <w:p w:rsidR="00C545DD" w:rsidRDefault="00C545DD" w:rsidP="00957260"/>
          <w:p w:rsidR="00C545DD" w:rsidRPr="007F1800" w:rsidRDefault="00C545DD" w:rsidP="00957260">
            <w:r w:rsidRPr="007F1800">
              <w:t>2)РФ</w:t>
            </w:r>
          </w:p>
          <w:p w:rsidR="00C545DD" w:rsidRPr="007F1800" w:rsidRDefault="00C545DD" w:rsidP="00957260"/>
        </w:tc>
        <w:tc>
          <w:tcPr>
            <w:tcW w:w="1418" w:type="dxa"/>
            <w:vAlign w:val="center"/>
          </w:tcPr>
          <w:p w:rsidR="00C545DD" w:rsidRDefault="00C545DD" w:rsidP="004B0BA1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545DD" w:rsidRDefault="00C545DD" w:rsidP="00BE7A1E">
            <w:r>
              <w:t>жилой дом</w:t>
            </w:r>
          </w:p>
        </w:tc>
        <w:tc>
          <w:tcPr>
            <w:tcW w:w="1134" w:type="dxa"/>
          </w:tcPr>
          <w:p w:rsidR="00C545DD" w:rsidRDefault="00C545DD" w:rsidP="00BE7A1E">
            <w:r>
              <w:t>120,4</w:t>
            </w:r>
          </w:p>
        </w:tc>
        <w:tc>
          <w:tcPr>
            <w:tcW w:w="1228" w:type="dxa"/>
          </w:tcPr>
          <w:p w:rsidR="00C545DD" w:rsidRDefault="00C545DD" w:rsidP="00BE7A1E">
            <w:r>
              <w:t>РФ</w:t>
            </w:r>
          </w:p>
        </w:tc>
        <w:tc>
          <w:tcPr>
            <w:tcW w:w="2410" w:type="dxa"/>
            <w:vAlign w:val="center"/>
          </w:tcPr>
          <w:p w:rsidR="00C545DD" w:rsidRDefault="00C545DD" w:rsidP="004B0BA1">
            <w:pPr>
              <w:jc w:val="center"/>
            </w:pPr>
            <w:r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BF147A" w:rsidRDefault="00C545DD" w:rsidP="007F1800">
            <w:r>
              <w:t>дочь</w:t>
            </w:r>
          </w:p>
        </w:tc>
        <w:tc>
          <w:tcPr>
            <w:tcW w:w="1417" w:type="dxa"/>
            <w:vAlign w:val="center"/>
          </w:tcPr>
          <w:p w:rsidR="00C545DD" w:rsidRDefault="00C545DD" w:rsidP="004B0BA1">
            <w:pPr>
              <w:jc w:val="center"/>
            </w:pPr>
            <w:r>
              <w:t>0</w:t>
            </w:r>
          </w:p>
        </w:tc>
        <w:tc>
          <w:tcPr>
            <w:tcW w:w="1559" w:type="dxa"/>
          </w:tcPr>
          <w:p w:rsidR="00C545DD" w:rsidRPr="007F1800" w:rsidRDefault="00C545DD" w:rsidP="00957260">
            <w:r>
              <w:t>1)</w:t>
            </w:r>
            <w:r w:rsidRPr="007F1800">
              <w:t>земельный участок</w:t>
            </w:r>
            <w:r>
              <w:t xml:space="preserve"> (1/4 доли)</w:t>
            </w:r>
          </w:p>
          <w:p w:rsidR="00C545DD" w:rsidRPr="007F1800" w:rsidRDefault="00C545DD" w:rsidP="00957260">
            <w:r w:rsidRPr="007F1800">
              <w:t>2)</w:t>
            </w:r>
            <w:r>
              <w:t xml:space="preserve"> жилой дом (1/4 доли)</w:t>
            </w:r>
          </w:p>
          <w:p w:rsidR="00C545DD" w:rsidRPr="007F1800" w:rsidRDefault="00C545DD" w:rsidP="00957260"/>
        </w:tc>
        <w:tc>
          <w:tcPr>
            <w:tcW w:w="1134" w:type="dxa"/>
          </w:tcPr>
          <w:p w:rsidR="00C545DD" w:rsidRPr="007F1800" w:rsidRDefault="00C545DD" w:rsidP="00957260">
            <w:r w:rsidRPr="007F1800">
              <w:t>1)</w:t>
            </w:r>
            <w:r>
              <w:t>903,0</w:t>
            </w:r>
          </w:p>
          <w:p w:rsidR="00C545DD" w:rsidRPr="007F1800" w:rsidRDefault="00C545DD" w:rsidP="00957260"/>
          <w:p w:rsidR="00C545DD" w:rsidRDefault="00C545DD" w:rsidP="00957260"/>
          <w:p w:rsidR="00C545DD" w:rsidRPr="007F1800" w:rsidRDefault="00C545DD" w:rsidP="00957260">
            <w:r>
              <w:t>2)</w:t>
            </w:r>
            <w:r w:rsidRPr="007F1800">
              <w:t>7</w:t>
            </w:r>
            <w:r>
              <w:t>1,8</w:t>
            </w:r>
          </w:p>
          <w:p w:rsidR="00C545DD" w:rsidRPr="007F1800" w:rsidRDefault="00C545DD" w:rsidP="00957260"/>
        </w:tc>
        <w:tc>
          <w:tcPr>
            <w:tcW w:w="1276" w:type="dxa"/>
          </w:tcPr>
          <w:p w:rsidR="00C545DD" w:rsidRPr="007F1800" w:rsidRDefault="00C545DD" w:rsidP="00957260">
            <w:r w:rsidRPr="007F1800">
              <w:t>1)РФ</w:t>
            </w:r>
          </w:p>
          <w:p w:rsidR="00C545DD" w:rsidRPr="007F1800" w:rsidRDefault="00C545DD" w:rsidP="00957260"/>
          <w:p w:rsidR="00C545DD" w:rsidRDefault="00C545DD" w:rsidP="00957260"/>
          <w:p w:rsidR="00C545DD" w:rsidRPr="007F1800" w:rsidRDefault="00C545DD" w:rsidP="00957260">
            <w:r w:rsidRPr="007F1800">
              <w:t>2)РФ</w:t>
            </w:r>
          </w:p>
          <w:p w:rsidR="00C545DD" w:rsidRPr="007F1800" w:rsidRDefault="00C545DD" w:rsidP="00957260"/>
        </w:tc>
        <w:tc>
          <w:tcPr>
            <w:tcW w:w="1418" w:type="dxa"/>
            <w:vAlign w:val="center"/>
          </w:tcPr>
          <w:p w:rsidR="00C545DD" w:rsidRDefault="00C545DD" w:rsidP="004B0BA1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C545DD" w:rsidRDefault="00C545DD" w:rsidP="00957260">
            <w:r>
              <w:t>жилой дом</w:t>
            </w:r>
          </w:p>
        </w:tc>
        <w:tc>
          <w:tcPr>
            <w:tcW w:w="1134" w:type="dxa"/>
          </w:tcPr>
          <w:p w:rsidR="00C545DD" w:rsidRDefault="00C545DD" w:rsidP="00957260">
            <w:r>
              <w:t>120,4</w:t>
            </w:r>
          </w:p>
        </w:tc>
        <w:tc>
          <w:tcPr>
            <w:tcW w:w="1228" w:type="dxa"/>
          </w:tcPr>
          <w:p w:rsidR="00C545DD" w:rsidRDefault="00C545DD" w:rsidP="00957260">
            <w:r>
              <w:t>РФ</w:t>
            </w:r>
          </w:p>
        </w:tc>
        <w:tc>
          <w:tcPr>
            <w:tcW w:w="2410" w:type="dxa"/>
            <w:vAlign w:val="center"/>
          </w:tcPr>
          <w:p w:rsidR="00C545DD" w:rsidRDefault="00C545DD" w:rsidP="004B0BA1">
            <w:pPr>
              <w:jc w:val="center"/>
            </w:pPr>
            <w:r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1F386D" w:rsidRDefault="00C545DD" w:rsidP="0030242D">
            <w:pPr>
              <w:rPr>
                <w:color w:val="FF0000"/>
              </w:rPr>
            </w:pPr>
            <w:r w:rsidRPr="001A0C50">
              <w:t>Хасанова Светлана Валерьевна</w:t>
            </w:r>
          </w:p>
        </w:tc>
        <w:tc>
          <w:tcPr>
            <w:tcW w:w="1417" w:type="dxa"/>
            <w:vAlign w:val="center"/>
          </w:tcPr>
          <w:p w:rsidR="00C545DD" w:rsidRPr="0030242D" w:rsidRDefault="000827A7" w:rsidP="004B0BA1">
            <w:pPr>
              <w:jc w:val="center"/>
            </w:pPr>
            <w:r>
              <w:t>793883,32</w:t>
            </w:r>
          </w:p>
        </w:tc>
        <w:tc>
          <w:tcPr>
            <w:tcW w:w="1559" w:type="dxa"/>
          </w:tcPr>
          <w:p w:rsidR="00C545DD" w:rsidRPr="0030242D" w:rsidRDefault="00C545DD" w:rsidP="0030242D">
            <w:r w:rsidRPr="0030242D">
              <w:t>1)земельный участок</w:t>
            </w:r>
          </w:p>
          <w:p w:rsidR="00C545DD" w:rsidRPr="0030242D" w:rsidRDefault="00C545DD" w:rsidP="0030242D">
            <w:r w:rsidRPr="0030242D">
              <w:t>2)земельный участок</w:t>
            </w:r>
          </w:p>
          <w:p w:rsidR="00C545DD" w:rsidRPr="0030242D" w:rsidRDefault="00C545DD" w:rsidP="0030242D">
            <w:r w:rsidRPr="0030242D">
              <w:t>3)гараж</w:t>
            </w:r>
          </w:p>
          <w:p w:rsidR="00C545DD" w:rsidRPr="0030242D" w:rsidRDefault="00C545DD" w:rsidP="0030242D">
            <w:r w:rsidRPr="0030242D">
              <w:t>4)гараж</w:t>
            </w:r>
          </w:p>
        </w:tc>
        <w:tc>
          <w:tcPr>
            <w:tcW w:w="1134" w:type="dxa"/>
          </w:tcPr>
          <w:p w:rsidR="00C545DD" w:rsidRPr="0030242D" w:rsidRDefault="00C545DD" w:rsidP="0030242D">
            <w:r w:rsidRPr="0030242D">
              <w:t>1)53</w:t>
            </w:r>
            <w:r w:rsidR="002D44F8">
              <w:t>,0</w:t>
            </w:r>
          </w:p>
          <w:p w:rsidR="00C545DD" w:rsidRPr="0030242D" w:rsidRDefault="00C545DD" w:rsidP="0030242D"/>
          <w:p w:rsidR="00C545DD" w:rsidRPr="0030242D" w:rsidRDefault="00C545DD" w:rsidP="0030242D">
            <w:r w:rsidRPr="0030242D">
              <w:t>2)47</w:t>
            </w:r>
            <w:r w:rsidR="002D44F8">
              <w:t>,0</w:t>
            </w:r>
          </w:p>
          <w:p w:rsidR="00C545DD" w:rsidRPr="0030242D" w:rsidRDefault="00C545DD" w:rsidP="0030242D"/>
          <w:p w:rsidR="00C545DD" w:rsidRPr="0030242D" w:rsidRDefault="00C545DD" w:rsidP="0030242D">
            <w:r w:rsidRPr="0030242D">
              <w:t>3)53</w:t>
            </w:r>
            <w:r w:rsidR="002D44F8">
              <w:t>,0</w:t>
            </w:r>
          </w:p>
          <w:p w:rsidR="00C545DD" w:rsidRPr="0030242D" w:rsidRDefault="00C545DD" w:rsidP="0030242D">
            <w:r w:rsidRPr="0030242D">
              <w:t>4)47</w:t>
            </w:r>
            <w:r w:rsidR="002D44F8">
              <w:t>,0</w:t>
            </w:r>
          </w:p>
          <w:p w:rsidR="00C545DD" w:rsidRPr="0030242D" w:rsidRDefault="00C545DD" w:rsidP="0030242D"/>
          <w:p w:rsidR="00C545DD" w:rsidRPr="0030242D" w:rsidRDefault="00C545DD" w:rsidP="0030242D"/>
        </w:tc>
        <w:tc>
          <w:tcPr>
            <w:tcW w:w="1276" w:type="dxa"/>
          </w:tcPr>
          <w:p w:rsidR="00C545DD" w:rsidRPr="0030242D" w:rsidRDefault="00C545DD" w:rsidP="0030242D">
            <w:r w:rsidRPr="0030242D">
              <w:t>1)РФ</w:t>
            </w:r>
          </w:p>
          <w:p w:rsidR="00C545DD" w:rsidRPr="0030242D" w:rsidRDefault="00C545DD" w:rsidP="0030242D"/>
          <w:p w:rsidR="00C545DD" w:rsidRPr="0030242D" w:rsidRDefault="00C545DD" w:rsidP="0030242D">
            <w:r w:rsidRPr="0030242D">
              <w:t>2)РФ</w:t>
            </w:r>
          </w:p>
          <w:p w:rsidR="00C545DD" w:rsidRPr="0030242D" w:rsidRDefault="00C545DD" w:rsidP="0030242D"/>
          <w:p w:rsidR="00C545DD" w:rsidRPr="0030242D" w:rsidRDefault="00C545DD" w:rsidP="0030242D">
            <w:r w:rsidRPr="0030242D">
              <w:t>3)РФ</w:t>
            </w:r>
          </w:p>
          <w:p w:rsidR="00C545DD" w:rsidRPr="0030242D" w:rsidRDefault="00C545DD" w:rsidP="0030242D">
            <w:r w:rsidRPr="0030242D">
              <w:t>4)РФ</w:t>
            </w:r>
          </w:p>
          <w:p w:rsidR="00C545DD" w:rsidRPr="0030242D" w:rsidRDefault="00C545DD" w:rsidP="0030242D"/>
        </w:tc>
        <w:tc>
          <w:tcPr>
            <w:tcW w:w="1418" w:type="dxa"/>
            <w:vAlign w:val="center"/>
          </w:tcPr>
          <w:p w:rsidR="00C545DD" w:rsidRPr="0030242D" w:rsidRDefault="00C545DD" w:rsidP="0030242D">
            <w:pPr>
              <w:jc w:val="center"/>
            </w:pPr>
            <w:r w:rsidRPr="0030242D">
              <w:t>-</w:t>
            </w:r>
          </w:p>
        </w:tc>
        <w:tc>
          <w:tcPr>
            <w:tcW w:w="1559" w:type="dxa"/>
          </w:tcPr>
          <w:p w:rsidR="00C545DD" w:rsidRDefault="00C545DD" w:rsidP="001A0C50">
            <w:r w:rsidRPr="0030242D">
              <w:t>1)земельный участок</w:t>
            </w:r>
          </w:p>
          <w:p w:rsidR="00C545DD" w:rsidRPr="00DF3CD3" w:rsidRDefault="00C545DD" w:rsidP="001A0C50">
            <w:r>
              <w:t>2)2-х комнатная квартира</w:t>
            </w:r>
          </w:p>
        </w:tc>
        <w:tc>
          <w:tcPr>
            <w:tcW w:w="1134" w:type="dxa"/>
          </w:tcPr>
          <w:p w:rsidR="00C545DD" w:rsidRDefault="00C545DD" w:rsidP="001A0C50">
            <w:r>
              <w:t>1)</w:t>
            </w:r>
            <w:r w:rsidRPr="0030242D">
              <w:t>32</w:t>
            </w:r>
            <w:r w:rsidR="002D44F8">
              <w:t>,0</w:t>
            </w:r>
            <w:r w:rsidRPr="0030242D">
              <w:t xml:space="preserve"> </w:t>
            </w:r>
          </w:p>
          <w:p w:rsidR="00C545DD" w:rsidRDefault="00C545DD" w:rsidP="001A0C50"/>
          <w:p w:rsidR="00C545DD" w:rsidRPr="0030242D" w:rsidRDefault="00C545DD" w:rsidP="001A0C50">
            <w:r>
              <w:t>2)48</w:t>
            </w:r>
            <w:r w:rsidR="002D44F8">
              <w:t>,0</w:t>
            </w:r>
          </w:p>
        </w:tc>
        <w:tc>
          <w:tcPr>
            <w:tcW w:w="1228" w:type="dxa"/>
          </w:tcPr>
          <w:p w:rsidR="00C545DD" w:rsidRDefault="00C545DD" w:rsidP="001A0C50">
            <w:r>
              <w:t>1)</w:t>
            </w:r>
            <w:r w:rsidRPr="0030242D">
              <w:t>РФ</w:t>
            </w:r>
          </w:p>
          <w:p w:rsidR="00C545DD" w:rsidRDefault="00C545DD" w:rsidP="001A0C50"/>
          <w:p w:rsidR="00C545DD" w:rsidRPr="0030242D" w:rsidRDefault="00C545DD" w:rsidP="001A0C50">
            <w:r>
              <w:t>2)РФ</w:t>
            </w:r>
          </w:p>
        </w:tc>
        <w:tc>
          <w:tcPr>
            <w:tcW w:w="2410" w:type="dxa"/>
            <w:vAlign w:val="center"/>
          </w:tcPr>
          <w:p w:rsidR="00C545DD" w:rsidRPr="0030242D" w:rsidRDefault="00C545DD" w:rsidP="004B0BA1">
            <w:pPr>
              <w:jc w:val="center"/>
            </w:pPr>
            <w:r w:rsidRPr="0030242D"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1F386D" w:rsidRDefault="00C545DD" w:rsidP="0030242D">
            <w:pPr>
              <w:rPr>
                <w:color w:val="FF0000"/>
              </w:rPr>
            </w:pPr>
            <w:r w:rsidRPr="001A0C50">
              <w:lastRenderedPageBreak/>
              <w:t>супруг</w:t>
            </w:r>
          </w:p>
        </w:tc>
        <w:tc>
          <w:tcPr>
            <w:tcW w:w="1417" w:type="dxa"/>
            <w:vAlign w:val="center"/>
          </w:tcPr>
          <w:p w:rsidR="00C545DD" w:rsidRPr="0030242D" w:rsidRDefault="00DE0FF7" w:rsidP="004B0BA1">
            <w:pPr>
              <w:jc w:val="center"/>
            </w:pPr>
            <w:r>
              <w:t>499984,77</w:t>
            </w:r>
          </w:p>
        </w:tc>
        <w:tc>
          <w:tcPr>
            <w:tcW w:w="1559" w:type="dxa"/>
          </w:tcPr>
          <w:p w:rsidR="00C545DD" w:rsidRPr="0030242D" w:rsidRDefault="00C545DD" w:rsidP="0030242D">
            <w:r w:rsidRPr="0030242D">
              <w:t>1)земельный участок</w:t>
            </w:r>
          </w:p>
          <w:p w:rsidR="00C545DD" w:rsidRPr="0030242D" w:rsidRDefault="00C545DD" w:rsidP="0030242D">
            <w:r w:rsidRPr="0030242D">
              <w:t>2)</w:t>
            </w:r>
            <w:r>
              <w:t xml:space="preserve">2-х комнатная </w:t>
            </w:r>
            <w:r w:rsidRPr="0030242D">
              <w:t>квартира</w:t>
            </w:r>
          </w:p>
        </w:tc>
        <w:tc>
          <w:tcPr>
            <w:tcW w:w="1134" w:type="dxa"/>
          </w:tcPr>
          <w:p w:rsidR="00C545DD" w:rsidRPr="0030242D" w:rsidRDefault="00C545DD" w:rsidP="0030242D">
            <w:r w:rsidRPr="0030242D">
              <w:t>1)1000</w:t>
            </w:r>
            <w:r w:rsidR="00DE0FF7">
              <w:t>,0</w:t>
            </w:r>
          </w:p>
          <w:p w:rsidR="00C545DD" w:rsidRPr="0030242D" w:rsidRDefault="00C545DD" w:rsidP="0030242D"/>
          <w:p w:rsidR="00C545DD" w:rsidRPr="0030242D" w:rsidRDefault="00C545DD" w:rsidP="0030242D">
            <w:r w:rsidRPr="0030242D">
              <w:t>2)48</w:t>
            </w:r>
            <w:r w:rsidR="00DE0FF7">
              <w:t>,0</w:t>
            </w:r>
          </w:p>
          <w:p w:rsidR="00C545DD" w:rsidRPr="0030242D" w:rsidRDefault="00C545DD" w:rsidP="0030242D"/>
        </w:tc>
        <w:tc>
          <w:tcPr>
            <w:tcW w:w="1276" w:type="dxa"/>
          </w:tcPr>
          <w:p w:rsidR="00C545DD" w:rsidRPr="0030242D" w:rsidRDefault="00C545DD" w:rsidP="0030242D">
            <w:pPr>
              <w:rPr>
                <w:lang w:val="en-US"/>
              </w:rPr>
            </w:pPr>
            <w:r w:rsidRPr="0030242D">
              <w:t>1)РФ</w:t>
            </w:r>
          </w:p>
          <w:p w:rsidR="00C545DD" w:rsidRPr="0030242D" w:rsidRDefault="00C545DD" w:rsidP="0030242D">
            <w:pPr>
              <w:rPr>
                <w:lang w:val="en-US"/>
              </w:rPr>
            </w:pPr>
          </w:p>
          <w:p w:rsidR="00C545DD" w:rsidRPr="0030242D" w:rsidRDefault="00C545DD" w:rsidP="0030242D">
            <w:r w:rsidRPr="0030242D">
              <w:t>2)РФ</w:t>
            </w:r>
          </w:p>
          <w:p w:rsidR="00C545DD" w:rsidRPr="0030242D" w:rsidRDefault="00C545DD" w:rsidP="0030242D"/>
          <w:p w:rsidR="00C545DD" w:rsidRPr="0030242D" w:rsidRDefault="00C545DD" w:rsidP="0030242D"/>
        </w:tc>
        <w:tc>
          <w:tcPr>
            <w:tcW w:w="1418" w:type="dxa"/>
          </w:tcPr>
          <w:p w:rsidR="00C545DD" w:rsidRPr="0030242D" w:rsidRDefault="00C545DD" w:rsidP="0030242D">
            <w:pPr>
              <w:rPr>
                <w:lang w:val="en-US"/>
              </w:rPr>
            </w:pPr>
            <w:r w:rsidRPr="0030242D">
              <w:rPr>
                <w:lang w:val="en-US"/>
              </w:rPr>
              <w:t>1) Toyota Land Cruiser Prado</w:t>
            </w:r>
          </w:p>
          <w:p w:rsidR="00C545DD" w:rsidRPr="0030242D" w:rsidRDefault="00C545DD" w:rsidP="0030242D">
            <w:pPr>
              <w:rPr>
                <w:lang w:val="en-US"/>
              </w:rPr>
            </w:pPr>
            <w:r w:rsidRPr="0030242D">
              <w:rPr>
                <w:lang w:val="en-US"/>
              </w:rPr>
              <w:t xml:space="preserve">2) </w:t>
            </w:r>
            <w:r w:rsidRPr="0030242D">
              <w:t>ЗИЛ</w:t>
            </w:r>
            <w:r w:rsidRPr="0030242D">
              <w:rPr>
                <w:lang w:val="en-US"/>
              </w:rPr>
              <w:t xml:space="preserve">-130 </w:t>
            </w:r>
            <w:r w:rsidRPr="0030242D">
              <w:t>ММЗ</w:t>
            </w:r>
            <w:r w:rsidRPr="0030242D">
              <w:rPr>
                <w:lang w:val="en-US"/>
              </w:rPr>
              <w:t xml:space="preserve"> 554</w:t>
            </w:r>
            <w:r w:rsidRPr="0030242D">
              <w:t>М</w:t>
            </w:r>
          </w:p>
          <w:p w:rsidR="00C545DD" w:rsidRPr="0030242D" w:rsidRDefault="00C545DD" w:rsidP="0030242D">
            <w:pPr>
              <w:rPr>
                <w:lang w:val="en-US"/>
              </w:rPr>
            </w:pPr>
            <w:r w:rsidRPr="0030242D">
              <w:rPr>
                <w:lang w:val="en-US"/>
              </w:rPr>
              <w:t xml:space="preserve">3) </w:t>
            </w:r>
            <w:r w:rsidRPr="0030242D">
              <w:t>УАЗ</w:t>
            </w:r>
            <w:r w:rsidRPr="0030242D">
              <w:rPr>
                <w:lang w:val="en-US"/>
              </w:rPr>
              <w:t>-390945</w:t>
            </w:r>
          </w:p>
          <w:p w:rsidR="00C545DD" w:rsidRPr="0030242D" w:rsidRDefault="00C545DD" w:rsidP="0030242D">
            <w:pPr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C545DD" w:rsidRPr="0030242D" w:rsidRDefault="00C545DD" w:rsidP="004B0BA1">
            <w:pPr>
              <w:jc w:val="center"/>
              <w:rPr>
                <w:lang w:val="en-US"/>
              </w:rPr>
            </w:pPr>
            <w:r w:rsidRPr="0030242D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545DD" w:rsidRPr="0030242D" w:rsidRDefault="00C545DD" w:rsidP="004B0BA1">
            <w:pPr>
              <w:jc w:val="center"/>
            </w:pPr>
            <w:r w:rsidRPr="0030242D">
              <w:t>-</w:t>
            </w:r>
          </w:p>
        </w:tc>
        <w:tc>
          <w:tcPr>
            <w:tcW w:w="1228" w:type="dxa"/>
            <w:vAlign w:val="center"/>
          </w:tcPr>
          <w:p w:rsidR="00C545DD" w:rsidRPr="0030242D" w:rsidRDefault="00C545DD" w:rsidP="004B0BA1">
            <w:pPr>
              <w:jc w:val="center"/>
            </w:pPr>
            <w:r w:rsidRPr="0030242D">
              <w:t>-</w:t>
            </w:r>
          </w:p>
        </w:tc>
        <w:tc>
          <w:tcPr>
            <w:tcW w:w="2410" w:type="dxa"/>
            <w:vAlign w:val="center"/>
          </w:tcPr>
          <w:p w:rsidR="00C545DD" w:rsidRPr="0030242D" w:rsidRDefault="00C545DD" w:rsidP="004B0BA1">
            <w:pPr>
              <w:jc w:val="center"/>
            </w:pPr>
            <w:r w:rsidRPr="0030242D"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1F386D" w:rsidRDefault="00C545DD" w:rsidP="0030242D">
            <w:pPr>
              <w:rPr>
                <w:color w:val="FF0000"/>
              </w:rPr>
            </w:pPr>
            <w:r w:rsidRPr="001A0C50">
              <w:t>дочь</w:t>
            </w:r>
          </w:p>
        </w:tc>
        <w:tc>
          <w:tcPr>
            <w:tcW w:w="1417" w:type="dxa"/>
            <w:vAlign w:val="center"/>
          </w:tcPr>
          <w:p w:rsidR="00C545DD" w:rsidRPr="0030242D" w:rsidRDefault="00C545DD" w:rsidP="004B0BA1">
            <w:pPr>
              <w:jc w:val="center"/>
            </w:pPr>
            <w:r w:rsidRPr="0030242D">
              <w:t>0</w:t>
            </w:r>
          </w:p>
        </w:tc>
        <w:tc>
          <w:tcPr>
            <w:tcW w:w="1559" w:type="dxa"/>
          </w:tcPr>
          <w:p w:rsidR="00C545DD" w:rsidRPr="0030242D" w:rsidRDefault="00C545DD" w:rsidP="0030242D">
            <w:pPr>
              <w:jc w:val="center"/>
            </w:pPr>
            <w:r w:rsidRPr="0030242D">
              <w:t>-</w:t>
            </w:r>
          </w:p>
        </w:tc>
        <w:tc>
          <w:tcPr>
            <w:tcW w:w="1134" w:type="dxa"/>
          </w:tcPr>
          <w:p w:rsidR="00C545DD" w:rsidRPr="0030242D" w:rsidRDefault="00C545DD" w:rsidP="0030242D">
            <w:pPr>
              <w:jc w:val="center"/>
            </w:pPr>
            <w:r w:rsidRPr="0030242D">
              <w:t>-</w:t>
            </w:r>
          </w:p>
        </w:tc>
        <w:tc>
          <w:tcPr>
            <w:tcW w:w="1276" w:type="dxa"/>
          </w:tcPr>
          <w:p w:rsidR="00C545DD" w:rsidRPr="0030242D" w:rsidRDefault="00C545DD" w:rsidP="0030242D">
            <w:pPr>
              <w:jc w:val="center"/>
            </w:pPr>
            <w:r w:rsidRPr="0030242D">
              <w:t>-</w:t>
            </w:r>
          </w:p>
        </w:tc>
        <w:tc>
          <w:tcPr>
            <w:tcW w:w="1418" w:type="dxa"/>
          </w:tcPr>
          <w:p w:rsidR="00C545DD" w:rsidRPr="0030242D" w:rsidRDefault="00C545DD" w:rsidP="0030242D">
            <w:pPr>
              <w:jc w:val="center"/>
            </w:pPr>
            <w:r w:rsidRPr="0030242D">
              <w:t>-</w:t>
            </w:r>
          </w:p>
        </w:tc>
        <w:tc>
          <w:tcPr>
            <w:tcW w:w="1559" w:type="dxa"/>
            <w:vAlign w:val="center"/>
          </w:tcPr>
          <w:p w:rsidR="00C545DD" w:rsidRPr="0030242D" w:rsidRDefault="00C545DD" w:rsidP="001A0C50">
            <w:r>
              <w:t>2-х комнатная квартира</w:t>
            </w:r>
          </w:p>
        </w:tc>
        <w:tc>
          <w:tcPr>
            <w:tcW w:w="1134" w:type="dxa"/>
            <w:vAlign w:val="center"/>
          </w:tcPr>
          <w:p w:rsidR="00C545DD" w:rsidRPr="0030242D" w:rsidRDefault="00C545DD" w:rsidP="004B0BA1">
            <w:pPr>
              <w:jc w:val="center"/>
            </w:pPr>
            <w:r w:rsidRPr="0030242D">
              <w:t>48</w:t>
            </w:r>
            <w:r w:rsidR="00DE0FF7">
              <w:t>,0</w:t>
            </w:r>
          </w:p>
        </w:tc>
        <w:tc>
          <w:tcPr>
            <w:tcW w:w="1228" w:type="dxa"/>
            <w:vAlign w:val="center"/>
          </w:tcPr>
          <w:p w:rsidR="00C545DD" w:rsidRPr="0030242D" w:rsidRDefault="00C545DD" w:rsidP="004B0BA1">
            <w:pPr>
              <w:jc w:val="center"/>
            </w:pPr>
            <w:r w:rsidRPr="0030242D">
              <w:t>РФ</w:t>
            </w:r>
          </w:p>
        </w:tc>
        <w:tc>
          <w:tcPr>
            <w:tcW w:w="2410" w:type="dxa"/>
            <w:vAlign w:val="center"/>
          </w:tcPr>
          <w:p w:rsidR="00C545DD" w:rsidRPr="0030242D" w:rsidRDefault="00C545DD" w:rsidP="004B0BA1">
            <w:pPr>
              <w:jc w:val="center"/>
            </w:pPr>
            <w:r w:rsidRPr="0030242D"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901EB2" w:rsidRDefault="00C545DD" w:rsidP="00EB5EDD">
            <w:r w:rsidRPr="00901EB2">
              <w:t>Перунов Владимир Александрович</w:t>
            </w:r>
          </w:p>
        </w:tc>
        <w:tc>
          <w:tcPr>
            <w:tcW w:w="1417" w:type="dxa"/>
            <w:vAlign w:val="center"/>
          </w:tcPr>
          <w:p w:rsidR="00C545DD" w:rsidRPr="00EB5EDD" w:rsidRDefault="000827A7" w:rsidP="002913AE">
            <w:pPr>
              <w:jc w:val="center"/>
            </w:pPr>
            <w:r>
              <w:t>932243,01</w:t>
            </w:r>
          </w:p>
        </w:tc>
        <w:tc>
          <w:tcPr>
            <w:tcW w:w="1559" w:type="dxa"/>
          </w:tcPr>
          <w:p w:rsidR="00C545DD" w:rsidRPr="00EB5EDD" w:rsidRDefault="00C545DD" w:rsidP="002913AE">
            <w:r w:rsidRPr="00EB5EDD">
              <w:t>1)земельный участок</w:t>
            </w:r>
          </w:p>
          <w:p w:rsidR="00C545DD" w:rsidRPr="00EB5EDD" w:rsidRDefault="00C545DD" w:rsidP="002913AE">
            <w:r w:rsidRPr="00EB5EDD">
              <w:t>2)</w:t>
            </w:r>
            <w:r>
              <w:t xml:space="preserve">4-х комнатная </w:t>
            </w:r>
            <w:r w:rsidRPr="00EB5EDD">
              <w:t>квартира</w:t>
            </w:r>
          </w:p>
        </w:tc>
        <w:tc>
          <w:tcPr>
            <w:tcW w:w="1134" w:type="dxa"/>
          </w:tcPr>
          <w:p w:rsidR="00C545DD" w:rsidRPr="00EB5EDD" w:rsidRDefault="00C545DD" w:rsidP="002913AE">
            <w:r w:rsidRPr="00EB5EDD">
              <w:t>1)1204</w:t>
            </w:r>
            <w:r w:rsidR="0035668F">
              <w:t>,0</w:t>
            </w:r>
          </w:p>
          <w:p w:rsidR="00C545DD" w:rsidRPr="00EB5EDD" w:rsidRDefault="00C545DD" w:rsidP="002913AE"/>
          <w:p w:rsidR="00C545DD" w:rsidRPr="00EB5EDD" w:rsidRDefault="00C545DD" w:rsidP="002913AE">
            <w:r w:rsidRPr="00EB5EDD">
              <w:t>2)263,30</w:t>
            </w:r>
          </w:p>
        </w:tc>
        <w:tc>
          <w:tcPr>
            <w:tcW w:w="1276" w:type="dxa"/>
          </w:tcPr>
          <w:p w:rsidR="00C545DD" w:rsidRPr="00EB5EDD" w:rsidRDefault="00C545DD" w:rsidP="002913AE">
            <w:r w:rsidRPr="00EB5EDD">
              <w:t>1)РФ</w:t>
            </w:r>
          </w:p>
          <w:p w:rsidR="00C545DD" w:rsidRPr="00EB5EDD" w:rsidRDefault="00C545DD" w:rsidP="002913AE"/>
          <w:p w:rsidR="00C545DD" w:rsidRPr="00EB5EDD" w:rsidRDefault="00C545DD" w:rsidP="002913AE">
            <w:r w:rsidRPr="00EB5EDD">
              <w:t>2)РФ</w:t>
            </w:r>
          </w:p>
        </w:tc>
        <w:tc>
          <w:tcPr>
            <w:tcW w:w="1418" w:type="dxa"/>
            <w:vAlign w:val="center"/>
          </w:tcPr>
          <w:p w:rsidR="00C545DD" w:rsidRPr="00EB5EDD" w:rsidRDefault="00C545DD" w:rsidP="002913AE">
            <w:pPr>
              <w:rPr>
                <w:lang w:val="en-US"/>
              </w:rPr>
            </w:pPr>
            <w:r w:rsidRPr="00EB5EDD">
              <w:t>1)</w:t>
            </w:r>
            <w:r w:rsidRPr="00EB5EDD">
              <w:rPr>
                <w:lang w:val="en-US"/>
              </w:rPr>
              <w:t xml:space="preserve">Suzuki </w:t>
            </w:r>
            <w:proofErr w:type="spellStart"/>
            <w:r w:rsidRPr="00EB5EDD">
              <w:rPr>
                <w:lang w:val="en-US"/>
              </w:rPr>
              <w:t>E</w:t>
            </w:r>
            <w:r w:rsidR="0035668F">
              <w:rPr>
                <w:lang w:val="en-US"/>
              </w:rPr>
              <w:t>s</w:t>
            </w:r>
            <w:r w:rsidRPr="00EB5EDD">
              <w:rPr>
                <w:lang w:val="en-US"/>
              </w:rPr>
              <w:t>skudo</w:t>
            </w:r>
            <w:proofErr w:type="spellEnd"/>
          </w:p>
          <w:p w:rsidR="00C545DD" w:rsidRPr="00EB5EDD" w:rsidRDefault="00C545DD" w:rsidP="002913AE"/>
        </w:tc>
        <w:tc>
          <w:tcPr>
            <w:tcW w:w="1559" w:type="dxa"/>
            <w:vAlign w:val="center"/>
          </w:tcPr>
          <w:p w:rsidR="00C545DD" w:rsidRPr="00EB5EDD" w:rsidRDefault="00C545DD" w:rsidP="002913AE">
            <w:pPr>
              <w:jc w:val="center"/>
            </w:pPr>
            <w:r w:rsidRPr="00EB5EDD">
              <w:t>-</w:t>
            </w:r>
          </w:p>
        </w:tc>
        <w:tc>
          <w:tcPr>
            <w:tcW w:w="1134" w:type="dxa"/>
            <w:vAlign w:val="center"/>
          </w:tcPr>
          <w:p w:rsidR="00C545DD" w:rsidRPr="00EB5EDD" w:rsidRDefault="00C545DD" w:rsidP="002913AE">
            <w:pPr>
              <w:jc w:val="center"/>
            </w:pPr>
            <w:r w:rsidRPr="00EB5EDD">
              <w:t>-</w:t>
            </w:r>
          </w:p>
        </w:tc>
        <w:tc>
          <w:tcPr>
            <w:tcW w:w="1228" w:type="dxa"/>
            <w:vAlign w:val="center"/>
          </w:tcPr>
          <w:p w:rsidR="00C545DD" w:rsidRPr="00EB5EDD" w:rsidRDefault="00C545DD" w:rsidP="002913AE">
            <w:pPr>
              <w:jc w:val="center"/>
            </w:pPr>
            <w:r w:rsidRPr="00EB5EDD">
              <w:t>-</w:t>
            </w:r>
          </w:p>
        </w:tc>
        <w:tc>
          <w:tcPr>
            <w:tcW w:w="2410" w:type="dxa"/>
            <w:vAlign w:val="center"/>
          </w:tcPr>
          <w:p w:rsidR="00C545DD" w:rsidRPr="00EB5EDD" w:rsidRDefault="00C545DD" w:rsidP="002913AE">
            <w:pPr>
              <w:jc w:val="center"/>
            </w:pPr>
            <w:r w:rsidRPr="00EB5EDD"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901EB2" w:rsidRDefault="00C545DD" w:rsidP="00EB5EDD">
            <w:r w:rsidRPr="00901EB2">
              <w:t>супруга</w:t>
            </w:r>
          </w:p>
        </w:tc>
        <w:tc>
          <w:tcPr>
            <w:tcW w:w="1417" w:type="dxa"/>
            <w:vAlign w:val="center"/>
          </w:tcPr>
          <w:p w:rsidR="00C545DD" w:rsidRPr="00366F88" w:rsidRDefault="0035668F" w:rsidP="002913AE">
            <w:pPr>
              <w:jc w:val="center"/>
            </w:pPr>
            <w:r>
              <w:t>721741,00</w:t>
            </w:r>
          </w:p>
        </w:tc>
        <w:tc>
          <w:tcPr>
            <w:tcW w:w="1559" w:type="dxa"/>
            <w:vAlign w:val="center"/>
          </w:tcPr>
          <w:p w:rsidR="00C545DD" w:rsidRPr="00EB5EDD" w:rsidRDefault="00C545DD" w:rsidP="002913AE">
            <w:pPr>
              <w:jc w:val="center"/>
            </w:pPr>
            <w:r w:rsidRPr="00EB5EDD">
              <w:t>-</w:t>
            </w:r>
          </w:p>
        </w:tc>
        <w:tc>
          <w:tcPr>
            <w:tcW w:w="1134" w:type="dxa"/>
            <w:vAlign w:val="center"/>
          </w:tcPr>
          <w:p w:rsidR="00C545DD" w:rsidRPr="00EB5EDD" w:rsidRDefault="00C545DD" w:rsidP="002913AE">
            <w:pPr>
              <w:jc w:val="center"/>
            </w:pPr>
            <w:r w:rsidRPr="00EB5EDD">
              <w:t>-</w:t>
            </w:r>
          </w:p>
        </w:tc>
        <w:tc>
          <w:tcPr>
            <w:tcW w:w="1276" w:type="dxa"/>
            <w:vAlign w:val="center"/>
          </w:tcPr>
          <w:p w:rsidR="00C545DD" w:rsidRPr="00EB5EDD" w:rsidRDefault="00C545DD" w:rsidP="002913AE">
            <w:pPr>
              <w:jc w:val="center"/>
            </w:pPr>
            <w:r w:rsidRPr="00EB5EDD">
              <w:t>-</w:t>
            </w:r>
          </w:p>
        </w:tc>
        <w:tc>
          <w:tcPr>
            <w:tcW w:w="1418" w:type="dxa"/>
            <w:vAlign w:val="center"/>
          </w:tcPr>
          <w:p w:rsidR="00C545DD" w:rsidRPr="00EB5EDD" w:rsidRDefault="00C545DD" w:rsidP="002913AE">
            <w:r w:rsidRPr="00EB5EDD">
              <w:rPr>
                <w:lang w:val="en-US"/>
              </w:rPr>
              <w:t>Toyota</w:t>
            </w:r>
            <w:r w:rsidRPr="00EB5EDD">
              <w:t xml:space="preserve"> </w:t>
            </w:r>
            <w:proofErr w:type="spellStart"/>
            <w:r w:rsidRPr="00EB5EDD">
              <w:rPr>
                <w:lang w:val="en-US"/>
              </w:rPr>
              <w:t>Passo</w:t>
            </w:r>
            <w:proofErr w:type="spellEnd"/>
          </w:p>
        </w:tc>
        <w:tc>
          <w:tcPr>
            <w:tcW w:w="1559" w:type="dxa"/>
          </w:tcPr>
          <w:p w:rsidR="00C545DD" w:rsidRDefault="00C545DD">
            <w:r>
              <w:t>1)</w:t>
            </w:r>
            <w:r w:rsidRPr="00A1313A">
              <w:t>4-х комнатная квартира</w:t>
            </w:r>
          </w:p>
          <w:p w:rsidR="00C545DD" w:rsidRDefault="00C545DD">
            <w:r>
              <w:t>2)земельный участок</w:t>
            </w:r>
          </w:p>
        </w:tc>
        <w:tc>
          <w:tcPr>
            <w:tcW w:w="1134" w:type="dxa"/>
          </w:tcPr>
          <w:p w:rsidR="00C545DD" w:rsidRDefault="00C545DD" w:rsidP="00366F88">
            <w:r>
              <w:t>1)</w:t>
            </w:r>
            <w:r w:rsidRPr="00EB5EDD">
              <w:t>263,30</w:t>
            </w:r>
          </w:p>
          <w:p w:rsidR="00C545DD" w:rsidRDefault="00C545DD" w:rsidP="00366F88"/>
          <w:p w:rsidR="00C545DD" w:rsidRPr="00EB5EDD" w:rsidRDefault="00C545DD" w:rsidP="00366F88">
            <w:r>
              <w:t>2)1204</w:t>
            </w:r>
            <w:r w:rsidR="0035668F">
              <w:t>,0</w:t>
            </w:r>
          </w:p>
        </w:tc>
        <w:tc>
          <w:tcPr>
            <w:tcW w:w="1228" w:type="dxa"/>
          </w:tcPr>
          <w:p w:rsidR="00C545DD" w:rsidRDefault="00C545DD" w:rsidP="00366F88">
            <w:r>
              <w:t>1)</w:t>
            </w:r>
            <w:r w:rsidRPr="00EB5EDD">
              <w:t>РФ</w:t>
            </w:r>
          </w:p>
          <w:p w:rsidR="00C545DD" w:rsidRDefault="00C545DD" w:rsidP="00366F88"/>
          <w:p w:rsidR="00C545DD" w:rsidRDefault="00C545DD" w:rsidP="00366F88"/>
          <w:p w:rsidR="00C545DD" w:rsidRPr="00EB5EDD" w:rsidRDefault="00C545DD" w:rsidP="00366F88">
            <w:r>
              <w:t>2)РФ</w:t>
            </w:r>
          </w:p>
        </w:tc>
        <w:tc>
          <w:tcPr>
            <w:tcW w:w="2410" w:type="dxa"/>
            <w:vAlign w:val="center"/>
          </w:tcPr>
          <w:p w:rsidR="00C545DD" w:rsidRPr="00EB5EDD" w:rsidRDefault="00C545DD" w:rsidP="002913AE">
            <w:pPr>
              <w:jc w:val="center"/>
            </w:pPr>
            <w:r w:rsidRPr="00EB5EDD"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901EB2" w:rsidRDefault="00C545DD" w:rsidP="00EB5EDD">
            <w:r w:rsidRPr="00901EB2">
              <w:t>сын</w:t>
            </w:r>
          </w:p>
        </w:tc>
        <w:tc>
          <w:tcPr>
            <w:tcW w:w="1417" w:type="dxa"/>
            <w:vAlign w:val="center"/>
          </w:tcPr>
          <w:p w:rsidR="00C545DD" w:rsidRPr="00EB5EDD" w:rsidRDefault="00C545DD" w:rsidP="002913AE">
            <w:pPr>
              <w:jc w:val="center"/>
            </w:pPr>
            <w:r w:rsidRPr="00EB5EDD">
              <w:t>0</w:t>
            </w:r>
          </w:p>
        </w:tc>
        <w:tc>
          <w:tcPr>
            <w:tcW w:w="1559" w:type="dxa"/>
            <w:vAlign w:val="center"/>
          </w:tcPr>
          <w:p w:rsidR="00C545DD" w:rsidRPr="00EB5EDD" w:rsidRDefault="00C545DD" w:rsidP="002913AE">
            <w:pPr>
              <w:jc w:val="center"/>
            </w:pPr>
            <w:r w:rsidRPr="00EB5EDD">
              <w:t>-</w:t>
            </w:r>
          </w:p>
        </w:tc>
        <w:tc>
          <w:tcPr>
            <w:tcW w:w="1134" w:type="dxa"/>
            <w:vAlign w:val="center"/>
          </w:tcPr>
          <w:p w:rsidR="00C545DD" w:rsidRPr="00EB5EDD" w:rsidRDefault="00C545DD" w:rsidP="002913AE">
            <w:pPr>
              <w:jc w:val="center"/>
            </w:pPr>
            <w:r w:rsidRPr="00EB5EDD">
              <w:t>-</w:t>
            </w:r>
          </w:p>
        </w:tc>
        <w:tc>
          <w:tcPr>
            <w:tcW w:w="1276" w:type="dxa"/>
            <w:vAlign w:val="center"/>
          </w:tcPr>
          <w:p w:rsidR="00C545DD" w:rsidRPr="00EB5EDD" w:rsidRDefault="00C545DD" w:rsidP="002913AE">
            <w:pPr>
              <w:jc w:val="center"/>
            </w:pPr>
            <w:r w:rsidRPr="00EB5EDD">
              <w:t>-</w:t>
            </w:r>
          </w:p>
        </w:tc>
        <w:tc>
          <w:tcPr>
            <w:tcW w:w="1418" w:type="dxa"/>
            <w:vAlign w:val="center"/>
          </w:tcPr>
          <w:p w:rsidR="00C545DD" w:rsidRPr="00EB5EDD" w:rsidRDefault="00C545DD" w:rsidP="002913AE">
            <w:pPr>
              <w:jc w:val="center"/>
            </w:pPr>
            <w:r w:rsidRPr="00EB5EDD">
              <w:t>-</w:t>
            </w:r>
          </w:p>
        </w:tc>
        <w:tc>
          <w:tcPr>
            <w:tcW w:w="1559" w:type="dxa"/>
          </w:tcPr>
          <w:p w:rsidR="00C545DD" w:rsidRDefault="00C545DD" w:rsidP="00BE7A1E">
            <w:r>
              <w:t>1)</w:t>
            </w:r>
            <w:r w:rsidRPr="00A1313A">
              <w:t>4-х комнатная квартира</w:t>
            </w:r>
          </w:p>
          <w:p w:rsidR="00C545DD" w:rsidRDefault="00C545DD" w:rsidP="00BE7A1E">
            <w:r>
              <w:t>2)земельный участок</w:t>
            </w:r>
          </w:p>
        </w:tc>
        <w:tc>
          <w:tcPr>
            <w:tcW w:w="1134" w:type="dxa"/>
          </w:tcPr>
          <w:p w:rsidR="00C545DD" w:rsidRDefault="00C545DD" w:rsidP="00BE7A1E">
            <w:r>
              <w:t>1)</w:t>
            </w:r>
            <w:r w:rsidRPr="00EB5EDD">
              <w:t>263,30</w:t>
            </w:r>
          </w:p>
          <w:p w:rsidR="00C545DD" w:rsidRDefault="00C545DD" w:rsidP="00BE7A1E"/>
          <w:p w:rsidR="00C545DD" w:rsidRPr="00EB5EDD" w:rsidRDefault="00C545DD" w:rsidP="00BE7A1E">
            <w:r>
              <w:t>2)1204</w:t>
            </w:r>
            <w:r w:rsidR="0035668F">
              <w:t>,0</w:t>
            </w:r>
          </w:p>
        </w:tc>
        <w:tc>
          <w:tcPr>
            <w:tcW w:w="1228" w:type="dxa"/>
          </w:tcPr>
          <w:p w:rsidR="00C545DD" w:rsidRDefault="00C545DD" w:rsidP="00BE7A1E">
            <w:r>
              <w:t>1)</w:t>
            </w:r>
            <w:r w:rsidRPr="00EB5EDD">
              <w:t>РФ</w:t>
            </w:r>
          </w:p>
          <w:p w:rsidR="00C545DD" w:rsidRDefault="00C545DD" w:rsidP="00BE7A1E"/>
          <w:p w:rsidR="00C545DD" w:rsidRDefault="00C545DD" w:rsidP="00BE7A1E"/>
          <w:p w:rsidR="00C545DD" w:rsidRPr="00EB5EDD" w:rsidRDefault="00C545DD" w:rsidP="00BE7A1E">
            <w:r>
              <w:t>2)РФ</w:t>
            </w:r>
          </w:p>
        </w:tc>
        <w:tc>
          <w:tcPr>
            <w:tcW w:w="2410" w:type="dxa"/>
            <w:vAlign w:val="center"/>
          </w:tcPr>
          <w:p w:rsidR="00C545DD" w:rsidRPr="00EB5EDD" w:rsidRDefault="00C545DD" w:rsidP="002913AE">
            <w:pPr>
              <w:jc w:val="center"/>
            </w:pPr>
            <w:r w:rsidRPr="00EB5EDD"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901EB2" w:rsidRDefault="00C545DD" w:rsidP="00EB5EDD">
            <w:r w:rsidRPr="00901EB2">
              <w:t>сын</w:t>
            </w:r>
          </w:p>
        </w:tc>
        <w:tc>
          <w:tcPr>
            <w:tcW w:w="1417" w:type="dxa"/>
            <w:vAlign w:val="center"/>
          </w:tcPr>
          <w:p w:rsidR="00C545DD" w:rsidRPr="00EB5EDD" w:rsidRDefault="00C545DD" w:rsidP="002913AE">
            <w:pPr>
              <w:jc w:val="center"/>
            </w:pPr>
            <w:r w:rsidRPr="00EB5EDD">
              <w:t>0</w:t>
            </w:r>
          </w:p>
        </w:tc>
        <w:tc>
          <w:tcPr>
            <w:tcW w:w="1559" w:type="dxa"/>
            <w:vAlign w:val="center"/>
          </w:tcPr>
          <w:p w:rsidR="00C545DD" w:rsidRPr="00EB5EDD" w:rsidRDefault="00C545DD" w:rsidP="002913AE">
            <w:pPr>
              <w:jc w:val="center"/>
            </w:pPr>
            <w:r w:rsidRPr="00EB5EDD">
              <w:t>-</w:t>
            </w:r>
          </w:p>
        </w:tc>
        <w:tc>
          <w:tcPr>
            <w:tcW w:w="1134" w:type="dxa"/>
            <w:vAlign w:val="center"/>
          </w:tcPr>
          <w:p w:rsidR="00C545DD" w:rsidRPr="00EB5EDD" w:rsidRDefault="00C545DD" w:rsidP="002913AE">
            <w:pPr>
              <w:jc w:val="center"/>
            </w:pPr>
            <w:r w:rsidRPr="00EB5EDD">
              <w:t>-</w:t>
            </w:r>
          </w:p>
        </w:tc>
        <w:tc>
          <w:tcPr>
            <w:tcW w:w="1276" w:type="dxa"/>
            <w:vAlign w:val="center"/>
          </w:tcPr>
          <w:p w:rsidR="00C545DD" w:rsidRPr="00EB5EDD" w:rsidRDefault="00C545DD" w:rsidP="002913AE">
            <w:pPr>
              <w:jc w:val="center"/>
            </w:pPr>
            <w:r w:rsidRPr="00EB5EDD">
              <w:t>-</w:t>
            </w:r>
          </w:p>
        </w:tc>
        <w:tc>
          <w:tcPr>
            <w:tcW w:w="1418" w:type="dxa"/>
            <w:vAlign w:val="center"/>
          </w:tcPr>
          <w:p w:rsidR="00C545DD" w:rsidRPr="00EB5EDD" w:rsidRDefault="00C545DD" w:rsidP="002913AE">
            <w:pPr>
              <w:jc w:val="center"/>
            </w:pPr>
            <w:r w:rsidRPr="00EB5EDD">
              <w:t>-</w:t>
            </w:r>
          </w:p>
        </w:tc>
        <w:tc>
          <w:tcPr>
            <w:tcW w:w="1559" w:type="dxa"/>
          </w:tcPr>
          <w:p w:rsidR="00C545DD" w:rsidRDefault="00C545DD" w:rsidP="00BE7A1E">
            <w:r>
              <w:t>1)</w:t>
            </w:r>
            <w:r w:rsidRPr="00A1313A">
              <w:t>4-х комнатная квартира</w:t>
            </w:r>
          </w:p>
          <w:p w:rsidR="00C545DD" w:rsidRDefault="00C545DD" w:rsidP="00BE7A1E">
            <w:r>
              <w:t>2)земельный участок</w:t>
            </w:r>
          </w:p>
        </w:tc>
        <w:tc>
          <w:tcPr>
            <w:tcW w:w="1134" w:type="dxa"/>
          </w:tcPr>
          <w:p w:rsidR="00C545DD" w:rsidRDefault="00C545DD" w:rsidP="00BE7A1E">
            <w:r>
              <w:t>1)</w:t>
            </w:r>
            <w:r w:rsidRPr="00EB5EDD">
              <w:t>263,30</w:t>
            </w:r>
          </w:p>
          <w:p w:rsidR="00C545DD" w:rsidRDefault="00C545DD" w:rsidP="00BE7A1E"/>
          <w:p w:rsidR="00C545DD" w:rsidRPr="00EB5EDD" w:rsidRDefault="00C545DD" w:rsidP="00BE7A1E">
            <w:r>
              <w:t>2)1204</w:t>
            </w:r>
            <w:r w:rsidR="0035668F">
              <w:t>,0</w:t>
            </w:r>
          </w:p>
        </w:tc>
        <w:tc>
          <w:tcPr>
            <w:tcW w:w="1228" w:type="dxa"/>
          </w:tcPr>
          <w:p w:rsidR="00C545DD" w:rsidRDefault="00C545DD" w:rsidP="00BE7A1E">
            <w:r>
              <w:t>1)</w:t>
            </w:r>
            <w:r w:rsidRPr="00EB5EDD">
              <w:t>РФ</w:t>
            </w:r>
          </w:p>
          <w:p w:rsidR="00C545DD" w:rsidRDefault="00C545DD" w:rsidP="00BE7A1E"/>
          <w:p w:rsidR="00C545DD" w:rsidRDefault="00C545DD" w:rsidP="00BE7A1E"/>
          <w:p w:rsidR="00C545DD" w:rsidRPr="00EB5EDD" w:rsidRDefault="00C545DD" w:rsidP="00BE7A1E">
            <w:r>
              <w:t>2)РФ</w:t>
            </w:r>
          </w:p>
        </w:tc>
        <w:tc>
          <w:tcPr>
            <w:tcW w:w="2410" w:type="dxa"/>
            <w:vAlign w:val="center"/>
          </w:tcPr>
          <w:p w:rsidR="00C545DD" w:rsidRPr="00EB5EDD" w:rsidRDefault="00C545DD" w:rsidP="002913AE">
            <w:pPr>
              <w:jc w:val="center"/>
            </w:pPr>
            <w:r w:rsidRPr="00EB5EDD"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9C7F71" w:rsidRDefault="00C545DD" w:rsidP="006B1F5F">
            <w:proofErr w:type="spellStart"/>
            <w:r w:rsidRPr="009C7F71">
              <w:t>Веретельнико</w:t>
            </w:r>
            <w:r w:rsidRPr="009C7F71">
              <w:lastRenderedPageBreak/>
              <w:t>ва</w:t>
            </w:r>
            <w:proofErr w:type="spellEnd"/>
            <w:r w:rsidRPr="009C7F71">
              <w:t xml:space="preserve"> Екатерина Леонидовна</w:t>
            </w:r>
          </w:p>
        </w:tc>
        <w:tc>
          <w:tcPr>
            <w:tcW w:w="1417" w:type="dxa"/>
            <w:vAlign w:val="center"/>
          </w:tcPr>
          <w:p w:rsidR="00C545DD" w:rsidRPr="00472E09" w:rsidRDefault="0029265B" w:rsidP="002913AE">
            <w:pPr>
              <w:jc w:val="center"/>
            </w:pPr>
            <w:r>
              <w:lastRenderedPageBreak/>
              <w:t>601628,85</w:t>
            </w:r>
          </w:p>
        </w:tc>
        <w:tc>
          <w:tcPr>
            <w:tcW w:w="1559" w:type="dxa"/>
            <w:vAlign w:val="center"/>
          </w:tcPr>
          <w:p w:rsidR="00C545DD" w:rsidRPr="00472E09" w:rsidRDefault="00C545DD" w:rsidP="009C7F71">
            <w:pPr>
              <w:jc w:val="center"/>
            </w:pPr>
            <w:r>
              <w:t xml:space="preserve">2-х </w:t>
            </w:r>
            <w:r>
              <w:lastRenderedPageBreak/>
              <w:t xml:space="preserve">комнатная </w:t>
            </w:r>
            <w:r w:rsidRPr="00472E09">
              <w:t>квартира</w:t>
            </w:r>
          </w:p>
        </w:tc>
        <w:tc>
          <w:tcPr>
            <w:tcW w:w="1134" w:type="dxa"/>
            <w:vAlign w:val="center"/>
          </w:tcPr>
          <w:p w:rsidR="00C545DD" w:rsidRPr="00472E09" w:rsidRDefault="00C545DD" w:rsidP="002913AE">
            <w:pPr>
              <w:jc w:val="center"/>
            </w:pPr>
            <w:r w:rsidRPr="00472E09">
              <w:lastRenderedPageBreak/>
              <w:t xml:space="preserve">61,5 </w:t>
            </w:r>
          </w:p>
        </w:tc>
        <w:tc>
          <w:tcPr>
            <w:tcW w:w="1276" w:type="dxa"/>
            <w:vAlign w:val="center"/>
          </w:tcPr>
          <w:p w:rsidR="00C545DD" w:rsidRPr="00472E09" w:rsidRDefault="00C545DD" w:rsidP="002913AE">
            <w:pPr>
              <w:jc w:val="center"/>
            </w:pPr>
            <w:r w:rsidRPr="00472E09">
              <w:t>РФ</w:t>
            </w:r>
          </w:p>
        </w:tc>
        <w:tc>
          <w:tcPr>
            <w:tcW w:w="1418" w:type="dxa"/>
            <w:vAlign w:val="center"/>
          </w:tcPr>
          <w:p w:rsidR="00C545DD" w:rsidRPr="00472E09" w:rsidRDefault="00C545DD" w:rsidP="002913AE">
            <w:pPr>
              <w:jc w:val="center"/>
            </w:pPr>
            <w:r w:rsidRPr="00472E09">
              <w:t>-</w:t>
            </w:r>
          </w:p>
        </w:tc>
        <w:tc>
          <w:tcPr>
            <w:tcW w:w="1559" w:type="dxa"/>
            <w:vAlign w:val="center"/>
          </w:tcPr>
          <w:p w:rsidR="00C545DD" w:rsidRPr="00472E09" w:rsidRDefault="00C545DD" w:rsidP="002913AE">
            <w:pPr>
              <w:jc w:val="center"/>
            </w:pPr>
            <w:r w:rsidRPr="00472E09">
              <w:t>-</w:t>
            </w:r>
          </w:p>
        </w:tc>
        <w:tc>
          <w:tcPr>
            <w:tcW w:w="1134" w:type="dxa"/>
            <w:vAlign w:val="center"/>
          </w:tcPr>
          <w:p w:rsidR="00C545DD" w:rsidRPr="00472E09" w:rsidRDefault="00C545DD" w:rsidP="002913AE">
            <w:pPr>
              <w:jc w:val="center"/>
            </w:pPr>
            <w:r w:rsidRPr="00472E09">
              <w:t>-</w:t>
            </w:r>
          </w:p>
        </w:tc>
        <w:tc>
          <w:tcPr>
            <w:tcW w:w="1228" w:type="dxa"/>
            <w:vAlign w:val="center"/>
          </w:tcPr>
          <w:p w:rsidR="00C545DD" w:rsidRPr="00472E09" w:rsidRDefault="00C545DD" w:rsidP="002913AE">
            <w:pPr>
              <w:jc w:val="center"/>
            </w:pPr>
            <w:r w:rsidRPr="00472E09">
              <w:t>-</w:t>
            </w:r>
          </w:p>
        </w:tc>
        <w:tc>
          <w:tcPr>
            <w:tcW w:w="2410" w:type="dxa"/>
            <w:vAlign w:val="center"/>
          </w:tcPr>
          <w:p w:rsidR="00C545DD" w:rsidRPr="00472E09" w:rsidRDefault="00C545DD" w:rsidP="002913AE">
            <w:pPr>
              <w:jc w:val="center"/>
            </w:pPr>
            <w:r w:rsidRPr="00472E09"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9C7F71" w:rsidRDefault="00C545DD" w:rsidP="006B1F5F">
            <w:r w:rsidRPr="009C7F71">
              <w:lastRenderedPageBreak/>
              <w:t>супруг</w:t>
            </w:r>
          </w:p>
        </w:tc>
        <w:tc>
          <w:tcPr>
            <w:tcW w:w="1417" w:type="dxa"/>
            <w:vAlign w:val="center"/>
          </w:tcPr>
          <w:p w:rsidR="00C545DD" w:rsidRPr="00472E09" w:rsidRDefault="0029265B" w:rsidP="002913AE">
            <w:pPr>
              <w:jc w:val="center"/>
            </w:pPr>
            <w:r>
              <w:t>106945,35</w:t>
            </w:r>
          </w:p>
        </w:tc>
        <w:tc>
          <w:tcPr>
            <w:tcW w:w="1559" w:type="dxa"/>
            <w:vAlign w:val="center"/>
          </w:tcPr>
          <w:p w:rsidR="00C545DD" w:rsidRPr="00472E09" w:rsidRDefault="00C545DD" w:rsidP="002913AE">
            <w:pPr>
              <w:jc w:val="center"/>
            </w:pPr>
            <w:r w:rsidRPr="00472E09">
              <w:t>гараж</w:t>
            </w:r>
          </w:p>
        </w:tc>
        <w:tc>
          <w:tcPr>
            <w:tcW w:w="1134" w:type="dxa"/>
            <w:vAlign w:val="center"/>
          </w:tcPr>
          <w:p w:rsidR="00C545DD" w:rsidRPr="00472E09" w:rsidRDefault="00C545DD" w:rsidP="002913AE">
            <w:pPr>
              <w:jc w:val="center"/>
            </w:pPr>
            <w:r w:rsidRPr="00472E09">
              <w:t xml:space="preserve">31,2 </w:t>
            </w:r>
          </w:p>
        </w:tc>
        <w:tc>
          <w:tcPr>
            <w:tcW w:w="1276" w:type="dxa"/>
            <w:vAlign w:val="center"/>
          </w:tcPr>
          <w:p w:rsidR="00C545DD" w:rsidRPr="00472E09" w:rsidRDefault="00C545DD" w:rsidP="002913AE">
            <w:pPr>
              <w:jc w:val="center"/>
            </w:pPr>
            <w:r w:rsidRPr="00472E09">
              <w:t>РФ</w:t>
            </w:r>
          </w:p>
        </w:tc>
        <w:tc>
          <w:tcPr>
            <w:tcW w:w="1418" w:type="dxa"/>
          </w:tcPr>
          <w:p w:rsidR="00C545DD" w:rsidRPr="00472E09" w:rsidRDefault="00C545DD" w:rsidP="00967FE4">
            <w:r>
              <w:t>1)</w:t>
            </w:r>
            <w:r w:rsidRPr="00472E09">
              <w:rPr>
                <w:lang w:val="en-US"/>
              </w:rPr>
              <w:t xml:space="preserve">Toyota </w:t>
            </w:r>
            <w:proofErr w:type="spellStart"/>
            <w:r w:rsidRPr="00472E09">
              <w:rPr>
                <w:lang w:val="en-US"/>
              </w:rPr>
              <w:t>Allion</w:t>
            </w:r>
            <w:proofErr w:type="spellEnd"/>
          </w:p>
        </w:tc>
        <w:tc>
          <w:tcPr>
            <w:tcW w:w="1559" w:type="dxa"/>
            <w:vAlign w:val="center"/>
          </w:tcPr>
          <w:p w:rsidR="00C545DD" w:rsidRPr="00472E09" w:rsidRDefault="00C545DD" w:rsidP="00BE7A1E">
            <w:pPr>
              <w:jc w:val="center"/>
            </w:pPr>
            <w:r>
              <w:t xml:space="preserve">2-х комнатная </w:t>
            </w:r>
            <w:r w:rsidRPr="00472E09">
              <w:t>квартира</w:t>
            </w:r>
          </w:p>
        </w:tc>
        <w:tc>
          <w:tcPr>
            <w:tcW w:w="1134" w:type="dxa"/>
            <w:vAlign w:val="center"/>
          </w:tcPr>
          <w:p w:rsidR="00C545DD" w:rsidRPr="00472E09" w:rsidRDefault="00C545DD" w:rsidP="00BE7A1E">
            <w:pPr>
              <w:jc w:val="center"/>
            </w:pPr>
            <w:r w:rsidRPr="00472E09">
              <w:t xml:space="preserve">61,5 </w:t>
            </w:r>
          </w:p>
        </w:tc>
        <w:tc>
          <w:tcPr>
            <w:tcW w:w="1228" w:type="dxa"/>
            <w:vAlign w:val="center"/>
          </w:tcPr>
          <w:p w:rsidR="00C545DD" w:rsidRPr="00472E09" w:rsidRDefault="00C545DD" w:rsidP="00BE7A1E">
            <w:pPr>
              <w:jc w:val="center"/>
            </w:pPr>
            <w:r w:rsidRPr="00472E09">
              <w:t>РФ</w:t>
            </w:r>
          </w:p>
        </w:tc>
        <w:tc>
          <w:tcPr>
            <w:tcW w:w="2410" w:type="dxa"/>
            <w:vAlign w:val="center"/>
          </w:tcPr>
          <w:p w:rsidR="00C545DD" w:rsidRPr="00472E09" w:rsidRDefault="00C545DD" w:rsidP="002913AE">
            <w:pPr>
              <w:jc w:val="center"/>
            </w:pPr>
            <w:r w:rsidRPr="00472E09"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9C7F71" w:rsidRDefault="00C545DD" w:rsidP="006B1F5F">
            <w:pPr>
              <w:rPr>
                <w:szCs w:val="28"/>
              </w:rPr>
            </w:pPr>
            <w:r w:rsidRPr="009C7F71">
              <w:rPr>
                <w:szCs w:val="28"/>
              </w:rPr>
              <w:t>сын</w:t>
            </w:r>
          </w:p>
        </w:tc>
        <w:tc>
          <w:tcPr>
            <w:tcW w:w="1417" w:type="dxa"/>
            <w:vAlign w:val="center"/>
          </w:tcPr>
          <w:p w:rsidR="00C545DD" w:rsidRPr="00472E09" w:rsidRDefault="00C545DD" w:rsidP="004B0BA1">
            <w:pPr>
              <w:jc w:val="center"/>
              <w:rPr>
                <w:szCs w:val="28"/>
              </w:rPr>
            </w:pPr>
            <w:r w:rsidRPr="00472E09">
              <w:rPr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C545DD" w:rsidRPr="00472E09" w:rsidRDefault="00C545DD" w:rsidP="004B0BA1">
            <w:pPr>
              <w:jc w:val="center"/>
              <w:rPr>
                <w:szCs w:val="28"/>
              </w:rPr>
            </w:pPr>
            <w:r w:rsidRPr="00472E09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C545DD" w:rsidRPr="00472E09" w:rsidRDefault="00C545DD" w:rsidP="004B0BA1">
            <w:pPr>
              <w:jc w:val="center"/>
              <w:rPr>
                <w:szCs w:val="28"/>
              </w:rPr>
            </w:pPr>
            <w:r w:rsidRPr="00472E09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C545DD" w:rsidRPr="00472E09" w:rsidRDefault="00C545DD" w:rsidP="004B0BA1">
            <w:pPr>
              <w:jc w:val="center"/>
              <w:rPr>
                <w:szCs w:val="28"/>
              </w:rPr>
            </w:pPr>
            <w:r w:rsidRPr="00472E09"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C545DD" w:rsidRPr="00472E09" w:rsidRDefault="00C545DD" w:rsidP="004B0BA1">
            <w:pPr>
              <w:jc w:val="center"/>
              <w:rPr>
                <w:szCs w:val="28"/>
              </w:rPr>
            </w:pPr>
            <w:r w:rsidRPr="00472E09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C545DD" w:rsidRPr="00472E09" w:rsidRDefault="00C545DD" w:rsidP="00BE7A1E">
            <w:pPr>
              <w:jc w:val="center"/>
            </w:pPr>
            <w:r>
              <w:t xml:space="preserve">2-х комнатная </w:t>
            </w:r>
            <w:r w:rsidRPr="00472E09">
              <w:t>квартира</w:t>
            </w:r>
          </w:p>
        </w:tc>
        <w:tc>
          <w:tcPr>
            <w:tcW w:w="1134" w:type="dxa"/>
            <w:vAlign w:val="center"/>
          </w:tcPr>
          <w:p w:rsidR="00C545DD" w:rsidRPr="00472E09" w:rsidRDefault="00C545DD" w:rsidP="00BE7A1E">
            <w:pPr>
              <w:jc w:val="center"/>
            </w:pPr>
            <w:r w:rsidRPr="00472E09">
              <w:t xml:space="preserve">61,5 </w:t>
            </w:r>
          </w:p>
        </w:tc>
        <w:tc>
          <w:tcPr>
            <w:tcW w:w="1228" w:type="dxa"/>
            <w:vAlign w:val="center"/>
          </w:tcPr>
          <w:p w:rsidR="00C545DD" w:rsidRPr="00472E09" w:rsidRDefault="00C545DD" w:rsidP="00BE7A1E">
            <w:pPr>
              <w:jc w:val="center"/>
            </w:pPr>
            <w:r w:rsidRPr="00472E09">
              <w:t>РФ</w:t>
            </w:r>
          </w:p>
        </w:tc>
        <w:tc>
          <w:tcPr>
            <w:tcW w:w="2410" w:type="dxa"/>
            <w:vAlign w:val="center"/>
          </w:tcPr>
          <w:p w:rsidR="00C545DD" w:rsidRPr="00472E09" w:rsidRDefault="00C545DD" w:rsidP="004B0BA1">
            <w:pPr>
              <w:jc w:val="center"/>
              <w:rPr>
                <w:szCs w:val="28"/>
              </w:rPr>
            </w:pPr>
            <w:r w:rsidRPr="00472E09">
              <w:rPr>
                <w:szCs w:val="28"/>
              </w:rPr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FF5FCA" w:rsidRDefault="00C545DD" w:rsidP="006B1F5F">
            <w:r w:rsidRPr="00FF5FCA">
              <w:t>Дубникова Зоя Семеновна</w:t>
            </w:r>
          </w:p>
        </w:tc>
        <w:tc>
          <w:tcPr>
            <w:tcW w:w="1417" w:type="dxa"/>
            <w:vAlign w:val="center"/>
          </w:tcPr>
          <w:p w:rsidR="00C545DD" w:rsidRPr="00967FE4" w:rsidRDefault="00C747C7" w:rsidP="002913AE">
            <w:pPr>
              <w:jc w:val="center"/>
            </w:pPr>
            <w:r>
              <w:t>714655,88</w:t>
            </w:r>
          </w:p>
        </w:tc>
        <w:tc>
          <w:tcPr>
            <w:tcW w:w="1559" w:type="dxa"/>
          </w:tcPr>
          <w:p w:rsidR="00C545DD" w:rsidRPr="00967FE4" w:rsidRDefault="00C545DD" w:rsidP="00967FE4">
            <w:r w:rsidRPr="00967FE4">
              <w:t>1)земельный участок</w:t>
            </w:r>
          </w:p>
          <w:p w:rsidR="00C545DD" w:rsidRPr="00967FE4" w:rsidRDefault="00C545DD" w:rsidP="00967FE4">
            <w:r w:rsidRPr="00967FE4">
              <w:t>2)жилой дом</w:t>
            </w:r>
          </w:p>
          <w:p w:rsidR="00C545DD" w:rsidRPr="00967FE4" w:rsidRDefault="00C545DD" w:rsidP="00967FE4">
            <w:r w:rsidRPr="00967FE4">
              <w:t>3)</w:t>
            </w:r>
            <w:r>
              <w:t xml:space="preserve">4-х комнатная </w:t>
            </w:r>
            <w:r w:rsidRPr="00967FE4">
              <w:t>квартира</w:t>
            </w:r>
            <w:r>
              <w:t xml:space="preserve"> (1/3 доли)</w:t>
            </w:r>
          </w:p>
        </w:tc>
        <w:tc>
          <w:tcPr>
            <w:tcW w:w="1134" w:type="dxa"/>
          </w:tcPr>
          <w:p w:rsidR="00C545DD" w:rsidRPr="00967FE4" w:rsidRDefault="00C545DD" w:rsidP="00967FE4">
            <w:r w:rsidRPr="00967FE4">
              <w:t>1)14</w:t>
            </w:r>
            <w:r>
              <w:t>22</w:t>
            </w:r>
            <w:r w:rsidR="00235F82">
              <w:t>,0</w:t>
            </w:r>
            <w:r w:rsidRPr="00967FE4">
              <w:t xml:space="preserve"> </w:t>
            </w:r>
          </w:p>
          <w:p w:rsidR="00C545DD" w:rsidRPr="00967FE4" w:rsidRDefault="00C545DD" w:rsidP="00967FE4"/>
          <w:p w:rsidR="00C545DD" w:rsidRPr="00967FE4" w:rsidRDefault="00C545DD" w:rsidP="00967FE4">
            <w:r w:rsidRPr="00967FE4">
              <w:t xml:space="preserve">2)39,3 </w:t>
            </w:r>
          </w:p>
          <w:p w:rsidR="00C545DD" w:rsidRPr="00967FE4" w:rsidRDefault="00C545DD" w:rsidP="000B4F30">
            <w:r w:rsidRPr="00967FE4">
              <w:t>3)8</w:t>
            </w:r>
            <w:r>
              <w:t>1,5</w:t>
            </w:r>
            <w:r w:rsidRPr="00967FE4">
              <w:t xml:space="preserve"> </w:t>
            </w:r>
          </w:p>
        </w:tc>
        <w:tc>
          <w:tcPr>
            <w:tcW w:w="1276" w:type="dxa"/>
          </w:tcPr>
          <w:p w:rsidR="00C545DD" w:rsidRPr="00967FE4" w:rsidRDefault="00C545DD" w:rsidP="00967FE4">
            <w:r w:rsidRPr="00967FE4">
              <w:t>1)РФ</w:t>
            </w:r>
          </w:p>
          <w:p w:rsidR="00C545DD" w:rsidRPr="00967FE4" w:rsidRDefault="00C545DD" w:rsidP="00967FE4"/>
          <w:p w:rsidR="00C545DD" w:rsidRPr="00967FE4" w:rsidRDefault="00C545DD" w:rsidP="00967FE4">
            <w:r w:rsidRPr="00967FE4">
              <w:t>2)РФ</w:t>
            </w:r>
          </w:p>
          <w:p w:rsidR="00C545DD" w:rsidRPr="00967FE4" w:rsidRDefault="00C545DD" w:rsidP="00967FE4">
            <w:r w:rsidRPr="00967FE4">
              <w:t>3)РФ</w:t>
            </w:r>
          </w:p>
          <w:p w:rsidR="00C545DD" w:rsidRPr="00967FE4" w:rsidRDefault="00C545DD" w:rsidP="00967FE4"/>
        </w:tc>
        <w:tc>
          <w:tcPr>
            <w:tcW w:w="1418" w:type="dxa"/>
          </w:tcPr>
          <w:p w:rsidR="00C545DD" w:rsidRPr="00967FE4" w:rsidRDefault="00C545DD" w:rsidP="00967FE4">
            <w:pPr>
              <w:rPr>
                <w:lang w:val="en-US"/>
              </w:rPr>
            </w:pPr>
            <w:r w:rsidRPr="00967FE4">
              <w:t>1)</w:t>
            </w:r>
            <w:r w:rsidRPr="00967FE4">
              <w:rPr>
                <w:lang w:val="en-US"/>
              </w:rPr>
              <w:t>Toyota RAV4</w:t>
            </w:r>
          </w:p>
        </w:tc>
        <w:tc>
          <w:tcPr>
            <w:tcW w:w="1559" w:type="dxa"/>
            <w:vAlign w:val="center"/>
          </w:tcPr>
          <w:p w:rsidR="00C545DD" w:rsidRPr="00967FE4" w:rsidRDefault="00C545DD" w:rsidP="00284C3C">
            <w:pPr>
              <w:jc w:val="center"/>
            </w:pPr>
            <w:r w:rsidRPr="00967FE4">
              <w:t>-</w:t>
            </w:r>
          </w:p>
        </w:tc>
        <w:tc>
          <w:tcPr>
            <w:tcW w:w="1134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-</w:t>
            </w:r>
          </w:p>
        </w:tc>
        <w:tc>
          <w:tcPr>
            <w:tcW w:w="1228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-</w:t>
            </w:r>
          </w:p>
        </w:tc>
        <w:tc>
          <w:tcPr>
            <w:tcW w:w="2410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FF5FCA" w:rsidRDefault="00C545DD" w:rsidP="006B1F5F">
            <w:r w:rsidRPr="00FF5FCA">
              <w:t>супруг</w:t>
            </w:r>
          </w:p>
        </w:tc>
        <w:tc>
          <w:tcPr>
            <w:tcW w:w="1417" w:type="dxa"/>
            <w:vAlign w:val="center"/>
          </w:tcPr>
          <w:p w:rsidR="00C545DD" w:rsidRPr="00967FE4" w:rsidRDefault="00235F82" w:rsidP="002913AE">
            <w:pPr>
              <w:jc w:val="center"/>
            </w:pPr>
            <w:r>
              <w:t>185166,33</w:t>
            </w:r>
          </w:p>
        </w:tc>
        <w:tc>
          <w:tcPr>
            <w:tcW w:w="1559" w:type="dxa"/>
          </w:tcPr>
          <w:p w:rsidR="00C545DD" w:rsidRPr="00967FE4" w:rsidRDefault="00C545DD" w:rsidP="00967FE4">
            <w:r>
              <w:t xml:space="preserve">4-х комнатная </w:t>
            </w:r>
            <w:r w:rsidRPr="00967FE4">
              <w:t>квартира</w:t>
            </w:r>
            <w:r w:rsidR="00235F82">
              <w:t xml:space="preserve"> (1/3 доли)</w:t>
            </w:r>
          </w:p>
        </w:tc>
        <w:tc>
          <w:tcPr>
            <w:tcW w:w="1134" w:type="dxa"/>
          </w:tcPr>
          <w:p w:rsidR="00C545DD" w:rsidRPr="00967FE4" w:rsidRDefault="00C545DD" w:rsidP="00967FE4">
            <w:r>
              <w:t>81,5</w:t>
            </w:r>
          </w:p>
        </w:tc>
        <w:tc>
          <w:tcPr>
            <w:tcW w:w="1276" w:type="dxa"/>
          </w:tcPr>
          <w:p w:rsidR="00C545DD" w:rsidRPr="00967FE4" w:rsidRDefault="00C545DD" w:rsidP="00967FE4">
            <w:r w:rsidRPr="00967FE4">
              <w:t>РФ</w:t>
            </w:r>
          </w:p>
        </w:tc>
        <w:tc>
          <w:tcPr>
            <w:tcW w:w="1418" w:type="dxa"/>
          </w:tcPr>
          <w:p w:rsidR="00C545DD" w:rsidRPr="00967FE4" w:rsidRDefault="00C545DD" w:rsidP="00967FE4">
            <w:pPr>
              <w:rPr>
                <w:lang w:val="en-US"/>
              </w:rPr>
            </w:pPr>
            <w:r w:rsidRPr="00967FE4">
              <w:t>1)</w:t>
            </w:r>
            <w:r w:rsidRPr="00967FE4">
              <w:rPr>
                <w:lang w:val="en-US"/>
              </w:rPr>
              <w:t xml:space="preserve">Toyota </w:t>
            </w:r>
            <w:proofErr w:type="spellStart"/>
            <w:r w:rsidRPr="00967FE4">
              <w:rPr>
                <w:lang w:val="en-US"/>
              </w:rPr>
              <w:t>Hais</w:t>
            </w:r>
            <w:proofErr w:type="spellEnd"/>
          </w:p>
        </w:tc>
        <w:tc>
          <w:tcPr>
            <w:tcW w:w="1559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-</w:t>
            </w:r>
          </w:p>
        </w:tc>
        <w:tc>
          <w:tcPr>
            <w:tcW w:w="1134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-</w:t>
            </w:r>
          </w:p>
        </w:tc>
        <w:tc>
          <w:tcPr>
            <w:tcW w:w="1228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-</w:t>
            </w:r>
          </w:p>
        </w:tc>
        <w:tc>
          <w:tcPr>
            <w:tcW w:w="2410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967FE4" w:rsidRDefault="00C545DD" w:rsidP="00967FE4">
            <w:r w:rsidRPr="00967FE4">
              <w:t>Козлов Фёдор Сергеевич</w:t>
            </w:r>
          </w:p>
        </w:tc>
        <w:tc>
          <w:tcPr>
            <w:tcW w:w="1417" w:type="dxa"/>
            <w:vAlign w:val="center"/>
          </w:tcPr>
          <w:p w:rsidR="00C545DD" w:rsidRPr="00967FE4" w:rsidRDefault="00235F82" w:rsidP="002913AE">
            <w:pPr>
              <w:jc w:val="center"/>
            </w:pPr>
            <w:r>
              <w:t>522381,76</w:t>
            </w:r>
          </w:p>
        </w:tc>
        <w:tc>
          <w:tcPr>
            <w:tcW w:w="1559" w:type="dxa"/>
            <w:vAlign w:val="center"/>
          </w:tcPr>
          <w:p w:rsidR="00C545DD" w:rsidRPr="00967FE4" w:rsidRDefault="00C545DD" w:rsidP="00CE554E">
            <w:r w:rsidRPr="00FA0455">
              <w:rPr>
                <w:szCs w:val="28"/>
              </w:rPr>
              <w:t>3-х комнатная квартира</w:t>
            </w:r>
            <w:r>
              <w:rPr>
                <w:szCs w:val="28"/>
              </w:rPr>
              <w:t xml:space="preserve"> (1/7 доли)</w:t>
            </w:r>
          </w:p>
        </w:tc>
        <w:tc>
          <w:tcPr>
            <w:tcW w:w="1134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95</w:t>
            </w:r>
            <w:r w:rsidR="00235F82">
              <w:t>,0</w:t>
            </w:r>
          </w:p>
        </w:tc>
        <w:tc>
          <w:tcPr>
            <w:tcW w:w="1276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РФ</w:t>
            </w:r>
          </w:p>
        </w:tc>
        <w:tc>
          <w:tcPr>
            <w:tcW w:w="1418" w:type="dxa"/>
            <w:vAlign w:val="center"/>
          </w:tcPr>
          <w:p w:rsidR="00C545DD" w:rsidRPr="00967FE4" w:rsidRDefault="00C545DD" w:rsidP="002913AE">
            <w:pPr>
              <w:rPr>
                <w:lang w:val="en-US"/>
              </w:rPr>
            </w:pPr>
            <w:r w:rsidRPr="00967FE4">
              <w:rPr>
                <w:lang w:val="en-US"/>
              </w:rPr>
              <w:t>1)</w:t>
            </w:r>
            <w:r w:rsidRPr="00967FE4">
              <w:t>ГАЗ</w:t>
            </w:r>
            <w:r w:rsidRPr="00967FE4">
              <w:rPr>
                <w:lang w:val="en-US"/>
              </w:rPr>
              <w:t xml:space="preserve"> 3110</w:t>
            </w:r>
          </w:p>
          <w:p w:rsidR="00C545DD" w:rsidRPr="00967FE4" w:rsidRDefault="00C545DD" w:rsidP="002913AE">
            <w:pPr>
              <w:rPr>
                <w:lang w:val="en-US"/>
              </w:rPr>
            </w:pPr>
            <w:r w:rsidRPr="00967FE4">
              <w:rPr>
                <w:lang w:val="en-US"/>
              </w:rPr>
              <w:t>2)Ford Focus</w:t>
            </w:r>
          </w:p>
          <w:p w:rsidR="00C545DD" w:rsidRPr="00967FE4" w:rsidRDefault="00C545DD" w:rsidP="002913AE">
            <w:pPr>
              <w:rPr>
                <w:lang w:val="en-US"/>
              </w:rPr>
            </w:pPr>
            <w:r w:rsidRPr="00967FE4">
              <w:rPr>
                <w:lang w:val="en-US"/>
              </w:rPr>
              <w:t>3)Toyota Lite Ace</w:t>
            </w:r>
          </w:p>
        </w:tc>
        <w:tc>
          <w:tcPr>
            <w:tcW w:w="1559" w:type="dxa"/>
            <w:vAlign w:val="center"/>
          </w:tcPr>
          <w:p w:rsidR="00C545DD" w:rsidRPr="00967FE4" w:rsidRDefault="00C545DD" w:rsidP="002913AE">
            <w:pPr>
              <w:jc w:val="center"/>
              <w:rPr>
                <w:lang w:val="en-US"/>
              </w:rPr>
            </w:pPr>
            <w:r w:rsidRPr="00967FE4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545DD" w:rsidRPr="00967FE4" w:rsidRDefault="00C545DD" w:rsidP="002913AE">
            <w:pPr>
              <w:jc w:val="center"/>
              <w:rPr>
                <w:lang w:val="en-US"/>
              </w:rPr>
            </w:pPr>
            <w:r w:rsidRPr="00967FE4">
              <w:rPr>
                <w:lang w:val="en-US"/>
              </w:rPr>
              <w:t>-</w:t>
            </w:r>
          </w:p>
        </w:tc>
        <w:tc>
          <w:tcPr>
            <w:tcW w:w="1228" w:type="dxa"/>
            <w:vAlign w:val="center"/>
          </w:tcPr>
          <w:p w:rsidR="00C545DD" w:rsidRPr="00967FE4" w:rsidRDefault="00C545DD" w:rsidP="002913AE">
            <w:pPr>
              <w:jc w:val="center"/>
              <w:rPr>
                <w:lang w:val="en-US"/>
              </w:rPr>
            </w:pPr>
            <w:r w:rsidRPr="00967FE4">
              <w:rPr>
                <w:lang w:val="en-US"/>
              </w:rPr>
              <w:t>-</w:t>
            </w:r>
          </w:p>
        </w:tc>
        <w:tc>
          <w:tcPr>
            <w:tcW w:w="2410" w:type="dxa"/>
            <w:vAlign w:val="center"/>
          </w:tcPr>
          <w:p w:rsidR="00C545DD" w:rsidRPr="00967FE4" w:rsidRDefault="00C545DD" w:rsidP="002913AE">
            <w:pPr>
              <w:jc w:val="center"/>
              <w:rPr>
                <w:lang w:val="en-US"/>
              </w:rPr>
            </w:pPr>
            <w:r w:rsidRPr="00967FE4">
              <w:rPr>
                <w:lang w:val="en-US"/>
              </w:rPr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967FE4" w:rsidRDefault="00C545DD" w:rsidP="00967FE4">
            <w:r w:rsidRPr="00967FE4">
              <w:t>супруга</w:t>
            </w:r>
          </w:p>
        </w:tc>
        <w:tc>
          <w:tcPr>
            <w:tcW w:w="1417" w:type="dxa"/>
            <w:vAlign w:val="center"/>
          </w:tcPr>
          <w:p w:rsidR="00C545DD" w:rsidRPr="00967FE4" w:rsidRDefault="00235F82" w:rsidP="002913AE">
            <w:pPr>
              <w:jc w:val="center"/>
            </w:pPr>
            <w:r>
              <w:t>94802,17</w:t>
            </w:r>
          </w:p>
        </w:tc>
        <w:tc>
          <w:tcPr>
            <w:tcW w:w="1559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-</w:t>
            </w:r>
          </w:p>
        </w:tc>
        <w:tc>
          <w:tcPr>
            <w:tcW w:w="1134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-</w:t>
            </w:r>
          </w:p>
        </w:tc>
        <w:tc>
          <w:tcPr>
            <w:tcW w:w="1276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-</w:t>
            </w:r>
          </w:p>
        </w:tc>
        <w:tc>
          <w:tcPr>
            <w:tcW w:w="1418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-</w:t>
            </w:r>
          </w:p>
        </w:tc>
        <w:tc>
          <w:tcPr>
            <w:tcW w:w="1559" w:type="dxa"/>
            <w:vAlign w:val="center"/>
          </w:tcPr>
          <w:p w:rsidR="00C545DD" w:rsidRPr="00967FE4" w:rsidRDefault="00C545DD" w:rsidP="00235F82">
            <w:r w:rsidRPr="00967FE4">
              <w:t>1)</w:t>
            </w:r>
            <w:r w:rsidRPr="00FA0455">
              <w:rPr>
                <w:szCs w:val="28"/>
              </w:rPr>
              <w:t xml:space="preserve"> 3-х комнатная квартира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95</w:t>
            </w:r>
            <w:r w:rsidR="00235F82">
              <w:t>,0</w:t>
            </w:r>
          </w:p>
        </w:tc>
        <w:tc>
          <w:tcPr>
            <w:tcW w:w="1228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РФ</w:t>
            </w:r>
          </w:p>
        </w:tc>
        <w:tc>
          <w:tcPr>
            <w:tcW w:w="2410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967FE4" w:rsidRDefault="00C545DD" w:rsidP="00967FE4">
            <w:r w:rsidRPr="00967FE4">
              <w:t>дочь</w:t>
            </w:r>
          </w:p>
        </w:tc>
        <w:tc>
          <w:tcPr>
            <w:tcW w:w="1417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0</w:t>
            </w:r>
          </w:p>
        </w:tc>
        <w:tc>
          <w:tcPr>
            <w:tcW w:w="1559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-</w:t>
            </w:r>
          </w:p>
        </w:tc>
        <w:tc>
          <w:tcPr>
            <w:tcW w:w="1134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-</w:t>
            </w:r>
          </w:p>
        </w:tc>
        <w:tc>
          <w:tcPr>
            <w:tcW w:w="1276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-</w:t>
            </w:r>
          </w:p>
        </w:tc>
        <w:tc>
          <w:tcPr>
            <w:tcW w:w="1418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-</w:t>
            </w:r>
          </w:p>
        </w:tc>
        <w:tc>
          <w:tcPr>
            <w:tcW w:w="1559" w:type="dxa"/>
          </w:tcPr>
          <w:p w:rsidR="00C545DD" w:rsidRDefault="00C545DD" w:rsidP="00235F82">
            <w:r w:rsidRPr="00150FF9">
              <w:t>1)</w:t>
            </w:r>
            <w:r w:rsidRPr="00150FF9">
              <w:rPr>
                <w:szCs w:val="28"/>
              </w:rPr>
              <w:t xml:space="preserve"> 3-х комнатная квартира </w:t>
            </w:r>
          </w:p>
        </w:tc>
        <w:tc>
          <w:tcPr>
            <w:tcW w:w="1134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95</w:t>
            </w:r>
            <w:r w:rsidR="00235F82">
              <w:t>,0</w:t>
            </w:r>
          </w:p>
        </w:tc>
        <w:tc>
          <w:tcPr>
            <w:tcW w:w="1228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РФ</w:t>
            </w:r>
          </w:p>
        </w:tc>
        <w:tc>
          <w:tcPr>
            <w:tcW w:w="2410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967FE4" w:rsidRDefault="00C545DD" w:rsidP="00967FE4">
            <w:r w:rsidRPr="00967FE4">
              <w:t>дочь</w:t>
            </w:r>
          </w:p>
        </w:tc>
        <w:tc>
          <w:tcPr>
            <w:tcW w:w="1417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0</w:t>
            </w:r>
          </w:p>
        </w:tc>
        <w:tc>
          <w:tcPr>
            <w:tcW w:w="1559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-</w:t>
            </w:r>
          </w:p>
        </w:tc>
        <w:tc>
          <w:tcPr>
            <w:tcW w:w="1134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-</w:t>
            </w:r>
          </w:p>
        </w:tc>
        <w:tc>
          <w:tcPr>
            <w:tcW w:w="1276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-</w:t>
            </w:r>
          </w:p>
        </w:tc>
        <w:tc>
          <w:tcPr>
            <w:tcW w:w="1418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-</w:t>
            </w:r>
          </w:p>
        </w:tc>
        <w:tc>
          <w:tcPr>
            <w:tcW w:w="1559" w:type="dxa"/>
          </w:tcPr>
          <w:p w:rsidR="00C545DD" w:rsidRDefault="00C545DD" w:rsidP="00235F82">
            <w:r w:rsidRPr="00150FF9">
              <w:t>1)</w:t>
            </w:r>
            <w:r w:rsidRPr="00150FF9">
              <w:rPr>
                <w:szCs w:val="28"/>
              </w:rPr>
              <w:t xml:space="preserve"> 3-х комнатная </w:t>
            </w:r>
            <w:r w:rsidRPr="00150FF9">
              <w:t>квартира</w:t>
            </w:r>
          </w:p>
        </w:tc>
        <w:tc>
          <w:tcPr>
            <w:tcW w:w="1134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95</w:t>
            </w:r>
            <w:r w:rsidR="00235F82">
              <w:t>,0</w:t>
            </w:r>
          </w:p>
        </w:tc>
        <w:tc>
          <w:tcPr>
            <w:tcW w:w="1228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РФ</w:t>
            </w:r>
          </w:p>
        </w:tc>
        <w:tc>
          <w:tcPr>
            <w:tcW w:w="2410" w:type="dxa"/>
            <w:vAlign w:val="center"/>
          </w:tcPr>
          <w:p w:rsidR="00C545DD" w:rsidRPr="00967FE4" w:rsidRDefault="00C545DD" w:rsidP="002913AE">
            <w:pPr>
              <w:jc w:val="center"/>
            </w:pPr>
            <w:r w:rsidRPr="00967FE4"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967FE4" w:rsidRDefault="00C545DD" w:rsidP="00967FE4">
            <w:pPr>
              <w:rPr>
                <w:szCs w:val="28"/>
              </w:rPr>
            </w:pPr>
            <w:r w:rsidRPr="00967FE4">
              <w:rPr>
                <w:szCs w:val="28"/>
              </w:rPr>
              <w:lastRenderedPageBreak/>
              <w:t>сын</w:t>
            </w:r>
          </w:p>
        </w:tc>
        <w:tc>
          <w:tcPr>
            <w:tcW w:w="1417" w:type="dxa"/>
            <w:vAlign w:val="center"/>
          </w:tcPr>
          <w:p w:rsidR="00C545DD" w:rsidRPr="00967FE4" w:rsidRDefault="00C545DD" w:rsidP="004B0BA1">
            <w:pPr>
              <w:jc w:val="center"/>
              <w:rPr>
                <w:szCs w:val="28"/>
              </w:rPr>
            </w:pPr>
            <w:r w:rsidRPr="00967FE4">
              <w:rPr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C545DD" w:rsidRPr="00967FE4" w:rsidRDefault="00C545DD" w:rsidP="004B0BA1">
            <w:pPr>
              <w:jc w:val="center"/>
              <w:rPr>
                <w:szCs w:val="28"/>
              </w:rPr>
            </w:pPr>
            <w:r w:rsidRPr="00967FE4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C545DD" w:rsidRPr="00967FE4" w:rsidRDefault="00C545DD" w:rsidP="004B0BA1">
            <w:pPr>
              <w:jc w:val="center"/>
              <w:rPr>
                <w:szCs w:val="28"/>
              </w:rPr>
            </w:pPr>
            <w:r w:rsidRPr="00967FE4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C545DD" w:rsidRPr="00967FE4" w:rsidRDefault="00C545DD" w:rsidP="004B0BA1">
            <w:pPr>
              <w:jc w:val="center"/>
              <w:rPr>
                <w:szCs w:val="28"/>
              </w:rPr>
            </w:pPr>
            <w:r w:rsidRPr="00967FE4"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C545DD" w:rsidRPr="00967FE4" w:rsidRDefault="00C545DD" w:rsidP="004B0BA1">
            <w:pPr>
              <w:jc w:val="center"/>
              <w:rPr>
                <w:szCs w:val="28"/>
              </w:rPr>
            </w:pPr>
            <w:r w:rsidRPr="00967FE4">
              <w:rPr>
                <w:szCs w:val="28"/>
              </w:rPr>
              <w:t>-</w:t>
            </w:r>
          </w:p>
        </w:tc>
        <w:tc>
          <w:tcPr>
            <w:tcW w:w="1559" w:type="dxa"/>
          </w:tcPr>
          <w:p w:rsidR="00C545DD" w:rsidRDefault="00C545DD" w:rsidP="00235F82">
            <w:r w:rsidRPr="00150FF9">
              <w:t>1)</w:t>
            </w:r>
            <w:r w:rsidRPr="00150FF9">
              <w:rPr>
                <w:szCs w:val="28"/>
              </w:rPr>
              <w:t xml:space="preserve"> 3-х комнатная </w:t>
            </w:r>
            <w:r w:rsidRPr="00150FF9">
              <w:t>квартира</w:t>
            </w:r>
          </w:p>
        </w:tc>
        <w:tc>
          <w:tcPr>
            <w:tcW w:w="1134" w:type="dxa"/>
            <w:vAlign w:val="center"/>
          </w:tcPr>
          <w:p w:rsidR="00C545DD" w:rsidRPr="00967FE4" w:rsidRDefault="00C545DD" w:rsidP="00235F82">
            <w:pPr>
              <w:jc w:val="center"/>
            </w:pPr>
            <w:r w:rsidRPr="00967FE4">
              <w:t>9</w:t>
            </w:r>
            <w:r w:rsidR="00235F82">
              <w:t>5,0</w:t>
            </w:r>
          </w:p>
        </w:tc>
        <w:tc>
          <w:tcPr>
            <w:tcW w:w="1228" w:type="dxa"/>
            <w:vAlign w:val="center"/>
          </w:tcPr>
          <w:p w:rsidR="00C545DD" w:rsidRPr="00967FE4" w:rsidRDefault="00C545DD" w:rsidP="001720D8">
            <w:pPr>
              <w:jc w:val="center"/>
            </w:pPr>
            <w:r w:rsidRPr="00967FE4">
              <w:t>РФ</w:t>
            </w:r>
          </w:p>
        </w:tc>
        <w:tc>
          <w:tcPr>
            <w:tcW w:w="2410" w:type="dxa"/>
            <w:vAlign w:val="center"/>
          </w:tcPr>
          <w:p w:rsidR="00C545DD" w:rsidRPr="00967FE4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967FE4" w:rsidRDefault="00C545DD" w:rsidP="00967FE4">
            <w:proofErr w:type="spellStart"/>
            <w:r w:rsidRPr="00967FE4">
              <w:t>Лисичникова</w:t>
            </w:r>
            <w:proofErr w:type="spellEnd"/>
            <w:r w:rsidRPr="00967FE4">
              <w:t xml:space="preserve"> Любовь Сергеевна</w:t>
            </w:r>
          </w:p>
        </w:tc>
        <w:tc>
          <w:tcPr>
            <w:tcW w:w="1417" w:type="dxa"/>
            <w:vAlign w:val="center"/>
          </w:tcPr>
          <w:p w:rsidR="00C545DD" w:rsidRPr="00967FE4" w:rsidRDefault="00813E24" w:rsidP="00617CF7">
            <w:pPr>
              <w:jc w:val="center"/>
            </w:pPr>
            <w:r>
              <w:t>869853,23</w:t>
            </w:r>
          </w:p>
        </w:tc>
        <w:tc>
          <w:tcPr>
            <w:tcW w:w="1559" w:type="dxa"/>
          </w:tcPr>
          <w:p w:rsidR="00C545DD" w:rsidRPr="00967FE4" w:rsidRDefault="00C545DD" w:rsidP="00967FE4">
            <w:r w:rsidRPr="00967FE4">
              <w:t>1)земельный участок</w:t>
            </w:r>
          </w:p>
          <w:p w:rsidR="00C545DD" w:rsidRPr="00967FE4" w:rsidRDefault="00C545DD" w:rsidP="00967FE4">
            <w:r w:rsidRPr="00967FE4">
              <w:t>2)</w:t>
            </w:r>
            <w:r>
              <w:t xml:space="preserve">3-х комнатная </w:t>
            </w:r>
            <w:r w:rsidRPr="00967FE4">
              <w:t>квартира</w:t>
            </w:r>
          </w:p>
        </w:tc>
        <w:tc>
          <w:tcPr>
            <w:tcW w:w="1134" w:type="dxa"/>
          </w:tcPr>
          <w:p w:rsidR="00C545DD" w:rsidRPr="00967FE4" w:rsidRDefault="00C545DD" w:rsidP="00967FE4">
            <w:r w:rsidRPr="00967FE4">
              <w:t>1)800</w:t>
            </w:r>
            <w:r w:rsidR="00813E24">
              <w:t>,0</w:t>
            </w:r>
          </w:p>
          <w:p w:rsidR="00C545DD" w:rsidRPr="00967FE4" w:rsidRDefault="00C545DD" w:rsidP="00967FE4"/>
          <w:p w:rsidR="00C545DD" w:rsidRPr="00967FE4" w:rsidRDefault="00C545DD" w:rsidP="00967FE4">
            <w:r w:rsidRPr="00967FE4">
              <w:t>2)62,70</w:t>
            </w:r>
          </w:p>
        </w:tc>
        <w:tc>
          <w:tcPr>
            <w:tcW w:w="1276" w:type="dxa"/>
          </w:tcPr>
          <w:p w:rsidR="00C545DD" w:rsidRPr="00967FE4" w:rsidRDefault="00C545DD" w:rsidP="00967FE4">
            <w:r w:rsidRPr="00967FE4">
              <w:t>1)РФ</w:t>
            </w:r>
          </w:p>
          <w:p w:rsidR="00C545DD" w:rsidRPr="00967FE4" w:rsidRDefault="00C545DD" w:rsidP="00967FE4"/>
          <w:p w:rsidR="00C545DD" w:rsidRPr="00967FE4" w:rsidRDefault="00C545DD" w:rsidP="00967FE4">
            <w:r w:rsidRPr="00967FE4">
              <w:t>2)РФ</w:t>
            </w:r>
          </w:p>
        </w:tc>
        <w:tc>
          <w:tcPr>
            <w:tcW w:w="1418" w:type="dxa"/>
          </w:tcPr>
          <w:p w:rsidR="00C545DD" w:rsidRPr="00967FE4" w:rsidRDefault="00813E24" w:rsidP="00813E24">
            <w:r>
              <w:t>тракторный прицеп</w:t>
            </w:r>
          </w:p>
        </w:tc>
        <w:tc>
          <w:tcPr>
            <w:tcW w:w="1559" w:type="dxa"/>
            <w:vAlign w:val="center"/>
          </w:tcPr>
          <w:p w:rsidR="00C545DD" w:rsidRPr="00B75481" w:rsidRDefault="00C545DD" w:rsidP="00617CF7">
            <w:pPr>
              <w:jc w:val="center"/>
            </w:pPr>
            <w:r w:rsidRPr="00B75481">
              <w:t>-</w:t>
            </w:r>
          </w:p>
        </w:tc>
        <w:tc>
          <w:tcPr>
            <w:tcW w:w="1134" w:type="dxa"/>
            <w:vAlign w:val="center"/>
          </w:tcPr>
          <w:p w:rsidR="00C545DD" w:rsidRPr="00B75481" w:rsidRDefault="00C545DD" w:rsidP="00617CF7">
            <w:pPr>
              <w:jc w:val="center"/>
            </w:pPr>
            <w:r w:rsidRPr="00B75481">
              <w:t>-</w:t>
            </w:r>
          </w:p>
        </w:tc>
        <w:tc>
          <w:tcPr>
            <w:tcW w:w="1228" w:type="dxa"/>
            <w:vAlign w:val="center"/>
          </w:tcPr>
          <w:p w:rsidR="00C545DD" w:rsidRPr="00B75481" w:rsidRDefault="00C545DD" w:rsidP="00617CF7">
            <w:pPr>
              <w:jc w:val="center"/>
            </w:pPr>
            <w:r w:rsidRPr="00B75481">
              <w:t>-</w:t>
            </w:r>
          </w:p>
        </w:tc>
        <w:tc>
          <w:tcPr>
            <w:tcW w:w="2410" w:type="dxa"/>
            <w:vAlign w:val="center"/>
          </w:tcPr>
          <w:p w:rsidR="00C545DD" w:rsidRPr="00B75481" w:rsidRDefault="00C545DD" w:rsidP="00617CF7">
            <w:pPr>
              <w:jc w:val="center"/>
            </w:pPr>
            <w:r w:rsidRPr="00B75481"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790B7F" w:rsidRDefault="00C545DD" w:rsidP="00967FE4">
            <w:proofErr w:type="spellStart"/>
            <w:r w:rsidRPr="00790B7F">
              <w:t>Литвинцев</w:t>
            </w:r>
            <w:proofErr w:type="spellEnd"/>
            <w:r w:rsidRPr="00790B7F">
              <w:t xml:space="preserve"> Станислав Юрьевич</w:t>
            </w:r>
          </w:p>
        </w:tc>
        <w:tc>
          <w:tcPr>
            <w:tcW w:w="1417" w:type="dxa"/>
            <w:vAlign w:val="center"/>
          </w:tcPr>
          <w:p w:rsidR="00C545DD" w:rsidRPr="00790B7F" w:rsidRDefault="00813E24" w:rsidP="00617CF7">
            <w:pPr>
              <w:jc w:val="center"/>
              <w:rPr>
                <w:lang w:val="en-US"/>
              </w:rPr>
            </w:pPr>
            <w:r>
              <w:t>915598,69</w:t>
            </w:r>
          </w:p>
        </w:tc>
        <w:tc>
          <w:tcPr>
            <w:tcW w:w="1559" w:type="dxa"/>
          </w:tcPr>
          <w:p w:rsidR="00C545DD" w:rsidRPr="00790B7F" w:rsidRDefault="00C545DD" w:rsidP="00967FE4">
            <w:r w:rsidRPr="00790B7F">
              <w:t>1)земельный участок</w:t>
            </w:r>
          </w:p>
          <w:p w:rsidR="00C545DD" w:rsidRPr="00790B7F" w:rsidRDefault="00C545DD" w:rsidP="00967FE4">
            <w:r w:rsidRPr="00790B7F">
              <w:t>2)земельный участок</w:t>
            </w:r>
          </w:p>
          <w:p w:rsidR="00C545DD" w:rsidRPr="00790B7F" w:rsidRDefault="00C545DD" w:rsidP="00967FE4">
            <w:r w:rsidRPr="00790B7F">
              <w:t>3)</w:t>
            </w:r>
            <w:r>
              <w:t xml:space="preserve">2-х  комнатная </w:t>
            </w:r>
            <w:r w:rsidRPr="00790B7F">
              <w:t>квартира</w:t>
            </w:r>
            <w:r>
              <w:t xml:space="preserve"> (1/2 доли)</w:t>
            </w:r>
          </w:p>
          <w:p w:rsidR="00C545DD" w:rsidRPr="00790B7F" w:rsidRDefault="00C545DD" w:rsidP="00967FE4">
            <w:r w:rsidRPr="00790B7F">
              <w:t>4) жилой дом</w:t>
            </w:r>
          </w:p>
          <w:p w:rsidR="00C545DD" w:rsidRPr="00790B7F" w:rsidRDefault="00C545DD" w:rsidP="00967FE4"/>
        </w:tc>
        <w:tc>
          <w:tcPr>
            <w:tcW w:w="1134" w:type="dxa"/>
          </w:tcPr>
          <w:p w:rsidR="00C545DD" w:rsidRPr="00790B7F" w:rsidRDefault="00C545DD" w:rsidP="00967FE4">
            <w:r w:rsidRPr="00790B7F">
              <w:t>1)1500</w:t>
            </w:r>
            <w:r w:rsidR="00813E24">
              <w:t>,0</w:t>
            </w:r>
          </w:p>
          <w:p w:rsidR="00C545DD" w:rsidRPr="00790B7F" w:rsidRDefault="00C545DD" w:rsidP="00967FE4"/>
          <w:p w:rsidR="00C545DD" w:rsidRPr="00790B7F" w:rsidRDefault="00C545DD" w:rsidP="00967FE4">
            <w:r w:rsidRPr="00790B7F">
              <w:t>2)1500</w:t>
            </w:r>
            <w:r w:rsidR="00813E24">
              <w:t>,0</w:t>
            </w:r>
          </w:p>
          <w:p w:rsidR="00C545DD" w:rsidRPr="00790B7F" w:rsidRDefault="00C545DD" w:rsidP="00967FE4"/>
          <w:p w:rsidR="00C545DD" w:rsidRPr="00790B7F" w:rsidRDefault="00C545DD" w:rsidP="00967FE4">
            <w:r w:rsidRPr="00790B7F">
              <w:t>3)52</w:t>
            </w:r>
            <w:r w:rsidR="00813E24">
              <w:t>,0</w:t>
            </w:r>
          </w:p>
          <w:p w:rsidR="00C545DD" w:rsidRDefault="00C545DD" w:rsidP="00967FE4"/>
          <w:p w:rsidR="00C545DD" w:rsidRDefault="00C545DD" w:rsidP="00967FE4"/>
          <w:p w:rsidR="00C545DD" w:rsidRDefault="00C545DD" w:rsidP="00967FE4"/>
          <w:p w:rsidR="00C545DD" w:rsidRPr="00790B7F" w:rsidRDefault="00C545DD" w:rsidP="00967FE4">
            <w:r w:rsidRPr="00790B7F">
              <w:t>4)47</w:t>
            </w:r>
            <w:r w:rsidR="00813E24">
              <w:t>,0</w:t>
            </w:r>
          </w:p>
        </w:tc>
        <w:tc>
          <w:tcPr>
            <w:tcW w:w="1276" w:type="dxa"/>
          </w:tcPr>
          <w:p w:rsidR="00C545DD" w:rsidRPr="00790B7F" w:rsidRDefault="00C545DD" w:rsidP="00967FE4">
            <w:r w:rsidRPr="00790B7F">
              <w:t>1)РФ</w:t>
            </w:r>
          </w:p>
          <w:p w:rsidR="00C545DD" w:rsidRPr="00790B7F" w:rsidRDefault="00C545DD" w:rsidP="00967FE4"/>
          <w:p w:rsidR="00C545DD" w:rsidRPr="00790B7F" w:rsidRDefault="00C545DD" w:rsidP="00967FE4">
            <w:r w:rsidRPr="00790B7F">
              <w:t>2)РФ</w:t>
            </w:r>
          </w:p>
          <w:p w:rsidR="00C545DD" w:rsidRPr="00790B7F" w:rsidRDefault="00C545DD" w:rsidP="00967FE4"/>
          <w:p w:rsidR="00C545DD" w:rsidRPr="00790B7F" w:rsidRDefault="00C545DD" w:rsidP="00967FE4">
            <w:r w:rsidRPr="00790B7F">
              <w:t>3)РФ</w:t>
            </w:r>
          </w:p>
          <w:p w:rsidR="00C545DD" w:rsidRDefault="00C545DD" w:rsidP="00967FE4"/>
          <w:p w:rsidR="00C545DD" w:rsidRDefault="00C545DD" w:rsidP="00967FE4"/>
          <w:p w:rsidR="00C545DD" w:rsidRDefault="00C545DD" w:rsidP="00967FE4"/>
          <w:p w:rsidR="00C545DD" w:rsidRPr="00790B7F" w:rsidRDefault="00C545DD" w:rsidP="00967FE4">
            <w:r w:rsidRPr="00790B7F">
              <w:t>4)РФ</w:t>
            </w:r>
          </w:p>
        </w:tc>
        <w:tc>
          <w:tcPr>
            <w:tcW w:w="1418" w:type="dxa"/>
          </w:tcPr>
          <w:p w:rsidR="00C545DD" w:rsidRPr="00813E24" w:rsidRDefault="00C545DD" w:rsidP="00967F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E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1) </w:t>
            </w:r>
            <w:r w:rsidRPr="00790B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813E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0B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Ipsum</w:t>
            </w:r>
            <w:proofErr w:type="spellEnd"/>
          </w:p>
          <w:p w:rsidR="00C545DD" w:rsidRPr="00813E24" w:rsidRDefault="00C545DD" w:rsidP="00967F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3E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  <w:r w:rsidRPr="00790B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813E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90B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</w:t>
            </w:r>
          </w:p>
          <w:p w:rsidR="00C545DD" w:rsidRPr="00BE64EB" w:rsidRDefault="00C545DD" w:rsidP="00967FE4">
            <w:pPr>
              <w:rPr>
                <w:lang w:val="en-US"/>
              </w:rPr>
            </w:pPr>
            <w:r w:rsidRPr="00813E24">
              <w:rPr>
                <w:lang w:val="en-US"/>
              </w:rPr>
              <w:t xml:space="preserve">3) </w:t>
            </w:r>
            <w:r w:rsidR="00813E24">
              <w:t>Трактор</w:t>
            </w:r>
            <w:r w:rsidR="00813E24" w:rsidRPr="00813E24">
              <w:rPr>
                <w:lang w:val="en-US"/>
              </w:rPr>
              <w:t xml:space="preserve"> </w:t>
            </w:r>
            <w:r w:rsidR="00813E24">
              <w:t>колесный</w:t>
            </w:r>
            <w:r w:rsidR="00813E24" w:rsidRPr="00813E24">
              <w:rPr>
                <w:lang w:val="en-US"/>
              </w:rPr>
              <w:t xml:space="preserve"> </w:t>
            </w:r>
            <w:r w:rsidR="00813E24">
              <w:rPr>
                <w:lang w:val="en-US"/>
              </w:rPr>
              <w:t>SF</w:t>
            </w:r>
            <w:r w:rsidR="00813E24" w:rsidRPr="00BE64EB">
              <w:rPr>
                <w:lang w:val="en-US"/>
              </w:rPr>
              <w:t>-244</w:t>
            </w:r>
          </w:p>
          <w:p w:rsidR="00C545DD" w:rsidRPr="00813E24" w:rsidRDefault="00C545DD" w:rsidP="00242A91">
            <w:pPr>
              <w:rPr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C545DD" w:rsidRPr="00B75481" w:rsidRDefault="00C545DD" w:rsidP="00617CF7">
            <w:pPr>
              <w:jc w:val="center"/>
            </w:pPr>
            <w:r w:rsidRPr="00B75481">
              <w:t>-</w:t>
            </w:r>
          </w:p>
        </w:tc>
        <w:tc>
          <w:tcPr>
            <w:tcW w:w="1134" w:type="dxa"/>
            <w:vAlign w:val="center"/>
          </w:tcPr>
          <w:p w:rsidR="00C545DD" w:rsidRPr="00B75481" w:rsidRDefault="00C545DD" w:rsidP="00617CF7">
            <w:pPr>
              <w:jc w:val="center"/>
            </w:pPr>
            <w:r w:rsidRPr="00B75481">
              <w:t>-</w:t>
            </w:r>
          </w:p>
        </w:tc>
        <w:tc>
          <w:tcPr>
            <w:tcW w:w="1228" w:type="dxa"/>
            <w:vAlign w:val="center"/>
          </w:tcPr>
          <w:p w:rsidR="00C545DD" w:rsidRPr="00B75481" w:rsidRDefault="00C545DD" w:rsidP="00617CF7">
            <w:pPr>
              <w:jc w:val="center"/>
            </w:pPr>
            <w:r w:rsidRPr="00B75481">
              <w:t>-</w:t>
            </w:r>
          </w:p>
        </w:tc>
        <w:tc>
          <w:tcPr>
            <w:tcW w:w="2410" w:type="dxa"/>
            <w:vAlign w:val="center"/>
          </w:tcPr>
          <w:p w:rsidR="00C545DD" w:rsidRPr="00B75481" w:rsidRDefault="00C545DD" w:rsidP="00617CF7">
            <w:pPr>
              <w:jc w:val="center"/>
            </w:pPr>
            <w:r w:rsidRPr="00B75481"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790B7F" w:rsidRDefault="00C545DD" w:rsidP="00967FE4">
            <w:r w:rsidRPr="00790B7F">
              <w:t>супруга</w:t>
            </w:r>
          </w:p>
        </w:tc>
        <w:tc>
          <w:tcPr>
            <w:tcW w:w="1417" w:type="dxa"/>
            <w:vAlign w:val="center"/>
          </w:tcPr>
          <w:p w:rsidR="00C545DD" w:rsidRPr="00790B7F" w:rsidRDefault="00813E24" w:rsidP="00617CF7">
            <w:pPr>
              <w:jc w:val="center"/>
              <w:rPr>
                <w:lang w:val="en-US"/>
              </w:rPr>
            </w:pPr>
            <w:r>
              <w:t>240872,81</w:t>
            </w:r>
          </w:p>
        </w:tc>
        <w:tc>
          <w:tcPr>
            <w:tcW w:w="1559" w:type="dxa"/>
          </w:tcPr>
          <w:p w:rsidR="00C545DD" w:rsidRPr="00790B7F" w:rsidRDefault="00C545DD" w:rsidP="00967FE4">
            <w:r>
              <w:t xml:space="preserve"> 2-х  комнатная </w:t>
            </w:r>
            <w:r w:rsidRPr="00790B7F">
              <w:t>квартира</w:t>
            </w:r>
            <w:r>
              <w:t xml:space="preserve"> (1/2 доли)</w:t>
            </w:r>
          </w:p>
        </w:tc>
        <w:tc>
          <w:tcPr>
            <w:tcW w:w="1134" w:type="dxa"/>
          </w:tcPr>
          <w:p w:rsidR="00C545DD" w:rsidRPr="00790B7F" w:rsidRDefault="00C545DD" w:rsidP="00967FE4">
            <w:r w:rsidRPr="00790B7F">
              <w:t>52</w:t>
            </w:r>
            <w:r w:rsidR="00813E24">
              <w:t>,0</w:t>
            </w:r>
          </w:p>
        </w:tc>
        <w:tc>
          <w:tcPr>
            <w:tcW w:w="1276" w:type="dxa"/>
          </w:tcPr>
          <w:p w:rsidR="00C545DD" w:rsidRPr="00790B7F" w:rsidRDefault="00C545DD" w:rsidP="00967FE4">
            <w:r w:rsidRPr="00790B7F">
              <w:t>РФ</w:t>
            </w:r>
          </w:p>
        </w:tc>
        <w:tc>
          <w:tcPr>
            <w:tcW w:w="1418" w:type="dxa"/>
            <w:vAlign w:val="center"/>
          </w:tcPr>
          <w:p w:rsidR="00C545DD" w:rsidRPr="00790B7F" w:rsidRDefault="00C545DD" w:rsidP="00813E24">
            <w:pPr>
              <w:jc w:val="center"/>
            </w:pPr>
            <w:r w:rsidRPr="00790B7F">
              <w:t>-</w:t>
            </w:r>
          </w:p>
        </w:tc>
        <w:tc>
          <w:tcPr>
            <w:tcW w:w="1559" w:type="dxa"/>
            <w:vAlign w:val="center"/>
          </w:tcPr>
          <w:p w:rsidR="00C545DD" w:rsidRPr="00B75481" w:rsidRDefault="00C545DD" w:rsidP="00617CF7">
            <w:pPr>
              <w:jc w:val="center"/>
            </w:pPr>
            <w:r w:rsidRPr="00B75481">
              <w:t>-</w:t>
            </w:r>
          </w:p>
        </w:tc>
        <w:tc>
          <w:tcPr>
            <w:tcW w:w="1134" w:type="dxa"/>
            <w:vAlign w:val="center"/>
          </w:tcPr>
          <w:p w:rsidR="00C545DD" w:rsidRPr="00B75481" w:rsidRDefault="00C545DD" w:rsidP="00617CF7">
            <w:pPr>
              <w:jc w:val="center"/>
            </w:pPr>
            <w:r w:rsidRPr="00B75481">
              <w:t>-</w:t>
            </w:r>
          </w:p>
        </w:tc>
        <w:tc>
          <w:tcPr>
            <w:tcW w:w="1228" w:type="dxa"/>
            <w:vAlign w:val="center"/>
          </w:tcPr>
          <w:p w:rsidR="00C545DD" w:rsidRPr="00B75481" w:rsidRDefault="00C545DD" w:rsidP="00617CF7">
            <w:pPr>
              <w:jc w:val="center"/>
            </w:pPr>
            <w:r w:rsidRPr="00B75481">
              <w:t>-</w:t>
            </w:r>
          </w:p>
        </w:tc>
        <w:tc>
          <w:tcPr>
            <w:tcW w:w="2410" w:type="dxa"/>
            <w:vAlign w:val="center"/>
          </w:tcPr>
          <w:p w:rsidR="00C545DD" w:rsidRPr="00B75481" w:rsidRDefault="00C545DD" w:rsidP="00617CF7">
            <w:pPr>
              <w:jc w:val="center"/>
            </w:pPr>
            <w:r w:rsidRPr="00B75481"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B752B6" w:rsidRDefault="00C545DD" w:rsidP="00967FE4">
            <w:pPr>
              <w:rPr>
                <w:szCs w:val="28"/>
              </w:rPr>
            </w:pPr>
            <w:proofErr w:type="spellStart"/>
            <w:r w:rsidRPr="00B752B6">
              <w:rPr>
                <w:szCs w:val="28"/>
              </w:rPr>
              <w:t>Апрелкова</w:t>
            </w:r>
            <w:proofErr w:type="spellEnd"/>
            <w:r w:rsidRPr="00B752B6">
              <w:rPr>
                <w:szCs w:val="28"/>
              </w:rPr>
              <w:t xml:space="preserve"> Татьяна Александровна</w:t>
            </w:r>
          </w:p>
        </w:tc>
        <w:tc>
          <w:tcPr>
            <w:tcW w:w="1417" w:type="dxa"/>
            <w:vAlign w:val="center"/>
          </w:tcPr>
          <w:p w:rsidR="00C545DD" w:rsidRPr="00B752B6" w:rsidRDefault="001D239C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1028381,97</w:t>
            </w:r>
          </w:p>
        </w:tc>
        <w:tc>
          <w:tcPr>
            <w:tcW w:w="1559" w:type="dxa"/>
          </w:tcPr>
          <w:p w:rsidR="00C545DD" w:rsidRPr="00B752B6" w:rsidRDefault="00C545DD" w:rsidP="00967FE4">
            <w:pPr>
              <w:rPr>
                <w:szCs w:val="28"/>
              </w:rPr>
            </w:pPr>
            <w:r>
              <w:rPr>
                <w:szCs w:val="28"/>
              </w:rPr>
              <w:t xml:space="preserve">3-х комнатная </w:t>
            </w:r>
            <w:r w:rsidRPr="00B752B6">
              <w:rPr>
                <w:szCs w:val="28"/>
              </w:rPr>
              <w:t>квартира</w:t>
            </w:r>
            <w:r>
              <w:rPr>
                <w:szCs w:val="28"/>
              </w:rPr>
              <w:t xml:space="preserve"> (1/2 доли)</w:t>
            </w:r>
          </w:p>
        </w:tc>
        <w:tc>
          <w:tcPr>
            <w:tcW w:w="1134" w:type="dxa"/>
          </w:tcPr>
          <w:p w:rsidR="00C545DD" w:rsidRPr="00B752B6" w:rsidRDefault="00C545DD" w:rsidP="00967FE4">
            <w:pPr>
              <w:rPr>
                <w:szCs w:val="28"/>
              </w:rPr>
            </w:pPr>
            <w:r w:rsidRPr="00B752B6">
              <w:rPr>
                <w:szCs w:val="28"/>
              </w:rPr>
              <w:t>49,8</w:t>
            </w:r>
          </w:p>
        </w:tc>
        <w:tc>
          <w:tcPr>
            <w:tcW w:w="1276" w:type="dxa"/>
          </w:tcPr>
          <w:p w:rsidR="00C545DD" w:rsidRPr="00B752B6" w:rsidRDefault="00C545DD" w:rsidP="00967FE4">
            <w:pPr>
              <w:rPr>
                <w:szCs w:val="28"/>
              </w:rPr>
            </w:pPr>
            <w:r w:rsidRPr="00B752B6">
              <w:rPr>
                <w:szCs w:val="28"/>
              </w:rPr>
              <w:t>РФ</w:t>
            </w:r>
          </w:p>
        </w:tc>
        <w:tc>
          <w:tcPr>
            <w:tcW w:w="1418" w:type="dxa"/>
            <w:vAlign w:val="center"/>
          </w:tcPr>
          <w:p w:rsidR="00C545DD" w:rsidRPr="00242A91" w:rsidRDefault="00C545DD" w:rsidP="00242A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0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0B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790B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  <w:p w:rsidR="00C545DD" w:rsidRPr="00B752B6" w:rsidRDefault="00C545DD" w:rsidP="00B752B6">
            <w:pPr>
              <w:jc w:val="center"/>
            </w:pPr>
          </w:p>
        </w:tc>
        <w:tc>
          <w:tcPr>
            <w:tcW w:w="1559" w:type="dxa"/>
            <w:vAlign w:val="center"/>
          </w:tcPr>
          <w:p w:rsidR="00C545DD" w:rsidRPr="00B752B6" w:rsidRDefault="00C545DD" w:rsidP="00617CF7">
            <w:pPr>
              <w:jc w:val="center"/>
            </w:pPr>
            <w:r w:rsidRPr="00B752B6">
              <w:t>-</w:t>
            </w:r>
          </w:p>
        </w:tc>
        <w:tc>
          <w:tcPr>
            <w:tcW w:w="1134" w:type="dxa"/>
            <w:vAlign w:val="center"/>
          </w:tcPr>
          <w:p w:rsidR="00C545DD" w:rsidRPr="00B752B6" w:rsidRDefault="00C545DD" w:rsidP="00617CF7">
            <w:pPr>
              <w:jc w:val="center"/>
            </w:pPr>
            <w:r w:rsidRPr="00B752B6">
              <w:t>-</w:t>
            </w:r>
          </w:p>
        </w:tc>
        <w:tc>
          <w:tcPr>
            <w:tcW w:w="1228" w:type="dxa"/>
            <w:vAlign w:val="center"/>
          </w:tcPr>
          <w:p w:rsidR="00C545DD" w:rsidRPr="00B752B6" w:rsidRDefault="00C545DD" w:rsidP="00617CF7">
            <w:pPr>
              <w:jc w:val="center"/>
            </w:pPr>
            <w:r w:rsidRPr="00B752B6">
              <w:t>-</w:t>
            </w:r>
          </w:p>
        </w:tc>
        <w:tc>
          <w:tcPr>
            <w:tcW w:w="2410" w:type="dxa"/>
            <w:vAlign w:val="center"/>
          </w:tcPr>
          <w:p w:rsidR="00C545DD" w:rsidRPr="00B75481" w:rsidRDefault="00C545DD" w:rsidP="00617CF7">
            <w:pPr>
              <w:jc w:val="center"/>
            </w:pPr>
            <w:r w:rsidRPr="00B75481"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B752B6" w:rsidRDefault="00C545DD" w:rsidP="00967FE4">
            <w:pPr>
              <w:rPr>
                <w:szCs w:val="28"/>
              </w:rPr>
            </w:pPr>
            <w:r w:rsidRPr="00B752B6">
              <w:rPr>
                <w:szCs w:val="28"/>
              </w:rPr>
              <w:t>дочь</w:t>
            </w:r>
          </w:p>
        </w:tc>
        <w:tc>
          <w:tcPr>
            <w:tcW w:w="1417" w:type="dxa"/>
            <w:vAlign w:val="center"/>
          </w:tcPr>
          <w:p w:rsidR="00C545DD" w:rsidRPr="00B752B6" w:rsidRDefault="00C545DD" w:rsidP="004B0BA1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0</w:t>
            </w:r>
          </w:p>
        </w:tc>
        <w:tc>
          <w:tcPr>
            <w:tcW w:w="1559" w:type="dxa"/>
          </w:tcPr>
          <w:p w:rsidR="00C545DD" w:rsidRPr="00B752B6" w:rsidRDefault="00C545DD" w:rsidP="001720D8">
            <w:pPr>
              <w:rPr>
                <w:szCs w:val="28"/>
              </w:rPr>
            </w:pPr>
            <w:r>
              <w:rPr>
                <w:szCs w:val="28"/>
              </w:rPr>
              <w:t xml:space="preserve">3-х комнатная </w:t>
            </w:r>
            <w:r w:rsidRPr="00B752B6">
              <w:rPr>
                <w:szCs w:val="28"/>
              </w:rPr>
              <w:t>квартира</w:t>
            </w:r>
            <w:r>
              <w:rPr>
                <w:szCs w:val="28"/>
              </w:rPr>
              <w:t xml:space="preserve"> (1/2 доли)</w:t>
            </w:r>
          </w:p>
        </w:tc>
        <w:tc>
          <w:tcPr>
            <w:tcW w:w="1134" w:type="dxa"/>
          </w:tcPr>
          <w:p w:rsidR="00C545DD" w:rsidRPr="00B752B6" w:rsidRDefault="00C545DD" w:rsidP="00967FE4">
            <w:pPr>
              <w:rPr>
                <w:szCs w:val="28"/>
              </w:rPr>
            </w:pPr>
            <w:r w:rsidRPr="00B752B6">
              <w:rPr>
                <w:szCs w:val="28"/>
              </w:rPr>
              <w:t>49,8</w:t>
            </w:r>
          </w:p>
        </w:tc>
        <w:tc>
          <w:tcPr>
            <w:tcW w:w="1276" w:type="dxa"/>
          </w:tcPr>
          <w:p w:rsidR="00C545DD" w:rsidRPr="00B752B6" w:rsidRDefault="00C545DD" w:rsidP="00967FE4">
            <w:pPr>
              <w:rPr>
                <w:szCs w:val="28"/>
              </w:rPr>
            </w:pPr>
            <w:r w:rsidRPr="00B752B6">
              <w:rPr>
                <w:szCs w:val="28"/>
              </w:rPr>
              <w:t>РФ</w:t>
            </w:r>
          </w:p>
        </w:tc>
        <w:tc>
          <w:tcPr>
            <w:tcW w:w="1418" w:type="dxa"/>
            <w:vAlign w:val="center"/>
          </w:tcPr>
          <w:p w:rsidR="00C545DD" w:rsidRPr="00B752B6" w:rsidRDefault="00C545DD" w:rsidP="00242A91">
            <w:pPr>
              <w:jc w:val="center"/>
            </w:pPr>
            <w:r w:rsidRPr="00B752B6">
              <w:t>-</w:t>
            </w:r>
          </w:p>
        </w:tc>
        <w:tc>
          <w:tcPr>
            <w:tcW w:w="1559" w:type="dxa"/>
            <w:vAlign w:val="center"/>
          </w:tcPr>
          <w:p w:rsidR="00C545DD" w:rsidRPr="00B752B6" w:rsidRDefault="00C545DD" w:rsidP="00242A91">
            <w:pPr>
              <w:jc w:val="center"/>
            </w:pPr>
            <w:r w:rsidRPr="00B752B6">
              <w:t>-</w:t>
            </w:r>
          </w:p>
        </w:tc>
        <w:tc>
          <w:tcPr>
            <w:tcW w:w="1134" w:type="dxa"/>
            <w:vAlign w:val="center"/>
          </w:tcPr>
          <w:p w:rsidR="00C545DD" w:rsidRPr="00B752B6" w:rsidRDefault="00C545DD" w:rsidP="00617CF7">
            <w:pPr>
              <w:jc w:val="center"/>
            </w:pPr>
            <w:r w:rsidRPr="00B752B6">
              <w:t>-</w:t>
            </w:r>
          </w:p>
        </w:tc>
        <w:tc>
          <w:tcPr>
            <w:tcW w:w="1228" w:type="dxa"/>
            <w:vAlign w:val="center"/>
          </w:tcPr>
          <w:p w:rsidR="00C545DD" w:rsidRPr="00B752B6" w:rsidRDefault="00C545DD" w:rsidP="00617CF7">
            <w:pPr>
              <w:jc w:val="center"/>
            </w:pPr>
            <w:r w:rsidRPr="00B752B6">
              <w:t>-</w:t>
            </w:r>
          </w:p>
        </w:tc>
        <w:tc>
          <w:tcPr>
            <w:tcW w:w="2410" w:type="dxa"/>
            <w:vAlign w:val="center"/>
          </w:tcPr>
          <w:p w:rsidR="00C545DD" w:rsidRPr="00B75481" w:rsidRDefault="00C545DD" w:rsidP="00617CF7">
            <w:pPr>
              <w:jc w:val="center"/>
            </w:pPr>
            <w:r w:rsidRPr="00B75481"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B752B6" w:rsidRDefault="00C545DD" w:rsidP="00967FE4">
            <w:pPr>
              <w:rPr>
                <w:szCs w:val="28"/>
              </w:rPr>
            </w:pPr>
            <w:r w:rsidRPr="00B752B6">
              <w:rPr>
                <w:szCs w:val="28"/>
              </w:rPr>
              <w:t>сын</w:t>
            </w:r>
          </w:p>
        </w:tc>
        <w:tc>
          <w:tcPr>
            <w:tcW w:w="1417" w:type="dxa"/>
            <w:vAlign w:val="center"/>
          </w:tcPr>
          <w:p w:rsidR="00C545DD" w:rsidRPr="00B752B6" w:rsidRDefault="00C545DD" w:rsidP="004B0BA1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C545DD" w:rsidRPr="00B752B6" w:rsidRDefault="00C545DD" w:rsidP="00242A91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C545DD" w:rsidRPr="00B752B6" w:rsidRDefault="00C545DD" w:rsidP="00242A91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C545DD" w:rsidRPr="00B752B6" w:rsidRDefault="00C545DD" w:rsidP="00242A91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C545DD" w:rsidRPr="00B752B6" w:rsidRDefault="00C545DD" w:rsidP="00242A91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C545DD" w:rsidRPr="00B752B6" w:rsidRDefault="00C545DD" w:rsidP="00242A91">
            <w:pPr>
              <w:rPr>
                <w:szCs w:val="28"/>
              </w:rPr>
            </w:pPr>
            <w:r>
              <w:rPr>
                <w:szCs w:val="28"/>
              </w:rPr>
              <w:t xml:space="preserve"> 3-х комнатная </w:t>
            </w:r>
            <w:r w:rsidRPr="00B752B6">
              <w:rPr>
                <w:szCs w:val="28"/>
              </w:rPr>
              <w:lastRenderedPageBreak/>
              <w:t>квартира</w:t>
            </w:r>
          </w:p>
        </w:tc>
        <w:tc>
          <w:tcPr>
            <w:tcW w:w="1134" w:type="dxa"/>
            <w:vAlign w:val="center"/>
          </w:tcPr>
          <w:p w:rsidR="00C545DD" w:rsidRPr="00B752B6" w:rsidRDefault="00C545DD" w:rsidP="00617CF7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lastRenderedPageBreak/>
              <w:t>49,8</w:t>
            </w:r>
          </w:p>
        </w:tc>
        <w:tc>
          <w:tcPr>
            <w:tcW w:w="1228" w:type="dxa"/>
            <w:vAlign w:val="center"/>
          </w:tcPr>
          <w:p w:rsidR="00C545DD" w:rsidRPr="00B752B6" w:rsidRDefault="00C545DD" w:rsidP="00617CF7">
            <w:pPr>
              <w:jc w:val="center"/>
              <w:rPr>
                <w:szCs w:val="28"/>
              </w:rPr>
            </w:pPr>
            <w:r w:rsidRPr="00B752B6"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C545DD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B752B6" w:rsidRDefault="00C545DD" w:rsidP="00967FE4">
            <w:proofErr w:type="spellStart"/>
            <w:r w:rsidRPr="00B752B6">
              <w:lastRenderedPageBreak/>
              <w:t>Пулина</w:t>
            </w:r>
            <w:proofErr w:type="spellEnd"/>
            <w:r w:rsidRPr="00B752B6">
              <w:t xml:space="preserve"> Татьяна Ивановна</w:t>
            </w:r>
          </w:p>
        </w:tc>
        <w:tc>
          <w:tcPr>
            <w:tcW w:w="1417" w:type="dxa"/>
            <w:vAlign w:val="center"/>
          </w:tcPr>
          <w:p w:rsidR="00C545DD" w:rsidRPr="00B752B6" w:rsidRDefault="00864D67" w:rsidP="00617CF7">
            <w:pPr>
              <w:jc w:val="center"/>
              <w:rPr>
                <w:lang w:val="en-US"/>
              </w:rPr>
            </w:pPr>
            <w:r>
              <w:t>1083564,57</w:t>
            </w:r>
          </w:p>
        </w:tc>
        <w:tc>
          <w:tcPr>
            <w:tcW w:w="1559" w:type="dxa"/>
          </w:tcPr>
          <w:p w:rsidR="00C545DD" w:rsidRPr="00B752B6" w:rsidRDefault="00864D67" w:rsidP="00967FE4">
            <w:r>
              <w:t>1</w:t>
            </w:r>
            <w:r w:rsidR="00C545DD" w:rsidRPr="00B752B6">
              <w:t>)</w:t>
            </w:r>
            <w:r w:rsidR="00C545DD">
              <w:t>жилой дом</w:t>
            </w:r>
          </w:p>
          <w:p w:rsidR="00C545DD" w:rsidRPr="00D523E1" w:rsidRDefault="00864D67" w:rsidP="00967FE4">
            <w:r>
              <w:t>2</w:t>
            </w:r>
            <w:r w:rsidR="00C545DD" w:rsidRPr="00B752B6">
              <w:t>)</w:t>
            </w:r>
            <w:r w:rsidR="00C545DD">
              <w:t xml:space="preserve">2-х комнатная </w:t>
            </w:r>
            <w:r w:rsidR="00C545DD" w:rsidRPr="00B752B6">
              <w:t>квартира</w:t>
            </w:r>
          </w:p>
        </w:tc>
        <w:tc>
          <w:tcPr>
            <w:tcW w:w="1134" w:type="dxa"/>
          </w:tcPr>
          <w:p w:rsidR="00C545DD" w:rsidRPr="00B752B6" w:rsidRDefault="00864D67" w:rsidP="00967FE4">
            <w:r>
              <w:t>1</w:t>
            </w:r>
            <w:r w:rsidR="00C545DD" w:rsidRPr="00B752B6">
              <w:t>)</w:t>
            </w:r>
            <w:r>
              <w:t>43,0</w:t>
            </w:r>
          </w:p>
          <w:p w:rsidR="00C545DD" w:rsidRPr="00B752B6" w:rsidRDefault="00864D67" w:rsidP="00D523E1">
            <w:r>
              <w:t>2</w:t>
            </w:r>
            <w:r w:rsidR="00C545DD" w:rsidRPr="00B752B6">
              <w:t>)</w:t>
            </w:r>
            <w:r w:rsidR="00C545DD">
              <w:t>6</w:t>
            </w:r>
            <w:r w:rsidR="00C545DD" w:rsidRPr="00B752B6">
              <w:t>6</w:t>
            </w:r>
            <w:r w:rsidR="00C545DD">
              <w:t>,2</w:t>
            </w:r>
          </w:p>
        </w:tc>
        <w:tc>
          <w:tcPr>
            <w:tcW w:w="1276" w:type="dxa"/>
          </w:tcPr>
          <w:p w:rsidR="00C545DD" w:rsidRPr="00B752B6" w:rsidRDefault="00C545DD" w:rsidP="00967FE4">
            <w:r w:rsidRPr="00B752B6">
              <w:t>1)РФ</w:t>
            </w:r>
          </w:p>
          <w:p w:rsidR="00C545DD" w:rsidRPr="00B752B6" w:rsidRDefault="00C545DD" w:rsidP="00967FE4">
            <w:r w:rsidRPr="00B752B6">
              <w:t>2)РФ</w:t>
            </w:r>
          </w:p>
          <w:p w:rsidR="00C545DD" w:rsidRPr="00B752B6" w:rsidRDefault="00C545DD" w:rsidP="00967FE4">
            <w:pPr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C545DD" w:rsidRPr="00255D10" w:rsidRDefault="00C545DD" w:rsidP="00B752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C545DD" w:rsidRPr="00255D10" w:rsidRDefault="00C545DD" w:rsidP="00B752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C545DD" w:rsidRPr="00255D10" w:rsidRDefault="00C545DD" w:rsidP="00B752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28" w:type="dxa"/>
            <w:vAlign w:val="center"/>
          </w:tcPr>
          <w:p w:rsidR="00C545DD" w:rsidRPr="00255D10" w:rsidRDefault="00C545DD" w:rsidP="00B752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C545DD" w:rsidRDefault="00C545DD" w:rsidP="00B752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3E735C" w:rsidRDefault="00C545DD" w:rsidP="003E735C">
            <w:r w:rsidRPr="003E735C">
              <w:t>Косякова Надежда Николаевна</w:t>
            </w:r>
          </w:p>
        </w:tc>
        <w:tc>
          <w:tcPr>
            <w:tcW w:w="1417" w:type="dxa"/>
            <w:vAlign w:val="center"/>
          </w:tcPr>
          <w:p w:rsidR="00C545DD" w:rsidRPr="003E735C" w:rsidRDefault="00003ACB" w:rsidP="00617CF7">
            <w:pPr>
              <w:jc w:val="center"/>
            </w:pPr>
            <w:r>
              <w:t>837768,19</w:t>
            </w:r>
          </w:p>
        </w:tc>
        <w:tc>
          <w:tcPr>
            <w:tcW w:w="1559" w:type="dxa"/>
            <w:vAlign w:val="center"/>
          </w:tcPr>
          <w:p w:rsidR="00C545DD" w:rsidRPr="003E735C" w:rsidRDefault="00C545DD" w:rsidP="00F72B9A">
            <w:r>
              <w:t>1</w:t>
            </w:r>
            <w:r w:rsidRPr="003E735C">
              <w:t>)</w:t>
            </w:r>
            <w:r>
              <w:t xml:space="preserve">1-комнатная </w:t>
            </w:r>
            <w:r w:rsidRPr="003E735C">
              <w:t>квартира</w:t>
            </w:r>
          </w:p>
          <w:p w:rsidR="00C545DD" w:rsidRPr="003E735C" w:rsidRDefault="00C545DD" w:rsidP="00F72B9A">
            <w:r>
              <w:t>2</w:t>
            </w:r>
            <w:r w:rsidRPr="003E735C">
              <w:t>)</w:t>
            </w:r>
            <w:r>
              <w:t xml:space="preserve">2-х комнатная </w:t>
            </w:r>
            <w:r w:rsidRPr="003E735C">
              <w:t>квартира</w:t>
            </w:r>
          </w:p>
          <w:p w:rsidR="00C545DD" w:rsidRPr="003E735C" w:rsidRDefault="00C545DD" w:rsidP="00F72B9A">
            <w:r>
              <w:t>3</w:t>
            </w:r>
            <w:r w:rsidRPr="003E735C">
              <w:t>)</w:t>
            </w:r>
            <w:r>
              <w:t xml:space="preserve"> 1-комнатная </w:t>
            </w:r>
            <w:r w:rsidRPr="003E735C">
              <w:t>квартира</w:t>
            </w:r>
          </w:p>
          <w:p w:rsidR="00C545DD" w:rsidRPr="003E735C" w:rsidRDefault="00003ACB" w:rsidP="00F72B9A">
            <w:r>
              <w:t>4</w:t>
            </w:r>
            <w:r w:rsidR="00C545DD" w:rsidRPr="003E735C">
              <w:t>)жилой дом</w:t>
            </w:r>
            <w:r w:rsidR="00C545DD">
              <w:t xml:space="preserve"> (1/5 доли)</w:t>
            </w:r>
          </w:p>
        </w:tc>
        <w:tc>
          <w:tcPr>
            <w:tcW w:w="1134" w:type="dxa"/>
          </w:tcPr>
          <w:p w:rsidR="00C545DD" w:rsidRPr="003E735C" w:rsidRDefault="00C545DD" w:rsidP="00D245DF">
            <w:r>
              <w:t>1</w:t>
            </w:r>
            <w:r w:rsidRPr="003E735C">
              <w:t>)35,8</w:t>
            </w:r>
          </w:p>
          <w:p w:rsidR="00C545DD" w:rsidRDefault="00C545DD" w:rsidP="00D245DF"/>
          <w:p w:rsidR="00C545DD" w:rsidRDefault="00C545DD" w:rsidP="00D245DF"/>
          <w:p w:rsidR="00C545DD" w:rsidRPr="003E735C" w:rsidRDefault="00C545DD" w:rsidP="00D245DF">
            <w:r>
              <w:t>2</w:t>
            </w:r>
            <w:r w:rsidRPr="003E735C">
              <w:t>)53,2</w:t>
            </w:r>
          </w:p>
          <w:p w:rsidR="00C545DD" w:rsidRDefault="00C545DD" w:rsidP="00D245DF"/>
          <w:p w:rsidR="00C545DD" w:rsidRDefault="00C545DD" w:rsidP="00D245DF"/>
          <w:p w:rsidR="00C545DD" w:rsidRPr="003E735C" w:rsidRDefault="00C545DD" w:rsidP="00D245DF">
            <w:r>
              <w:t>3</w:t>
            </w:r>
            <w:r w:rsidRPr="003E735C">
              <w:t>)31</w:t>
            </w:r>
            <w:r w:rsidR="00003ACB">
              <w:t>,0</w:t>
            </w:r>
          </w:p>
          <w:p w:rsidR="00C545DD" w:rsidRDefault="00C545DD" w:rsidP="00D245DF"/>
          <w:p w:rsidR="00C545DD" w:rsidRDefault="00C545DD" w:rsidP="00D245DF"/>
          <w:p w:rsidR="00C545DD" w:rsidRPr="003E735C" w:rsidRDefault="00C545DD" w:rsidP="00FE4D80">
            <w:r>
              <w:t>4</w:t>
            </w:r>
            <w:r w:rsidRPr="003E735C">
              <w:t>)</w:t>
            </w:r>
            <w:r>
              <w:t>90</w:t>
            </w:r>
            <w:r w:rsidRPr="003E735C">
              <w:t>,5</w:t>
            </w:r>
          </w:p>
        </w:tc>
        <w:tc>
          <w:tcPr>
            <w:tcW w:w="1276" w:type="dxa"/>
          </w:tcPr>
          <w:p w:rsidR="00C545DD" w:rsidRPr="003E735C" w:rsidRDefault="00C545DD" w:rsidP="00181BDF">
            <w:r>
              <w:t>1</w:t>
            </w:r>
            <w:r w:rsidRPr="003E735C">
              <w:t>)РФ</w:t>
            </w:r>
          </w:p>
          <w:p w:rsidR="00C545DD" w:rsidRDefault="00C545DD" w:rsidP="00181BDF"/>
          <w:p w:rsidR="00C545DD" w:rsidRDefault="00C545DD" w:rsidP="00181BDF"/>
          <w:p w:rsidR="00C545DD" w:rsidRPr="003E735C" w:rsidRDefault="00C545DD" w:rsidP="00181BDF">
            <w:r>
              <w:t>2</w:t>
            </w:r>
            <w:r w:rsidRPr="003E735C">
              <w:t>)РФ</w:t>
            </w:r>
          </w:p>
          <w:p w:rsidR="00C545DD" w:rsidRDefault="00C545DD" w:rsidP="00181BDF"/>
          <w:p w:rsidR="00C545DD" w:rsidRDefault="00C545DD" w:rsidP="00181BDF"/>
          <w:p w:rsidR="00C545DD" w:rsidRPr="003E735C" w:rsidRDefault="00C545DD" w:rsidP="00181BDF">
            <w:r>
              <w:t>3</w:t>
            </w:r>
            <w:r w:rsidRPr="003E735C">
              <w:t>)РФ</w:t>
            </w:r>
          </w:p>
          <w:p w:rsidR="00C545DD" w:rsidRDefault="00C545DD" w:rsidP="00181BDF"/>
          <w:p w:rsidR="00C545DD" w:rsidRDefault="00C545DD" w:rsidP="00181BDF"/>
          <w:p w:rsidR="00C545DD" w:rsidRPr="003E735C" w:rsidRDefault="00C545DD" w:rsidP="00181BDF">
            <w:r>
              <w:t>4</w:t>
            </w:r>
            <w:r w:rsidRPr="003E735C">
              <w:t>)РФ</w:t>
            </w:r>
          </w:p>
        </w:tc>
        <w:tc>
          <w:tcPr>
            <w:tcW w:w="1418" w:type="dxa"/>
            <w:vAlign w:val="center"/>
          </w:tcPr>
          <w:p w:rsidR="00C545DD" w:rsidRPr="003E735C" w:rsidRDefault="00C545DD" w:rsidP="004B0BA1">
            <w:pPr>
              <w:jc w:val="center"/>
              <w:rPr>
                <w:szCs w:val="28"/>
              </w:rPr>
            </w:pPr>
            <w:r w:rsidRPr="003E735C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C545DD" w:rsidRPr="00255D10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C545DD" w:rsidRPr="00255D10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28" w:type="dxa"/>
            <w:vAlign w:val="center"/>
          </w:tcPr>
          <w:p w:rsidR="00C545DD" w:rsidRPr="00255D10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C545DD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3E735C" w:rsidRDefault="00C545DD" w:rsidP="003E735C">
            <w:r w:rsidRPr="003E735C">
              <w:t>супруг</w:t>
            </w:r>
          </w:p>
        </w:tc>
        <w:tc>
          <w:tcPr>
            <w:tcW w:w="1417" w:type="dxa"/>
          </w:tcPr>
          <w:p w:rsidR="00C545DD" w:rsidRPr="003E735C" w:rsidRDefault="00B9201F" w:rsidP="00181BDF">
            <w:r>
              <w:t>320980,56</w:t>
            </w:r>
          </w:p>
        </w:tc>
        <w:tc>
          <w:tcPr>
            <w:tcW w:w="1559" w:type="dxa"/>
          </w:tcPr>
          <w:p w:rsidR="00C545DD" w:rsidRPr="003E735C" w:rsidRDefault="00C545DD" w:rsidP="00181BDF">
            <w:r>
              <w:t>1</w:t>
            </w:r>
            <w:r w:rsidRPr="003E735C">
              <w:t>)</w:t>
            </w:r>
            <w:r>
              <w:t xml:space="preserve">2-х комнатная </w:t>
            </w:r>
            <w:r w:rsidRPr="003E735C">
              <w:t>квартира</w:t>
            </w:r>
          </w:p>
          <w:p w:rsidR="00C545DD" w:rsidRPr="003E735C" w:rsidRDefault="00C545DD" w:rsidP="00181BDF">
            <w:r>
              <w:t>2</w:t>
            </w:r>
            <w:r w:rsidRPr="003E735C">
              <w:t>)жилой дом</w:t>
            </w:r>
            <w:r>
              <w:t xml:space="preserve"> (1/5 доли)</w:t>
            </w:r>
          </w:p>
        </w:tc>
        <w:tc>
          <w:tcPr>
            <w:tcW w:w="1134" w:type="dxa"/>
          </w:tcPr>
          <w:p w:rsidR="00C545DD" w:rsidRPr="003E735C" w:rsidRDefault="00C545DD" w:rsidP="00181BDF">
            <w:r>
              <w:t>1</w:t>
            </w:r>
            <w:r w:rsidRPr="003E735C">
              <w:t>)63,3</w:t>
            </w:r>
          </w:p>
          <w:p w:rsidR="00C545DD" w:rsidRDefault="00C545DD" w:rsidP="00181BDF"/>
          <w:p w:rsidR="00C545DD" w:rsidRDefault="00C545DD" w:rsidP="00181BDF"/>
          <w:p w:rsidR="00C545DD" w:rsidRPr="003E735C" w:rsidRDefault="00C545DD" w:rsidP="00181BDF">
            <w:r>
              <w:t>2</w:t>
            </w:r>
            <w:r w:rsidRPr="003E735C">
              <w:t>)</w:t>
            </w:r>
            <w:r>
              <w:t>90,5</w:t>
            </w:r>
          </w:p>
          <w:p w:rsidR="00C545DD" w:rsidRPr="003E735C" w:rsidRDefault="00C545DD" w:rsidP="00181BDF"/>
        </w:tc>
        <w:tc>
          <w:tcPr>
            <w:tcW w:w="1276" w:type="dxa"/>
          </w:tcPr>
          <w:p w:rsidR="00C545DD" w:rsidRPr="003E735C" w:rsidRDefault="00C545DD" w:rsidP="00181BDF">
            <w:r w:rsidRPr="003E735C">
              <w:t>1)РФ</w:t>
            </w:r>
          </w:p>
          <w:p w:rsidR="00C545DD" w:rsidRPr="003E735C" w:rsidRDefault="00C545DD" w:rsidP="00181BDF"/>
          <w:p w:rsidR="00C545DD" w:rsidRDefault="00C545DD" w:rsidP="00181BDF"/>
          <w:p w:rsidR="00C545DD" w:rsidRPr="003E735C" w:rsidRDefault="00C545DD" w:rsidP="00181BDF">
            <w:r w:rsidRPr="003E735C">
              <w:t>2)РФ</w:t>
            </w:r>
          </w:p>
          <w:p w:rsidR="00C545DD" w:rsidRPr="003E735C" w:rsidRDefault="00C545DD" w:rsidP="00181BDF"/>
        </w:tc>
        <w:tc>
          <w:tcPr>
            <w:tcW w:w="1418" w:type="dxa"/>
            <w:vAlign w:val="center"/>
          </w:tcPr>
          <w:p w:rsidR="00C545DD" w:rsidRPr="003E735C" w:rsidRDefault="00C545DD" w:rsidP="00D245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35C">
              <w:rPr>
                <w:rFonts w:ascii="Times New Roman" w:hAnsi="Times New Roman" w:cs="Times New Roman"/>
                <w:sz w:val="24"/>
                <w:szCs w:val="24"/>
              </w:rPr>
              <w:t>1)ВАЗ 21214</w:t>
            </w:r>
          </w:p>
          <w:p w:rsidR="00C545DD" w:rsidRPr="003E735C" w:rsidRDefault="00C545DD" w:rsidP="00D245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35C">
              <w:rPr>
                <w:rFonts w:ascii="Times New Roman" w:hAnsi="Times New Roman" w:cs="Times New Roman"/>
                <w:sz w:val="24"/>
                <w:szCs w:val="24"/>
              </w:rPr>
              <w:t>2)УАЗ 39099</w:t>
            </w:r>
          </w:p>
          <w:p w:rsidR="00C545DD" w:rsidRPr="003E735C" w:rsidRDefault="00C545DD" w:rsidP="00D245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35C">
              <w:rPr>
                <w:rFonts w:ascii="Times New Roman" w:hAnsi="Times New Roman" w:cs="Times New Roman"/>
                <w:sz w:val="24"/>
                <w:szCs w:val="24"/>
              </w:rPr>
              <w:t>3)УАЗ 330365</w:t>
            </w:r>
          </w:p>
        </w:tc>
        <w:tc>
          <w:tcPr>
            <w:tcW w:w="1559" w:type="dxa"/>
            <w:vAlign w:val="center"/>
          </w:tcPr>
          <w:p w:rsidR="00C545DD" w:rsidRPr="00255D10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C545DD" w:rsidRPr="00255D10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28" w:type="dxa"/>
            <w:vAlign w:val="center"/>
          </w:tcPr>
          <w:p w:rsidR="00C545DD" w:rsidRPr="00255D10" w:rsidRDefault="00C545DD" w:rsidP="00003A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C545DD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6F0EE1" w:rsidRDefault="00C545DD" w:rsidP="006F0EE1">
            <w:pPr>
              <w:rPr>
                <w:szCs w:val="28"/>
              </w:rPr>
            </w:pPr>
            <w:proofErr w:type="spellStart"/>
            <w:r w:rsidRPr="006F0EE1">
              <w:rPr>
                <w:szCs w:val="28"/>
              </w:rPr>
              <w:t>Винская</w:t>
            </w:r>
            <w:proofErr w:type="spellEnd"/>
            <w:r w:rsidRPr="006F0EE1">
              <w:rPr>
                <w:szCs w:val="28"/>
              </w:rPr>
              <w:t xml:space="preserve"> Оксана Андреевна</w:t>
            </w:r>
          </w:p>
        </w:tc>
        <w:tc>
          <w:tcPr>
            <w:tcW w:w="1417" w:type="dxa"/>
            <w:vAlign w:val="center"/>
          </w:tcPr>
          <w:p w:rsidR="00C545DD" w:rsidRPr="006F0EE1" w:rsidRDefault="000A0597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422660,14</w:t>
            </w:r>
          </w:p>
        </w:tc>
        <w:tc>
          <w:tcPr>
            <w:tcW w:w="1559" w:type="dxa"/>
            <w:vAlign w:val="center"/>
          </w:tcPr>
          <w:p w:rsidR="00C545DD" w:rsidRPr="006F0EE1" w:rsidRDefault="00C545DD" w:rsidP="00E80AE9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C545DD" w:rsidRPr="006F0EE1" w:rsidRDefault="00C545DD" w:rsidP="00E80A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51,0</w:t>
            </w:r>
          </w:p>
        </w:tc>
        <w:tc>
          <w:tcPr>
            <w:tcW w:w="1276" w:type="dxa"/>
            <w:vAlign w:val="center"/>
          </w:tcPr>
          <w:p w:rsidR="000A0597" w:rsidRDefault="000A0597" w:rsidP="000A0597">
            <w:pPr>
              <w:jc w:val="center"/>
              <w:rPr>
                <w:szCs w:val="28"/>
              </w:rPr>
            </w:pPr>
          </w:p>
          <w:p w:rsidR="00C545DD" w:rsidRPr="006F0EE1" w:rsidRDefault="00C545DD" w:rsidP="000A0597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РФ</w:t>
            </w:r>
          </w:p>
          <w:p w:rsidR="00C545DD" w:rsidRPr="006F0EE1" w:rsidRDefault="00C545DD" w:rsidP="000A0597">
            <w:pPr>
              <w:jc w:val="center"/>
              <w:rPr>
                <w:szCs w:val="28"/>
              </w:rPr>
            </w:pPr>
          </w:p>
          <w:p w:rsidR="00C545DD" w:rsidRPr="006F0EE1" w:rsidRDefault="00C545DD" w:rsidP="000A0597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545DD" w:rsidRPr="006F0EE1" w:rsidRDefault="00C545DD" w:rsidP="006F0EE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C545DD" w:rsidRPr="006F0EE1" w:rsidRDefault="00C545DD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C545DD" w:rsidRPr="006F0EE1" w:rsidRDefault="00C545DD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1228" w:type="dxa"/>
            <w:vAlign w:val="center"/>
          </w:tcPr>
          <w:p w:rsidR="00C545DD" w:rsidRPr="006F0EE1" w:rsidRDefault="00C545DD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C545DD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6F0EE1" w:rsidRDefault="00C545DD" w:rsidP="006F0EE1">
            <w:pPr>
              <w:rPr>
                <w:szCs w:val="28"/>
              </w:rPr>
            </w:pPr>
            <w:r w:rsidRPr="006F0EE1">
              <w:rPr>
                <w:szCs w:val="28"/>
              </w:rPr>
              <w:t>супруг</w:t>
            </w:r>
          </w:p>
        </w:tc>
        <w:tc>
          <w:tcPr>
            <w:tcW w:w="1417" w:type="dxa"/>
            <w:vAlign w:val="center"/>
          </w:tcPr>
          <w:p w:rsidR="00C545DD" w:rsidRPr="006F0EE1" w:rsidRDefault="000A0597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43420,17</w:t>
            </w:r>
          </w:p>
        </w:tc>
        <w:tc>
          <w:tcPr>
            <w:tcW w:w="1559" w:type="dxa"/>
          </w:tcPr>
          <w:p w:rsidR="00C545DD" w:rsidRPr="006F0EE1" w:rsidRDefault="00C545DD" w:rsidP="00957C0D">
            <w:pPr>
              <w:rPr>
                <w:szCs w:val="28"/>
              </w:rPr>
            </w:pPr>
            <w:r>
              <w:rPr>
                <w:szCs w:val="28"/>
              </w:rPr>
              <w:t>земельный участок</w:t>
            </w:r>
          </w:p>
        </w:tc>
        <w:tc>
          <w:tcPr>
            <w:tcW w:w="1134" w:type="dxa"/>
          </w:tcPr>
          <w:p w:rsidR="00C545DD" w:rsidRPr="006F0EE1" w:rsidRDefault="00C545DD" w:rsidP="00957C0D">
            <w:pPr>
              <w:rPr>
                <w:szCs w:val="28"/>
              </w:rPr>
            </w:pPr>
            <w:r>
              <w:rPr>
                <w:szCs w:val="28"/>
              </w:rPr>
              <w:t>1024</w:t>
            </w:r>
            <w:r w:rsidR="000A0597">
              <w:rPr>
                <w:szCs w:val="28"/>
              </w:rPr>
              <w:t>,0</w:t>
            </w:r>
          </w:p>
        </w:tc>
        <w:tc>
          <w:tcPr>
            <w:tcW w:w="1276" w:type="dxa"/>
          </w:tcPr>
          <w:p w:rsidR="00C545DD" w:rsidRPr="006F0EE1" w:rsidRDefault="00C545DD" w:rsidP="00957C0D">
            <w:pPr>
              <w:rPr>
                <w:szCs w:val="28"/>
              </w:rPr>
            </w:pPr>
            <w:r>
              <w:rPr>
                <w:szCs w:val="28"/>
              </w:rPr>
              <w:t>РФ</w:t>
            </w:r>
          </w:p>
        </w:tc>
        <w:tc>
          <w:tcPr>
            <w:tcW w:w="1418" w:type="dxa"/>
          </w:tcPr>
          <w:p w:rsidR="00C545DD" w:rsidRPr="006F0EE1" w:rsidRDefault="00C545DD" w:rsidP="006F0EE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1559" w:type="dxa"/>
          </w:tcPr>
          <w:p w:rsidR="00C545DD" w:rsidRPr="006F0EE1" w:rsidRDefault="00C545DD" w:rsidP="00957C0D">
            <w:pPr>
              <w:rPr>
                <w:szCs w:val="28"/>
              </w:rPr>
            </w:pPr>
            <w:r w:rsidRPr="006F0EE1">
              <w:rPr>
                <w:szCs w:val="28"/>
              </w:rPr>
              <w:t>жилой дом</w:t>
            </w:r>
          </w:p>
        </w:tc>
        <w:tc>
          <w:tcPr>
            <w:tcW w:w="1134" w:type="dxa"/>
          </w:tcPr>
          <w:p w:rsidR="00C545DD" w:rsidRPr="006F0EE1" w:rsidRDefault="00C545DD" w:rsidP="00957C0D">
            <w:pPr>
              <w:rPr>
                <w:szCs w:val="28"/>
              </w:rPr>
            </w:pPr>
            <w:r>
              <w:rPr>
                <w:szCs w:val="28"/>
              </w:rPr>
              <w:t>51,0</w:t>
            </w:r>
          </w:p>
        </w:tc>
        <w:tc>
          <w:tcPr>
            <w:tcW w:w="1228" w:type="dxa"/>
          </w:tcPr>
          <w:p w:rsidR="00C545DD" w:rsidRPr="006F0EE1" w:rsidRDefault="00C545DD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C545DD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DC1064" w:rsidTr="00D2211B">
        <w:tc>
          <w:tcPr>
            <w:tcW w:w="1668" w:type="dxa"/>
          </w:tcPr>
          <w:p w:rsidR="00DC1064" w:rsidRPr="00BE64EB" w:rsidRDefault="00DC1064" w:rsidP="006F0EE1">
            <w:pPr>
              <w:rPr>
                <w:szCs w:val="28"/>
              </w:rPr>
            </w:pPr>
            <w:proofErr w:type="spellStart"/>
            <w:r w:rsidRPr="00BE64EB">
              <w:rPr>
                <w:szCs w:val="28"/>
              </w:rPr>
              <w:t>Лоскутникова</w:t>
            </w:r>
            <w:proofErr w:type="spellEnd"/>
            <w:r w:rsidRPr="00BE64EB">
              <w:rPr>
                <w:szCs w:val="28"/>
              </w:rPr>
              <w:t xml:space="preserve"> Любовь Владимировна</w:t>
            </w:r>
          </w:p>
        </w:tc>
        <w:tc>
          <w:tcPr>
            <w:tcW w:w="1417" w:type="dxa"/>
            <w:vAlign w:val="center"/>
          </w:tcPr>
          <w:p w:rsidR="00DC1064" w:rsidRPr="00BE64EB" w:rsidRDefault="00DC1064" w:rsidP="004B0BA1">
            <w:pPr>
              <w:jc w:val="center"/>
              <w:rPr>
                <w:szCs w:val="28"/>
              </w:rPr>
            </w:pPr>
            <w:r w:rsidRPr="00BE64EB">
              <w:rPr>
                <w:szCs w:val="28"/>
              </w:rPr>
              <w:t>515742,60</w:t>
            </w:r>
          </w:p>
        </w:tc>
        <w:tc>
          <w:tcPr>
            <w:tcW w:w="1559" w:type="dxa"/>
            <w:vAlign w:val="center"/>
          </w:tcPr>
          <w:p w:rsidR="00DC1064" w:rsidRPr="006F0EE1" w:rsidRDefault="00DC1064" w:rsidP="000A05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DC1064" w:rsidRPr="006F0EE1" w:rsidRDefault="00DC1064" w:rsidP="000A05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DC1064" w:rsidRPr="006F0EE1" w:rsidRDefault="00DC1064" w:rsidP="000A05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DC1064" w:rsidRPr="000A0597" w:rsidRDefault="00DC1064" w:rsidP="000A059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DC1064" w:rsidRPr="00BE64EB" w:rsidRDefault="00DC1064" w:rsidP="00DC1064">
            <w:pPr>
              <w:jc w:val="center"/>
              <w:rPr>
                <w:szCs w:val="28"/>
              </w:rPr>
            </w:pPr>
            <w:r w:rsidRPr="00BE64EB">
              <w:rPr>
                <w:szCs w:val="28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DC1064" w:rsidRPr="00BE64EB" w:rsidRDefault="00DC1064" w:rsidP="00DC1064">
            <w:pPr>
              <w:jc w:val="center"/>
              <w:rPr>
                <w:szCs w:val="28"/>
              </w:rPr>
            </w:pPr>
            <w:r w:rsidRPr="00BE64EB">
              <w:rPr>
                <w:szCs w:val="28"/>
              </w:rPr>
              <w:t>48,8</w:t>
            </w:r>
          </w:p>
        </w:tc>
        <w:tc>
          <w:tcPr>
            <w:tcW w:w="1228" w:type="dxa"/>
            <w:vAlign w:val="center"/>
          </w:tcPr>
          <w:p w:rsidR="00DC1064" w:rsidRPr="00BE64EB" w:rsidRDefault="00DC1064" w:rsidP="00DC1064">
            <w:pPr>
              <w:jc w:val="center"/>
              <w:rPr>
                <w:szCs w:val="28"/>
              </w:rPr>
            </w:pPr>
            <w:r w:rsidRPr="00BE64EB"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DC1064" w:rsidRPr="006F0EE1" w:rsidRDefault="00DC1064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</w:tr>
      <w:tr w:rsidR="0020342D" w:rsidTr="00D2211B">
        <w:tc>
          <w:tcPr>
            <w:tcW w:w="1668" w:type="dxa"/>
          </w:tcPr>
          <w:p w:rsidR="0020342D" w:rsidRPr="00BE64EB" w:rsidRDefault="0020342D" w:rsidP="00DC1064">
            <w:pPr>
              <w:rPr>
                <w:szCs w:val="28"/>
              </w:rPr>
            </w:pPr>
            <w:r w:rsidRPr="00BE64EB">
              <w:rPr>
                <w:szCs w:val="28"/>
              </w:rPr>
              <w:t>супруг</w:t>
            </w:r>
          </w:p>
        </w:tc>
        <w:tc>
          <w:tcPr>
            <w:tcW w:w="1417" w:type="dxa"/>
            <w:vAlign w:val="center"/>
          </w:tcPr>
          <w:p w:rsidR="0020342D" w:rsidRPr="00BE64EB" w:rsidRDefault="0020342D" w:rsidP="004B0BA1">
            <w:pPr>
              <w:jc w:val="center"/>
              <w:rPr>
                <w:szCs w:val="28"/>
              </w:rPr>
            </w:pPr>
            <w:r w:rsidRPr="00BE64EB">
              <w:rPr>
                <w:szCs w:val="28"/>
              </w:rPr>
              <w:t>357497,31</w:t>
            </w:r>
          </w:p>
        </w:tc>
        <w:tc>
          <w:tcPr>
            <w:tcW w:w="1559" w:type="dxa"/>
          </w:tcPr>
          <w:p w:rsidR="0020342D" w:rsidRPr="006F0EE1" w:rsidRDefault="0020342D" w:rsidP="002034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</w:tcPr>
          <w:p w:rsidR="0020342D" w:rsidRPr="006F0EE1" w:rsidRDefault="0020342D" w:rsidP="002034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</w:tcPr>
          <w:p w:rsidR="0020342D" w:rsidRPr="006F0EE1" w:rsidRDefault="0020342D" w:rsidP="002034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</w:tcPr>
          <w:p w:rsidR="0020342D" w:rsidRDefault="0020342D" w:rsidP="0020342D">
            <w:r w:rsidRPr="0020342D">
              <w:t>ВАЗ 21014</w:t>
            </w:r>
          </w:p>
          <w:p w:rsidR="0020342D" w:rsidRPr="006F0EE1" w:rsidRDefault="0020342D" w:rsidP="0020342D">
            <w:pPr>
              <w:rPr>
                <w:szCs w:val="28"/>
              </w:rPr>
            </w:pPr>
            <w:r w:rsidRPr="0020342D">
              <w:lastRenderedPageBreak/>
              <w:t>колесный трактор Т-40 М</w:t>
            </w:r>
          </w:p>
        </w:tc>
        <w:tc>
          <w:tcPr>
            <w:tcW w:w="1559" w:type="dxa"/>
            <w:vAlign w:val="center"/>
          </w:tcPr>
          <w:p w:rsidR="0020342D" w:rsidRPr="00BE64EB" w:rsidRDefault="0020342D" w:rsidP="00957260">
            <w:pPr>
              <w:jc w:val="center"/>
              <w:rPr>
                <w:szCs w:val="28"/>
              </w:rPr>
            </w:pPr>
            <w:r w:rsidRPr="00BE64EB">
              <w:rPr>
                <w:szCs w:val="28"/>
              </w:rPr>
              <w:lastRenderedPageBreak/>
              <w:t>жилой дом</w:t>
            </w:r>
          </w:p>
        </w:tc>
        <w:tc>
          <w:tcPr>
            <w:tcW w:w="1134" w:type="dxa"/>
            <w:vAlign w:val="center"/>
          </w:tcPr>
          <w:p w:rsidR="0020342D" w:rsidRPr="00BE64EB" w:rsidRDefault="0020342D" w:rsidP="00957260">
            <w:pPr>
              <w:jc w:val="center"/>
              <w:rPr>
                <w:szCs w:val="28"/>
              </w:rPr>
            </w:pPr>
            <w:r w:rsidRPr="00BE64EB">
              <w:rPr>
                <w:szCs w:val="28"/>
              </w:rPr>
              <w:t>48,8</w:t>
            </w:r>
          </w:p>
        </w:tc>
        <w:tc>
          <w:tcPr>
            <w:tcW w:w="1228" w:type="dxa"/>
            <w:vAlign w:val="center"/>
          </w:tcPr>
          <w:p w:rsidR="0020342D" w:rsidRPr="00BE64EB" w:rsidRDefault="0020342D" w:rsidP="00957260">
            <w:pPr>
              <w:jc w:val="center"/>
              <w:rPr>
                <w:szCs w:val="28"/>
              </w:rPr>
            </w:pPr>
            <w:r w:rsidRPr="00BE64EB"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20342D" w:rsidRPr="006F0EE1" w:rsidRDefault="0020342D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</w:tr>
      <w:tr w:rsidR="0020342D" w:rsidTr="00D2211B">
        <w:tc>
          <w:tcPr>
            <w:tcW w:w="1668" w:type="dxa"/>
          </w:tcPr>
          <w:p w:rsidR="0020342D" w:rsidRPr="00BE64EB" w:rsidRDefault="0020342D" w:rsidP="006F0EE1">
            <w:pPr>
              <w:rPr>
                <w:szCs w:val="28"/>
              </w:rPr>
            </w:pPr>
            <w:r w:rsidRPr="00BE64EB">
              <w:rPr>
                <w:szCs w:val="28"/>
              </w:rPr>
              <w:lastRenderedPageBreak/>
              <w:t>дочь</w:t>
            </w:r>
          </w:p>
        </w:tc>
        <w:tc>
          <w:tcPr>
            <w:tcW w:w="1417" w:type="dxa"/>
            <w:vAlign w:val="center"/>
          </w:tcPr>
          <w:p w:rsidR="0020342D" w:rsidRPr="00BE64EB" w:rsidRDefault="0020342D" w:rsidP="004B0BA1">
            <w:pPr>
              <w:jc w:val="center"/>
              <w:rPr>
                <w:szCs w:val="28"/>
              </w:rPr>
            </w:pPr>
            <w:r w:rsidRPr="00BE64EB">
              <w:rPr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20342D" w:rsidRPr="006F0EE1" w:rsidRDefault="0020342D" w:rsidP="00DC1064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20342D" w:rsidRPr="006F0EE1" w:rsidRDefault="0020342D" w:rsidP="00DC1064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20342D" w:rsidRPr="006F0EE1" w:rsidRDefault="0020342D" w:rsidP="00DC1064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20342D" w:rsidRPr="006F0EE1" w:rsidRDefault="0020342D" w:rsidP="00DC1064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20342D" w:rsidRPr="00BE64EB" w:rsidRDefault="0020342D" w:rsidP="00957260">
            <w:pPr>
              <w:jc w:val="center"/>
              <w:rPr>
                <w:szCs w:val="28"/>
              </w:rPr>
            </w:pPr>
            <w:r w:rsidRPr="00BE64EB">
              <w:rPr>
                <w:szCs w:val="28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20342D" w:rsidRPr="00BE64EB" w:rsidRDefault="0020342D" w:rsidP="00957260">
            <w:pPr>
              <w:jc w:val="center"/>
              <w:rPr>
                <w:szCs w:val="28"/>
              </w:rPr>
            </w:pPr>
            <w:r w:rsidRPr="00BE64EB">
              <w:rPr>
                <w:szCs w:val="28"/>
              </w:rPr>
              <w:t>48,8</w:t>
            </w:r>
          </w:p>
        </w:tc>
        <w:tc>
          <w:tcPr>
            <w:tcW w:w="1228" w:type="dxa"/>
            <w:vAlign w:val="center"/>
          </w:tcPr>
          <w:p w:rsidR="0020342D" w:rsidRPr="00BE64EB" w:rsidRDefault="0020342D" w:rsidP="00957260">
            <w:pPr>
              <w:jc w:val="center"/>
              <w:rPr>
                <w:szCs w:val="28"/>
              </w:rPr>
            </w:pPr>
            <w:r w:rsidRPr="00BE64EB"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20342D" w:rsidRPr="006F0EE1" w:rsidRDefault="0020342D" w:rsidP="004B0BA1">
            <w:pPr>
              <w:jc w:val="center"/>
              <w:rPr>
                <w:szCs w:val="28"/>
              </w:rPr>
            </w:pPr>
            <w:r w:rsidRPr="006F0EE1">
              <w:rPr>
                <w:szCs w:val="28"/>
              </w:rPr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6A2368" w:rsidRDefault="00C545DD" w:rsidP="006F0EE1">
            <w:r w:rsidRPr="006A2368">
              <w:t>Абрамов Александр Николаевич</w:t>
            </w:r>
          </w:p>
        </w:tc>
        <w:tc>
          <w:tcPr>
            <w:tcW w:w="1417" w:type="dxa"/>
            <w:vAlign w:val="center"/>
          </w:tcPr>
          <w:p w:rsidR="00C545DD" w:rsidRPr="006A2368" w:rsidRDefault="007018F1" w:rsidP="00617CF7">
            <w:pPr>
              <w:jc w:val="center"/>
            </w:pPr>
            <w:r>
              <w:t>741163,91</w:t>
            </w:r>
          </w:p>
        </w:tc>
        <w:tc>
          <w:tcPr>
            <w:tcW w:w="1559" w:type="dxa"/>
          </w:tcPr>
          <w:p w:rsidR="00C545DD" w:rsidRPr="006A2368" w:rsidRDefault="00C545DD" w:rsidP="006F0EE1">
            <w:r w:rsidRPr="006A2368">
              <w:t>1)земельный участок</w:t>
            </w:r>
          </w:p>
          <w:p w:rsidR="00C545DD" w:rsidRPr="006A2368" w:rsidRDefault="00C545DD" w:rsidP="006F0EE1">
            <w:r w:rsidRPr="006A2368">
              <w:t>2)</w:t>
            </w:r>
            <w:r>
              <w:t xml:space="preserve">3-х комнатная </w:t>
            </w:r>
            <w:r w:rsidRPr="006A2368">
              <w:t>квартира</w:t>
            </w:r>
            <w:r>
              <w:t xml:space="preserve"> (1/2 доли)</w:t>
            </w:r>
          </w:p>
        </w:tc>
        <w:tc>
          <w:tcPr>
            <w:tcW w:w="1134" w:type="dxa"/>
          </w:tcPr>
          <w:p w:rsidR="00C545DD" w:rsidRPr="006A2368" w:rsidRDefault="00C545DD" w:rsidP="006F0EE1">
            <w:r w:rsidRPr="006A2368">
              <w:t>1)1300</w:t>
            </w:r>
            <w:r w:rsidR="00B76511">
              <w:t>,0</w:t>
            </w:r>
          </w:p>
          <w:p w:rsidR="00C545DD" w:rsidRPr="006A2368" w:rsidRDefault="00C545DD" w:rsidP="006F0EE1"/>
          <w:p w:rsidR="00C545DD" w:rsidRPr="006A2368" w:rsidRDefault="00C545DD" w:rsidP="006F0EE1">
            <w:r w:rsidRPr="006A2368">
              <w:t>2)66,1</w:t>
            </w:r>
          </w:p>
        </w:tc>
        <w:tc>
          <w:tcPr>
            <w:tcW w:w="1276" w:type="dxa"/>
          </w:tcPr>
          <w:p w:rsidR="00C545DD" w:rsidRPr="006A2368" w:rsidRDefault="00C545DD" w:rsidP="006F0EE1">
            <w:r w:rsidRPr="006A2368">
              <w:t>1)РФ</w:t>
            </w:r>
          </w:p>
          <w:p w:rsidR="00C545DD" w:rsidRPr="006A2368" w:rsidRDefault="00C545DD" w:rsidP="006F0EE1"/>
          <w:p w:rsidR="00C545DD" w:rsidRPr="006A2368" w:rsidRDefault="00C545DD" w:rsidP="006F0EE1">
            <w:r w:rsidRPr="006A2368">
              <w:t>2)РФ</w:t>
            </w:r>
          </w:p>
        </w:tc>
        <w:tc>
          <w:tcPr>
            <w:tcW w:w="1418" w:type="dxa"/>
          </w:tcPr>
          <w:p w:rsidR="00C545DD" w:rsidRPr="006A2368" w:rsidRDefault="00C545DD" w:rsidP="006F0EE1">
            <w:pPr>
              <w:rPr>
                <w:lang w:val="en-US"/>
              </w:rPr>
            </w:pPr>
            <w:proofErr w:type="gramStart"/>
            <w:r w:rsidRPr="006A2368">
              <w:t>Т</w:t>
            </w:r>
            <w:proofErr w:type="spellStart"/>
            <w:proofErr w:type="gramEnd"/>
            <w:r w:rsidRPr="006A2368">
              <w:rPr>
                <w:lang w:val="en-US"/>
              </w:rPr>
              <w:t>oyota</w:t>
            </w:r>
            <w:proofErr w:type="spellEnd"/>
            <w:r w:rsidRPr="006A2368">
              <w:rPr>
                <w:lang w:val="en-US"/>
              </w:rPr>
              <w:t xml:space="preserve"> Corolla</w:t>
            </w:r>
          </w:p>
        </w:tc>
        <w:tc>
          <w:tcPr>
            <w:tcW w:w="1559" w:type="dxa"/>
            <w:vAlign w:val="center"/>
          </w:tcPr>
          <w:p w:rsidR="00C545DD" w:rsidRPr="006A2368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C545DD" w:rsidRPr="00255D10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28" w:type="dxa"/>
            <w:vAlign w:val="center"/>
          </w:tcPr>
          <w:p w:rsidR="00C545DD" w:rsidRPr="00255D10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C545DD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6A2368" w:rsidRDefault="00C545DD" w:rsidP="006F0EE1">
            <w:r w:rsidRPr="006A2368">
              <w:t>супруга</w:t>
            </w:r>
          </w:p>
        </w:tc>
        <w:tc>
          <w:tcPr>
            <w:tcW w:w="1417" w:type="dxa"/>
            <w:vAlign w:val="center"/>
          </w:tcPr>
          <w:p w:rsidR="00C545DD" w:rsidRPr="006A2368" w:rsidRDefault="00B76511" w:rsidP="007018F1">
            <w:pPr>
              <w:jc w:val="center"/>
            </w:pPr>
            <w:r>
              <w:t>5879</w:t>
            </w:r>
            <w:r w:rsidR="007018F1">
              <w:t>92,78</w:t>
            </w:r>
            <w:bookmarkStart w:id="0" w:name="_GoBack"/>
            <w:bookmarkEnd w:id="0"/>
          </w:p>
        </w:tc>
        <w:tc>
          <w:tcPr>
            <w:tcW w:w="1559" w:type="dxa"/>
          </w:tcPr>
          <w:p w:rsidR="00C545DD" w:rsidRPr="006A2368" w:rsidRDefault="00C545DD" w:rsidP="006F0EE1">
            <w:pPr>
              <w:rPr>
                <w:lang w:val="en-US"/>
              </w:rPr>
            </w:pPr>
            <w:r>
              <w:t xml:space="preserve">3-х комнатная </w:t>
            </w:r>
            <w:r w:rsidRPr="006A2368">
              <w:t>квартира</w:t>
            </w:r>
            <w:r>
              <w:t xml:space="preserve"> (1/2 доли)</w:t>
            </w:r>
          </w:p>
        </w:tc>
        <w:tc>
          <w:tcPr>
            <w:tcW w:w="1134" w:type="dxa"/>
          </w:tcPr>
          <w:p w:rsidR="00C545DD" w:rsidRPr="006A2368" w:rsidRDefault="00C545DD" w:rsidP="006F0EE1">
            <w:r w:rsidRPr="006A2368">
              <w:t>66,1</w:t>
            </w:r>
          </w:p>
        </w:tc>
        <w:tc>
          <w:tcPr>
            <w:tcW w:w="1276" w:type="dxa"/>
          </w:tcPr>
          <w:p w:rsidR="00C545DD" w:rsidRPr="006A2368" w:rsidRDefault="00C545DD" w:rsidP="006F0EE1">
            <w:r w:rsidRPr="006A2368">
              <w:t>РФ</w:t>
            </w:r>
          </w:p>
        </w:tc>
        <w:tc>
          <w:tcPr>
            <w:tcW w:w="1418" w:type="dxa"/>
            <w:vAlign w:val="center"/>
          </w:tcPr>
          <w:p w:rsidR="00C545DD" w:rsidRPr="006A2368" w:rsidRDefault="00C545DD" w:rsidP="00B76511">
            <w:pPr>
              <w:jc w:val="center"/>
            </w:pPr>
            <w:r w:rsidRPr="006A2368">
              <w:t>-</w:t>
            </w:r>
          </w:p>
        </w:tc>
        <w:tc>
          <w:tcPr>
            <w:tcW w:w="1559" w:type="dxa"/>
            <w:vAlign w:val="center"/>
          </w:tcPr>
          <w:p w:rsidR="00C545DD" w:rsidRPr="006A2368" w:rsidRDefault="00C545DD" w:rsidP="00B76511">
            <w:pPr>
              <w:jc w:val="center"/>
              <w:rPr>
                <w:szCs w:val="28"/>
              </w:rPr>
            </w:pPr>
            <w:r w:rsidRPr="006A2368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C545DD" w:rsidRPr="00255D10" w:rsidRDefault="00C545DD" w:rsidP="00B765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28" w:type="dxa"/>
            <w:vAlign w:val="center"/>
          </w:tcPr>
          <w:p w:rsidR="00C545DD" w:rsidRPr="00255D10" w:rsidRDefault="00C545DD" w:rsidP="00B765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C545DD" w:rsidRDefault="00C545DD" w:rsidP="00B765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656B82" w:rsidRDefault="00C545DD" w:rsidP="006F0EE1">
            <w:proofErr w:type="spellStart"/>
            <w:r w:rsidRPr="00656B82">
              <w:t>Голобоков</w:t>
            </w:r>
            <w:proofErr w:type="spellEnd"/>
            <w:r w:rsidRPr="00656B82">
              <w:t xml:space="preserve"> Юрий Викторович</w:t>
            </w:r>
          </w:p>
        </w:tc>
        <w:tc>
          <w:tcPr>
            <w:tcW w:w="1417" w:type="dxa"/>
            <w:vAlign w:val="center"/>
          </w:tcPr>
          <w:p w:rsidR="00C545DD" w:rsidRPr="00656B82" w:rsidRDefault="003211C6" w:rsidP="00617CF7">
            <w:pPr>
              <w:jc w:val="center"/>
              <w:rPr>
                <w:lang w:val="en-US"/>
              </w:rPr>
            </w:pPr>
            <w:r>
              <w:t>817089,57</w:t>
            </w:r>
          </w:p>
        </w:tc>
        <w:tc>
          <w:tcPr>
            <w:tcW w:w="1559" w:type="dxa"/>
          </w:tcPr>
          <w:p w:rsidR="00C545DD" w:rsidRPr="00656B82" w:rsidRDefault="00C545DD" w:rsidP="006F0EE1">
            <w:r w:rsidRPr="00656B82">
              <w:t>1)земельный участок</w:t>
            </w:r>
          </w:p>
          <w:p w:rsidR="00C545DD" w:rsidRPr="00656B82" w:rsidRDefault="00C545DD" w:rsidP="006F0EE1">
            <w:r w:rsidRPr="00656B82">
              <w:t>2)</w:t>
            </w:r>
            <w:r>
              <w:t xml:space="preserve">3-х комнатная </w:t>
            </w:r>
            <w:r w:rsidRPr="00656B82">
              <w:t>квартира</w:t>
            </w:r>
          </w:p>
        </w:tc>
        <w:tc>
          <w:tcPr>
            <w:tcW w:w="1134" w:type="dxa"/>
          </w:tcPr>
          <w:p w:rsidR="00C545DD" w:rsidRPr="00656B82" w:rsidRDefault="00C545DD" w:rsidP="006F0EE1">
            <w:r w:rsidRPr="00656B82">
              <w:t>1)1458</w:t>
            </w:r>
            <w:r w:rsidR="003211C6">
              <w:t>,0</w:t>
            </w:r>
          </w:p>
          <w:p w:rsidR="00C545DD" w:rsidRPr="00656B82" w:rsidRDefault="00C545DD" w:rsidP="006F0EE1"/>
          <w:p w:rsidR="00C545DD" w:rsidRPr="00656B82" w:rsidRDefault="00C545DD" w:rsidP="006F0EE1">
            <w:r w:rsidRPr="00656B82">
              <w:t>2)74,6</w:t>
            </w:r>
          </w:p>
        </w:tc>
        <w:tc>
          <w:tcPr>
            <w:tcW w:w="1276" w:type="dxa"/>
          </w:tcPr>
          <w:p w:rsidR="00C545DD" w:rsidRPr="00656B82" w:rsidRDefault="00C545DD" w:rsidP="006F0EE1">
            <w:r w:rsidRPr="00656B82">
              <w:t>1)РФ</w:t>
            </w:r>
          </w:p>
          <w:p w:rsidR="00C545DD" w:rsidRPr="00656B82" w:rsidRDefault="00C545DD" w:rsidP="006F0EE1"/>
          <w:p w:rsidR="00C545DD" w:rsidRPr="00656B82" w:rsidRDefault="00C545DD" w:rsidP="006F0EE1">
            <w:r w:rsidRPr="00656B82">
              <w:t>2)РФ</w:t>
            </w:r>
          </w:p>
        </w:tc>
        <w:tc>
          <w:tcPr>
            <w:tcW w:w="1418" w:type="dxa"/>
          </w:tcPr>
          <w:p w:rsidR="00C545DD" w:rsidRPr="00656B82" w:rsidRDefault="00C545DD" w:rsidP="006F0EE1">
            <w:pPr>
              <w:rPr>
                <w:lang w:val="en-US"/>
              </w:rPr>
            </w:pPr>
            <w:proofErr w:type="gramStart"/>
            <w:r w:rsidRPr="00656B82">
              <w:t>Т</w:t>
            </w:r>
            <w:proofErr w:type="spellStart"/>
            <w:proofErr w:type="gramEnd"/>
            <w:r w:rsidRPr="00656B82">
              <w:rPr>
                <w:lang w:val="en-US"/>
              </w:rPr>
              <w:t>oyota</w:t>
            </w:r>
            <w:proofErr w:type="spellEnd"/>
            <w:r w:rsidRPr="00656B82">
              <w:rPr>
                <w:lang w:val="en-US"/>
              </w:rPr>
              <w:t xml:space="preserve"> Corolla</w:t>
            </w:r>
            <w:r w:rsidRPr="00656B82">
              <w:t xml:space="preserve"> </w:t>
            </w:r>
            <w:r w:rsidRPr="00656B82">
              <w:rPr>
                <w:lang w:val="en-US"/>
              </w:rPr>
              <w:t>Fielder</w:t>
            </w:r>
          </w:p>
        </w:tc>
        <w:tc>
          <w:tcPr>
            <w:tcW w:w="1559" w:type="dxa"/>
            <w:vAlign w:val="center"/>
          </w:tcPr>
          <w:p w:rsidR="00C545DD" w:rsidRPr="00656B82" w:rsidRDefault="00C545DD" w:rsidP="00617CF7">
            <w:pPr>
              <w:jc w:val="center"/>
              <w:rPr>
                <w:lang w:val="en-US"/>
              </w:rPr>
            </w:pPr>
            <w:r w:rsidRPr="00656B82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545DD" w:rsidRPr="00656B82" w:rsidRDefault="00C545DD" w:rsidP="00617CF7">
            <w:pPr>
              <w:jc w:val="center"/>
              <w:rPr>
                <w:lang w:val="en-US"/>
              </w:rPr>
            </w:pPr>
            <w:r w:rsidRPr="00656B82">
              <w:rPr>
                <w:lang w:val="en-US"/>
              </w:rPr>
              <w:t>-</w:t>
            </w:r>
          </w:p>
        </w:tc>
        <w:tc>
          <w:tcPr>
            <w:tcW w:w="1228" w:type="dxa"/>
            <w:vAlign w:val="center"/>
          </w:tcPr>
          <w:p w:rsidR="00C545DD" w:rsidRPr="00656B82" w:rsidRDefault="00C545DD" w:rsidP="00617CF7">
            <w:pPr>
              <w:jc w:val="center"/>
              <w:rPr>
                <w:lang w:val="en-US"/>
              </w:rPr>
            </w:pPr>
            <w:r w:rsidRPr="00656B82">
              <w:rPr>
                <w:lang w:val="en-US"/>
              </w:rPr>
              <w:t>-</w:t>
            </w:r>
          </w:p>
        </w:tc>
        <w:tc>
          <w:tcPr>
            <w:tcW w:w="2410" w:type="dxa"/>
            <w:vAlign w:val="center"/>
          </w:tcPr>
          <w:p w:rsidR="00C545DD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656B82" w:rsidRDefault="00C545DD" w:rsidP="006F0EE1">
            <w:r w:rsidRPr="00656B82">
              <w:t>супруга</w:t>
            </w:r>
          </w:p>
        </w:tc>
        <w:tc>
          <w:tcPr>
            <w:tcW w:w="1417" w:type="dxa"/>
            <w:vAlign w:val="center"/>
          </w:tcPr>
          <w:p w:rsidR="00C545DD" w:rsidRPr="00656B82" w:rsidRDefault="003211C6" w:rsidP="00617CF7">
            <w:pPr>
              <w:jc w:val="center"/>
              <w:rPr>
                <w:lang w:val="en-US"/>
              </w:rPr>
            </w:pPr>
            <w:r>
              <w:t>419561,81</w:t>
            </w:r>
          </w:p>
        </w:tc>
        <w:tc>
          <w:tcPr>
            <w:tcW w:w="1559" w:type="dxa"/>
            <w:vAlign w:val="center"/>
          </w:tcPr>
          <w:p w:rsidR="00C545DD" w:rsidRPr="00656B82" w:rsidRDefault="00C545DD" w:rsidP="003211C6">
            <w:pPr>
              <w:jc w:val="center"/>
            </w:pPr>
            <w:r w:rsidRPr="00656B82">
              <w:t>-</w:t>
            </w:r>
          </w:p>
        </w:tc>
        <w:tc>
          <w:tcPr>
            <w:tcW w:w="1134" w:type="dxa"/>
            <w:vAlign w:val="center"/>
          </w:tcPr>
          <w:p w:rsidR="00C545DD" w:rsidRPr="00656B82" w:rsidRDefault="00C545DD" w:rsidP="003211C6">
            <w:pPr>
              <w:jc w:val="center"/>
            </w:pPr>
            <w:r w:rsidRPr="00656B82">
              <w:t>-</w:t>
            </w:r>
          </w:p>
        </w:tc>
        <w:tc>
          <w:tcPr>
            <w:tcW w:w="1276" w:type="dxa"/>
            <w:vAlign w:val="center"/>
          </w:tcPr>
          <w:p w:rsidR="00C545DD" w:rsidRPr="00656B82" w:rsidRDefault="00C545DD" w:rsidP="003211C6">
            <w:pPr>
              <w:jc w:val="center"/>
            </w:pPr>
            <w:r w:rsidRPr="00656B82">
              <w:t>-</w:t>
            </w:r>
          </w:p>
        </w:tc>
        <w:tc>
          <w:tcPr>
            <w:tcW w:w="1418" w:type="dxa"/>
            <w:vAlign w:val="center"/>
          </w:tcPr>
          <w:p w:rsidR="00C545DD" w:rsidRPr="00656B82" w:rsidRDefault="00C545DD" w:rsidP="003211C6">
            <w:pPr>
              <w:jc w:val="center"/>
            </w:pPr>
            <w:r w:rsidRPr="00656B82">
              <w:t>-</w:t>
            </w:r>
          </w:p>
        </w:tc>
        <w:tc>
          <w:tcPr>
            <w:tcW w:w="1559" w:type="dxa"/>
            <w:vAlign w:val="center"/>
          </w:tcPr>
          <w:p w:rsidR="00C545DD" w:rsidRPr="00656B82" w:rsidRDefault="00C545DD" w:rsidP="00F9224D">
            <w:r>
              <w:t xml:space="preserve">3-х комнатная </w:t>
            </w:r>
            <w:r w:rsidRPr="00656B82">
              <w:t>квартира</w:t>
            </w:r>
          </w:p>
        </w:tc>
        <w:tc>
          <w:tcPr>
            <w:tcW w:w="1134" w:type="dxa"/>
            <w:vAlign w:val="center"/>
          </w:tcPr>
          <w:p w:rsidR="00C545DD" w:rsidRPr="00656B82" w:rsidRDefault="00C545DD" w:rsidP="00617CF7">
            <w:pPr>
              <w:jc w:val="center"/>
            </w:pPr>
            <w:r w:rsidRPr="00656B82">
              <w:t>74,6</w:t>
            </w:r>
          </w:p>
        </w:tc>
        <w:tc>
          <w:tcPr>
            <w:tcW w:w="1228" w:type="dxa"/>
            <w:vAlign w:val="center"/>
          </w:tcPr>
          <w:p w:rsidR="00C545DD" w:rsidRPr="00656B82" w:rsidRDefault="00C545DD" w:rsidP="00617CF7">
            <w:pPr>
              <w:jc w:val="center"/>
            </w:pPr>
            <w:r w:rsidRPr="00656B82">
              <w:t>РФ</w:t>
            </w:r>
          </w:p>
        </w:tc>
        <w:tc>
          <w:tcPr>
            <w:tcW w:w="2410" w:type="dxa"/>
            <w:vAlign w:val="center"/>
          </w:tcPr>
          <w:p w:rsidR="00C545DD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3211C6" w:rsidTr="00D2211B">
        <w:tc>
          <w:tcPr>
            <w:tcW w:w="1668" w:type="dxa"/>
          </w:tcPr>
          <w:p w:rsidR="003211C6" w:rsidRPr="00656B82" w:rsidRDefault="003211C6" w:rsidP="006F0EE1">
            <w:r>
              <w:t>Иванова Светлана Викторовна</w:t>
            </w:r>
          </w:p>
        </w:tc>
        <w:tc>
          <w:tcPr>
            <w:tcW w:w="1417" w:type="dxa"/>
            <w:vAlign w:val="center"/>
          </w:tcPr>
          <w:p w:rsidR="003211C6" w:rsidRDefault="003109CA" w:rsidP="00617CF7">
            <w:pPr>
              <w:jc w:val="center"/>
            </w:pPr>
            <w:r>
              <w:t>664805,61</w:t>
            </w:r>
          </w:p>
        </w:tc>
        <w:tc>
          <w:tcPr>
            <w:tcW w:w="1559" w:type="dxa"/>
            <w:vAlign w:val="center"/>
          </w:tcPr>
          <w:p w:rsidR="003211C6" w:rsidRPr="00656B82" w:rsidRDefault="003109CA" w:rsidP="003109CA">
            <w:r>
              <w:t xml:space="preserve">2-х комнатная </w:t>
            </w:r>
            <w:r w:rsidRPr="00656B82">
              <w:t>квартира</w:t>
            </w:r>
          </w:p>
        </w:tc>
        <w:tc>
          <w:tcPr>
            <w:tcW w:w="1134" w:type="dxa"/>
            <w:vAlign w:val="center"/>
          </w:tcPr>
          <w:p w:rsidR="003211C6" w:rsidRPr="00656B82" w:rsidRDefault="003109CA" w:rsidP="003211C6">
            <w:pPr>
              <w:jc w:val="center"/>
            </w:pPr>
            <w:r>
              <w:t>46,3</w:t>
            </w:r>
          </w:p>
        </w:tc>
        <w:tc>
          <w:tcPr>
            <w:tcW w:w="1276" w:type="dxa"/>
            <w:vAlign w:val="center"/>
          </w:tcPr>
          <w:p w:rsidR="003211C6" w:rsidRPr="00656B82" w:rsidRDefault="003109CA" w:rsidP="003211C6">
            <w:pPr>
              <w:jc w:val="center"/>
            </w:pPr>
            <w:r>
              <w:t>РФ</w:t>
            </w:r>
          </w:p>
        </w:tc>
        <w:tc>
          <w:tcPr>
            <w:tcW w:w="1418" w:type="dxa"/>
            <w:vAlign w:val="center"/>
          </w:tcPr>
          <w:p w:rsidR="003211C6" w:rsidRPr="003109CA" w:rsidRDefault="003109CA" w:rsidP="003211C6">
            <w:pPr>
              <w:jc w:val="center"/>
              <w:rPr>
                <w:lang w:val="en-US"/>
              </w:rPr>
            </w:pPr>
            <w:proofErr w:type="gramStart"/>
            <w:r w:rsidRPr="00656B82">
              <w:t>Т</w:t>
            </w:r>
            <w:proofErr w:type="spellStart"/>
            <w:proofErr w:type="gramEnd"/>
            <w:r w:rsidRPr="00656B82">
              <w:rPr>
                <w:lang w:val="en-US"/>
              </w:rPr>
              <w:t>oyota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Vitz</w:t>
            </w:r>
            <w:proofErr w:type="spellEnd"/>
          </w:p>
        </w:tc>
        <w:tc>
          <w:tcPr>
            <w:tcW w:w="1559" w:type="dxa"/>
            <w:vAlign w:val="center"/>
          </w:tcPr>
          <w:p w:rsidR="003211C6" w:rsidRPr="003109CA" w:rsidRDefault="003109CA" w:rsidP="003109C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3211C6" w:rsidRPr="003109CA" w:rsidRDefault="003109CA" w:rsidP="00617C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28" w:type="dxa"/>
            <w:vAlign w:val="center"/>
          </w:tcPr>
          <w:p w:rsidR="003211C6" w:rsidRPr="003109CA" w:rsidRDefault="003109CA" w:rsidP="00617C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410" w:type="dxa"/>
            <w:vAlign w:val="center"/>
          </w:tcPr>
          <w:p w:rsidR="003211C6" w:rsidRPr="003109CA" w:rsidRDefault="003109CA" w:rsidP="004B0BA1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930340" w:rsidRDefault="00C545DD" w:rsidP="006F0EE1">
            <w:proofErr w:type="spellStart"/>
            <w:r w:rsidRPr="00930340">
              <w:t>Юргатова</w:t>
            </w:r>
            <w:proofErr w:type="spellEnd"/>
            <w:r w:rsidRPr="00930340">
              <w:t xml:space="preserve"> Валентина Юльевна</w:t>
            </w:r>
          </w:p>
        </w:tc>
        <w:tc>
          <w:tcPr>
            <w:tcW w:w="1417" w:type="dxa"/>
            <w:vAlign w:val="center"/>
          </w:tcPr>
          <w:p w:rsidR="00C545DD" w:rsidRPr="00C747C7" w:rsidRDefault="00C747C7" w:rsidP="00A933B0">
            <w:pPr>
              <w:jc w:val="center"/>
            </w:pPr>
            <w:r>
              <w:t>788055,24</w:t>
            </w:r>
          </w:p>
        </w:tc>
        <w:tc>
          <w:tcPr>
            <w:tcW w:w="1559" w:type="dxa"/>
          </w:tcPr>
          <w:p w:rsidR="00C545DD" w:rsidRPr="00930340" w:rsidRDefault="00C545DD" w:rsidP="006F0EE1">
            <w:r w:rsidRPr="00930340">
              <w:t>1)</w:t>
            </w:r>
            <w:r>
              <w:t xml:space="preserve">2-х комнатная </w:t>
            </w:r>
            <w:r w:rsidRPr="00930340">
              <w:t>квартира</w:t>
            </w:r>
          </w:p>
        </w:tc>
        <w:tc>
          <w:tcPr>
            <w:tcW w:w="1134" w:type="dxa"/>
          </w:tcPr>
          <w:p w:rsidR="00C545DD" w:rsidRPr="00930340" w:rsidRDefault="00C545DD" w:rsidP="0000233C">
            <w:r w:rsidRPr="00930340">
              <w:t>46</w:t>
            </w:r>
            <w:r w:rsidR="00FC45F2">
              <w:t>,0</w:t>
            </w:r>
          </w:p>
        </w:tc>
        <w:tc>
          <w:tcPr>
            <w:tcW w:w="1276" w:type="dxa"/>
          </w:tcPr>
          <w:p w:rsidR="00C545DD" w:rsidRPr="00930340" w:rsidRDefault="00C545DD" w:rsidP="00FC45F2">
            <w:pPr>
              <w:jc w:val="center"/>
            </w:pPr>
            <w:r w:rsidRPr="00930340">
              <w:t>РФ</w:t>
            </w:r>
          </w:p>
        </w:tc>
        <w:tc>
          <w:tcPr>
            <w:tcW w:w="1418" w:type="dxa"/>
            <w:vAlign w:val="center"/>
          </w:tcPr>
          <w:p w:rsidR="00C545DD" w:rsidRPr="00930340" w:rsidRDefault="00C545DD" w:rsidP="00930340">
            <w:pPr>
              <w:jc w:val="center"/>
            </w:pPr>
            <w:r w:rsidRPr="00930340">
              <w:t>-</w:t>
            </w:r>
          </w:p>
        </w:tc>
        <w:tc>
          <w:tcPr>
            <w:tcW w:w="1559" w:type="dxa"/>
            <w:vAlign w:val="center"/>
          </w:tcPr>
          <w:p w:rsidR="00C545DD" w:rsidRPr="00255D10" w:rsidRDefault="00C545DD" w:rsidP="009303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C545DD" w:rsidRPr="00255D10" w:rsidRDefault="00C545DD" w:rsidP="009303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28" w:type="dxa"/>
            <w:vAlign w:val="center"/>
          </w:tcPr>
          <w:p w:rsidR="00C545DD" w:rsidRPr="00255D10" w:rsidRDefault="00C545DD" w:rsidP="009303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C545DD" w:rsidRDefault="00C545DD" w:rsidP="009303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930340" w:rsidRDefault="00C545DD" w:rsidP="006F0EE1">
            <w:r w:rsidRPr="00930340">
              <w:t>супруг</w:t>
            </w:r>
          </w:p>
        </w:tc>
        <w:tc>
          <w:tcPr>
            <w:tcW w:w="1417" w:type="dxa"/>
            <w:vAlign w:val="center"/>
          </w:tcPr>
          <w:p w:rsidR="00C545DD" w:rsidRPr="00930340" w:rsidRDefault="00C545DD" w:rsidP="00617CF7">
            <w:pPr>
              <w:jc w:val="center"/>
            </w:pPr>
            <w:r>
              <w:t>877057,83</w:t>
            </w:r>
          </w:p>
        </w:tc>
        <w:tc>
          <w:tcPr>
            <w:tcW w:w="1559" w:type="dxa"/>
          </w:tcPr>
          <w:p w:rsidR="00C545DD" w:rsidRPr="00930340" w:rsidRDefault="00C545DD" w:rsidP="006F0EE1">
            <w:r w:rsidRPr="00930340">
              <w:t>1)земельный участок</w:t>
            </w:r>
          </w:p>
          <w:p w:rsidR="00C545DD" w:rsidRPr="00930340" w:rsidRDefault="00C545DD" w:rsidP="006F0EE1">
            <w:r w:rsidRPr="00930340">
              <w:t>2)жилой дом</w:t>
            </w:r>
          </w:p>
          <w:p w:rsidR="00C545DD" w:rsidRPr="00930340" w:rsidRDefault="00C545DD" w:rsidP="006F0EE1"/>
        </w:tc>
        <w:tc>
          <w:tcPr>
            <w:tcW w:w="1134" w:type="dxa"/>
          </w:tcPr>
          <w:p w:rsidR="00C545DD" w:rsidRPr="00930340" w:rsidRDefault="00C545DD" w:rsidP="006F0EE1">
            <w:r w:rsidRPr="00930340">
              <w:t>1)1000</w:t>
            </w:r>
            <w:r w:rsidR="00F471ED">
              <w:t>,0</w:t>
            </w:r>
          </w:p>
          <w:p w:rsidR="00C545DD" w:rsidRPr="00930340" w:rsidRDefault="00C545DD" w:rsidP="006F0EE1"/>
          <w:p w:rsidR="00C545DD" w:rsidRPr="00930340" w:rsidRDefault="00C545DD" w:rsidP="006F0EE1">
            <w:r w:rsidRPr="00930340">
              <w:t>2)48</w:t>
            </w:r>
            <w:r w:rsidR="00F471ED">
              <w:t>,0</w:t>
            </w:r>
          </w:p>
          <w:p w:rsidR="00C545DD" w:rsidRPr="00930340" w:rsidRDefault="00C545DD" w:rsidP="006F0EE1"/>
        </w:tc>
        <w:tc>
          <w:tcPr>
            <w:tcW w:w="1276" w:type="dxa"/>
          </w:tcPr>
          <w:p w:rsidR="00C545DD" w:rsidRPr="00930340" w:rsidRDefault="00C545DD" w:rsidP="006F0EE1">
            <w:r w:rsidRPr="00930340">
              <w:t>1)РФ</w:t>
            </w:r>
          </w:p>
          <w:p w:rsidR="00C545DD" w:rsidRPr="00930340" w:rsidRDefault="00C545DD" w:rsidP="006F0EE1"/>
          <w:p w:rsidR="00C545DD" w:rsidRPr="00930340" w:rsidRDefault="00C545DD" w:rsidP="006F0EE1">
            <w:r w:rsidRPr="00930340">
              <w:t>2)РФ</w:t>
            </w:r>
          </w:p>
          <w:p w:rsidR="00C545DD" w:rsidRPr="00930340" w:rsidRDefault="00C545DD" w:rsidP="006F0EE1"/>
        </w:tc>
        <w:tc>
          <w:tcPr>
            <w:tcW w:w="1418" w:type="dxa"/>
          </w:tcPr>
          <w:p w:rsidR="00C545DD" w:rsidRPr="00930340" w:rsidRDefault="00C545DD" w:rsidP="006F0EE1">
            <w:r w:rsidRPr="00930340">
              <w:t>1) ВАЗ 2121</w:t>
            </w:r>
          </w:p>
          <w:p w:rsidR="00C545DD" w:rsidRPr="00930340" w:rsidRDefault="00C545DD" w:rsidP="006F0EE1">
            <w:r w:rsidRPr="00930340">
              <w:t>2)</w:t>
            </w:r>
            <w:r w:rsidRPr="00930340">
              <w:rPr>
                <w:lang w:val="en-US"/>
              </w:rPr>
              <w:t>Honda CRV</w:t>
            </w:r>
          </w:p>
        </w:tc>
        <w:tc>
          <w:tcPr>
            <w:tcW w:w="1559" w:type="dxa"/>
          </w:tcPr>
          <w:p w:rsidR="00C545DD" w:rsidRPr="00930340" w:rsidRDefault="00C545DD" w:rsidP="00BE7A1E">
            <w:r>
              <w:t xml:space="preserve">2-х комнатная </w:t>
            </w:r>
            <w:r w:rsidRPr="00930340">
              <w:t>квартира</w:t>
            </w:r>
          </w:p>
        </w:tc>
        <w:tc>
          <w:tcPr>
            <w:tcW w:w="1134" w:type="dxa"/>
          </w:tcPr>
          <w:p w:rsidR="00C545DD" w:rsidRPr="00930340" w:rsidRDefault="00C545DD" w:rsidP="00E80AE9">
            <w:pPr>
              <w:jc w:val="center"/>
            </w:pPr>
            <w:r w:rsidRPr="00930340">
              <w:t>46</w:t>
            </w:r>
            <w:r w:rsidR="00F471ED">
              <w:t>,0</w:t>
            </w:r>
          </w:p>
        </w:tc>
        <w:tc>
          <w:tcPr>
            <w:tcW w:w="1228" w:type="dxa"/>
          </w:tcPr>
          <w:p w:rsidR="00C545DD" w:rsidRPr="00930340" w:rsidRDefault="00C545DD" w:rsidP="00BE7A1E">
            <w:r w:rsidRPr="00930340">
              <w:t>РФ</w:t>
            </w:r>
          </w:p>
        </w:tc>
        <w:tc>
          <w:tcPr>
            <w:tcW w:w="2410" w:type="dxa"/>
            <w:vAlign w:val="center"/>
          </w:tcPr>
          <w:p w:rsidR="00C545DD" w:rsidRDefault="00C545DD" w:rsidP="009303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930340" w:rsidRDefault="00C545DD" w:rsidP="00930340">
            <w:proofErr w:type="spellStart"/>
            <w:r w:rsidRPr="00930340">
              <w:t>Екатеренчук</w:t>
            </w:r>
            <w:proofErr w:type="spellEnd"/>
            <w:r w:rsidRPr="00930340">
              <w:t xml:space="preserve"> </w:t>
            </w:r>
            <w:r w:rsidRPr="00930340">
              <w:lastRenderedPageBreak/>
              <w:t>Вера Ивановна</w:t>
            </w:r>
          </w:p>
        </w:tc>
        <w:tc>
          <w:tcPr>
            <w:tcW w:w="1417" w:type="dxa"/>
            <w:vAlign w:val="center"/>
          </w:tcPr>
          <w:p w:rsidR="00C545DD" w:rsidRPr="00930340" w:rsidRDefault="007177E3" w:rsidP="00617CF7">
            <w:pPr>
              <w:jc w:val="center"/>
            </w:pPr>
            <w:r>
              <w:lastRenderedPageBreak/>
              <w:t>788920,28</w:t>
            </w:r>
          </w:p>
        </w:tc>
        <w:tc>
          <w:tcPr>
            <w:tcW w:w="1559" w:type="dxa"/>
            <w:vAlign w:val="center"/>
          </w:tcPr>
          <w:p w:rsidR="00C545DD" w:rsidRPr="00930340" w:rsidRDefault="00C545DD" w:rsidP="00617CF7">
            <w:pPr>
              <w:jc w:val="center"/>
            </w:pPr>
            <w:r w:rsidRPr="00930340">
              <w:t>-</w:t>
            </w:r>
          </w:p>
        </w:tc>
        <w:tc>
          <w:tcPr>
            <w:tcW w:w="1134" w:type="dxa"/>
            <w:vAlign w:val="center"/>
          </w:tcPr>
          <w:p w:rsidR="00C545DD" w:rsidRPr="00930340" w:rsidRDefault="00C545DD" w:rsidP="00617CF7">
            <w:pPr>
              <w:jc w:val="center"/>
            </w:pPr>
            <w:r w:rsidRPr="00930340">
              <w:t>-</w:t>
            </w:r>
          </w:p>
        </w:tc>
        <w:tc>
          <w:tcPr>
            <w:tcW w:w="1276" w:type="dxa"/>
            <w:vAlign w:val="center"/>
          </w:tcPr>
          <w:p w:rsidR="00C545DD" w:rsidRPr="00930340" w:rsidRDefault="00C545DD" w:rsidP="00617CF7">
            <w:pPr>
              <w:jc w:val="center"/>
            </w:pPr>
            <w:r w:rsidRPr="00930340">
              <w:t>-</w:t>
            </w:r>
          </w:p>
        </w:tc>
        <w:tc>
          <w:tcPr>
            <w:tcW w:w="1418" w:type="dxa"/>
            <w:vAlign w:val="center"/>
          </w:tcPr>
          <w:p w:rsidR="00C545DD" w:rsidRPr="007177E3" w:rsidRDefault="007177E3" w:rsidP="007177E3">
            <w:pPr>
              <w:rPr>
                <w:lang w:val="en-US"/>
              </w:rPr>
            </w:pPr>
            <w:proofErr w:type="gramStart"/>
            <w:r w:rsidRPr="00656B82">
              <w:t>Т</w:t>
            </w:r>
            <w:proofErr w:type="spellStart"/>
            <w:proofErr w:type="gramEnd"/>
            <w:r w:rsidRPr="00656B82">
              <w:rPr>
                <w:lang w:val="en-US"/>
              </w:rPr>
              <w:t>oyota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lastRenderedPageBreak/>
              <w:t>Raum</w:t>
            </w:r>
            <w:proofErr w:type="spellEnd"/>
          </w:p>
        </w:tc>
        <w:tc>
          <w:tcPr>
            <w:tcW w:w="1559" w:type="dxa"/>
            <w:vAlign w:val="center"/>
          </w:tcPr>
          <w:p w:rsidR="00C545DD" w:rsidRPr="00930340" w:rsidRDefault="00C545DD" w:rsidP="00930340">
            <w:pPr>
              <w:jc w:val="center"/>
            </w:pPr>
            <w:r w:rsidRPr="00930340">
              <w:lastRenderedPageBreak/>
              <w:t>жилой дом</w:t>
            </w:r>
          </w:p>
        </w:tc>
        <w:tc>
          <w:tcPr>
            <w:tcW w:w="1134" w:type="dxa"/>
            <w:vAlign w:val="center"/>
          </w:tcPr>
          <w:p w:rsidR="00C545DD" w:rsidRPr="00930340" w:rsidRDefault="00C545DD" w:rsidP="00617CF7">
            <w:pPr>
              <w:jc w:val="center"/>
            </w:pPr>
            <w:r w:rsidRPr="00930340">
              <w:t>40,6</w:t>
            </w:r>
          </w:p>
        </w:tc>
        <w:tc>
          <w:tcPr>
            <w:tcW w:w="1228" w:type="dxa"/>
            <w:vAlign w:val="center"/>
          </w:tcPr>
          <w:p w:rsidR="00C545DD" w:rsidRPr="00930340" w:rsidRDefault="00C545DD" w:rsidP="00617CF7">
            <w:pPr>
              <w:jc w:val="center"/>
            </w:pPr>
            <w:r w:rsidRPr="00930340">
              <w:t>РФ</w:t>
            </w:r>
          </w:p>
        </w:tc>
        <w:tc>
          <w:tcPr>
            <w:tcW w:w="2410" w:type="dxa"/>
            <w:vAlign w:val="center"/>
          </w:tcPr>
          <w:p w:rsidR="00C545DD" w:rsidRPr="00B75481" w:rsidRDefault="00C545DD" w:rsidP="00617CF7">
            <w:pPr>
              <w:jc w:val="center"/>
            </w:pPr>
            <w:r w:rsidRPr="00B75481"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930340" w:rsidRDefault="00C545DD" w:rsidP="00930340">
            <w:r w:rsidRPr="00930340">
              <w:lastRenderedPageBreak/>
              <w:t>супруг</w:t>
            </w:r>
          </w:p>
        </w:tc>
        <w:tc>
          <w:tcPr>
            <w:tcW w:w="1417" w:type="dxa"/>
            <w:vAlign w:val="center"/>
          </w:tcPr>
          <w:p w:rsidR="00C545DD" w:rsidRPr="007177E3" w:rsidRDefault="007177E3" w:rsidP="007177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293630</w:t>
            </w:r>
            <w:r>
              <w:t>,</w:t>
            </w:r>
            <w:r>
              <w:rPr>
                <w:lang w:val="en-US"/>
              </w:rPr>
              <w:t>09</w:t>
            </w:r>
          </w:p>
        </w:tc>
        <w:tc>
          <w:tcPr>
            <w:tcW w:w="1559" w:type="dxa"/>
            <w:vAlign w:val="center"/>
          </w:tcPr>
          <w:p w:rsidR="00C545DD" w:rsidRPr="00930340" w:rsidRDefault="00C545DD" w:rsidP="00617CF7">
            <w:r w:rsidRPr="00930340">
              <w:t>1)земельный участок</w:t>
            </w:r>
          </w:p>
          <w:p w:rsidR="00C545DD" w:rsidRPr="00930340" w:rsidRDefault="00C545DD" w:rsidP="00617CF7">
            <w:r w:rsidRPr="00930340">
              <w:t>2)жилой дом</w:t>
            </w:r>
          </w:p>
          <w:p w:rsidR="00C545DD" w:rsidRPr="00930340" w:rsidRDefault="00C545DD" w:rsidP="00617CF7"/>
        </w:tc>
        <w:tc>
          <w:tcPr>
            <w:tcW w:w="1134" w:type="dxa"/>
            <w:vAlign w:val="center"/>
          </w:tcPr>
          <w:p w:rsidR="00C545DD" w:rsidRPr="00930340" w:rsidRDefault="00C545DD" w:rsidP="00617CF7">
            <w:r w:rsidRPr="00930340">
              <w:t>1)1214</w:t>
            </w:r>
            <w:r w:rsidR="007177E3">
              <w:t>,0</w:t>
            </w:r>
          </w:p>
          <w:p w:rsidR="00C545DD" w:rsidRPr="00930340" w:rsidRDefault="00C545DD" w:rsidP="00617CF7"/>
          <w:p w:rsidR="00C545DD" w:rsidRPr="00930340" w:rsidRDefault="00C545DD" w:rsidP="00617CF7">
            <w:r w:rsidRPr="00930340">
              <w:t>2)40,6</w:t>
            </w:r>
          </w:p>
          <w:p w:rsidR="00C545DD" w:rsidRPr="00930340" w:rsidRDefault="00C545DD" w:rsidP="00C43BBC"/>
        </w:tc>
        <w:tc>
          <w:tcPr>
            <w:tcW w:w="1276" w:type="dxa"/>
            <w:vAlign w:val="center"/>
          </w:tcPr>
          <w:p w:rsidR="00C545DD" w:rsidRPr="00930340" w:rsidRDefault="00C545DD" w:rsidP="00617CF7">
            <w:r w:rsidRPr="00930340">
              <w:t>1)РФ</w:t>
            </w:r>
          </w:p>
          <w:p w:rsidR="00C545DD" w:rsidRPr="00930340" w:rsidRDefault="00C545DD" w:rsidP="00617CF7"/>
          <w:p w:rsidR="00C545DD" w:rsidRPr="00930340" w:rsidRDefault="00C545DD" w:rsidP="00617CF7">
            <w:r w:rsidRPr="00930340">
              <w:t>2)РФ</w:t>
            </w:r>
          </w:p>
          <w:p w:rsidR="00C545DD" w:rsidRPr="00930340" w:rsidRDefault="00C545DD" w:rsidP="00617CF7">
            <w:pPr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C545DD" w:rsidRPr="00930340" w:rsidRDefault="00C545DD" w:rsidP="00617CF7">
            <w:r w:rsidRPr="00930340">
              <w:t>1)ВАЗ 2107</w:t>
            </w:r>
          </w:p>
          <w:p w:rsidR="00C545DD" w:rsidRPr="00930340" w:rsidRDefault="00C545DD" w:rsidP="00617CF7">
            <w:pPr>
              <w:rPr>
                <w:lang w:val="en-US"/>
              </w:rPr>
            </w:pPr>
            <w:r w:rsidRPr="00930340">
              <w:t>2)</w:t>
            </w:r>
            <w:r w:rsidRPr="00930340">
              <w:rPr>
                <w:lang w:val="en-US"/>
              </w:rPr>
              <w:t xml:space="preserve">Toyota </w:t>
            </w:r>
            <w:proofErr w:type="spellStart"/>
            <w:r w:rsidRPr="00930340">
              <w:rPr>
                <w:lang w:val="en-US"/>
              </w:rPr>
              <w:t>Duna</w:t>
            </w:r>
            <w:proofErr w:type="spellEnd"/>
          </w:p>
        </w:tc>
        <w:tc>
          <w:tcPr>
            <w:tcW w:w="1559" w:type="dxa"/>
            <w:vAlign w:val="center"/>
          </w:tcPr>
          <w:p w:rsidR="00C545DD" w:rsidRPr="00930340" w:rsidRDefault="00C545DD" w:rsidP="00617CF7">
            <w:pPr>
              <w:jc w:val="center"/>
            </w:pPr>
            <w:r w:rsidRPr="00930340">
              <w:t>-</w:t>
            </w:r>
          </w:p>
        </w:tc>
        <w:tc>
          <w:tcPr>
            <w:tcW w:w="1134" w:type="dxa"/>
            <w:vAlign w:val="center"/>
          </w:tcPr>
          <w:p w:rsidR="00C545DD" w:rsidRPr="00930340" w:rsidRDefault="00C545DD" w:rsidP="00617CF7">
            <w:pPr>
              <w:jc w:val="center"/>
            </w:pPr>
            <w:r w:rsidRPr="00930340">
              <w:t>-</w:t>
            </w:r>
          </w:p>
        </w:tc>
        <w:tc>
          <w:tcPr>
            <w:tcW w:w="1228" w:type="dxa"/>
            <w:vAlign w:val="center"/>
          </w:tcPr>
          <w:p w:rsidR="00C545DD" w:rsidRPr="00930340" w:rsidRDefault="00C545DD" w:rsidP="00617CF7">
            <w:pPr>
              <w:jc w:val="center"/>
            </w:pPr>
            <w:r w:rsidRPr="00930340">
              <w:t>-</w:t>
            </w:r>
          </w:p>
        </w:tc>
        <w:tc>
          <w:tcPr>
            <w:tcW w:w="2410" w:type="dxa"/>
            <w:vAlign w:val="center"/>
          </w:tcPr>
          <w:p w:rsidR="00C545DD" w:rsidRPr="00B75481" w:rsidRDefault="00C545DD" w:rsidP="00617CF7">
            <w:pPr>
              <w:jc w:val="center"/>
            </w:pPr>
            <w:r w:rsidRPr="00B75481">
              <w:t>-</w:t>
            </w:r>
          </w:p>
        </w:tc>
      </w:tr>
      <w:tr w:rsidR="00C545DD" w:rsidTr="00D2211B">
        <w:tc>
          <w:tcPr>
            <w:tcW w:w="1668" w:type="dxa"/>
          </w:tcPr>
          <w:p w:rsidR="00C545DD" w:rsidRPr="00930340" w:rsidRDefault="00C545DD" w:rsidP="00930340">
            <w:r w:rsidRPr="00930340">
              <w:t>Мальцева Наталья Викторовна</w:t>
            </w:r>
          </w:p>
        </w:tc>
        <w:tc>
          <w:tcPr>
            <w:tcW w:w="1417" w:type="dxa"/>
            <w:vAlign w:val="center"/>
          </w:tcPr>
          <w:p w:rsidR="00C545DD" w:rsidRPr="00930340" w:rsidRDefault="00990503" w:rsidP="00617CF7">
            <w:pPr>
              <w:jc w:val="center"/>
            </w:pPr>
            <w:r>
              <w:t>795136,82</w:t>
            </w:r>
          </w:p>
        </w:tc>
        <w:tc>
          <w:tcPr>
            <w:tcW w:w="1559" w:type="dxa"/>
          </w:tcPr>
          <w:p w:rsidR="00C545DD" w:rsidRDefault="00990503" w:rsidP="00617CF7">
            <w:r>
              <w:t xml:space="preserve">1)2-х комнатная </w:t>
            </w:r>
            <w:r w:rsidR="00C545DD" w:rsidRPr="00930340">
              <w:t>квартира</w:t>
            </w:r>
          </w:p>
          <w:p w:rsidR="00C545DD" w:rsidRDefault="00990503" w:rsidP="00990503">
            <w:r>
              <w:t xml:space="preserve">2)3-х комнатная </w:t>
            </w:r>
            <w:r w:rsidRPr="00930340">
              <w:t>квартира</w:t>
            </w:r>
            <w:r w:rsidRPr="00BE64EB">
              <w:t xml:space="preserve"> </w:t>
            </w:r>
          </w:p>
          <w:p w:rsidR="00401D50" w:rsidRPr="00401D50" w:rsidRDefault="00401D50" w:rsidP="00990503">
            <w:r>
              <w:t>3)гараж</w:t>
            </w:r>
          </w:p>
        </w:tc>
        <w:tc>
          <w:tcPr>
            <w:tcW w:w="1134" w:type="dxa"/>
          </w:tcPr>
          <w:p w:rsidR="00C545DD" w:rsidRDefault="00990503" w:rsidP="00617CF7">
            <w:r>
              <w:t>1)</w:t>
            </w:r>
            <w:r w:rsidR="00C545DD" w:rsidRPr="00930340">
              <w:t>43,9</w:t>
            </w:r>
          </w:p>
          <w:p w:rsidR="00401D50" w:rsidRDefault="00401D50" w:rsidP="00617CF7"/>
          <w:p w:rsidR="00401D50" w:rsidRDefault="00401D50" w:rsidP="00617CF7"/>
          <w:p w:rsidR="00401D50" w:rsidRDefault="00401D50" w:rsidP="00617CF7">
            <w:r>
              <w:t>2)59,7</w:t>
            </w:r>
          </w:p>
          <w:p w:rsidR="00401D50" w:rsidRDefault="00401D50" w:rsidP="00617CF7"/>
          <w:p w:rsidR="00401D50" w:rsidRDefault="00401D50" w:rsidP="00617CF7"/>
          <w:p w:rsidR="00401D50" w:rsidRPr="00930340" w:rsidRDefault="00401D50" w:rsidP="00617CF7">
            <w:r>
              <w:t>3)48,0</w:t>
            </w:r>
          </w:p>
          <w:p w:rsidR="00C545DD" w:rsidRPr="00930340" w:rsidRDefault="00C545DD" w:rsidP="00B8727F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401D50" w:rsidRPr="00930340" w:rsidRDefault="00401D50" w:rsidP="00401D50">
            <w:r w:rsidRPr="00930340">
              <w:t>1)РФ</w:t>
            </w:r>
          </w:p>
          <w:p w:rsidR="00401D50" w:rsidRPr="00930340" w:rsidRDefault="00401D50" w:rsidP="00401D50"/>
          <w:p w:rsidR="00401D50" w:rsidRDefault="00401D50" w:rsidP="00401D50"/>
          <w:p w:rsidR="00401D50" w:rsidRDefault="00401D50" w:rsidP="00401D50">
            <w:r w:rsidRPr="00930340">
              <w:t>2)РФ</w:t>
            </w:r>
          </w:p>
          <w:p w:rsidR="00401D50" w:rsidRDefault="00401D50" w:rsidP="00401D50"/>
          <w:p w:rsidR="00401D50" w:rsidRDefault="00401D50" w:rsidP="00401D50"/>
          <w:p w:rsidR="00401D50" w:rsidRPr="00930340" w:rsidRDefault="00401D50" w:rsidP="00401D50">
            <w:r>
              <w:t>3)РФ</w:t>
            </w:r>
          </w:p>
          <w:p w:rsidR="00C545DD" w:rsidRPr="00930340" w:rsidRDefault="00C545DD" w:rsidP="00617CF7"/>
          <w:p w:rsidR="00C545DD" w:rsidRPr="00930340" w:rsidRDefault="00C545DD" w:rsidP="00B8727F">
            <w:pPr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C545DD" w:rsidRPr="00930340" w:rsidRDefault="00C545DD" w:rsidP="00401D50">
            <w:pPr>
              <w:jc w:val="center"/>
            </w:pPr>
            <w:r w:rsidRPr="00930340">
              <w:t>-</w:t>
            </w:r>
          </w:p>
        </w:tc>
        <w:tc>
          <w:tcPr>
            <w:tcW w:w="1559" w:type="dxa"/>
            <w:vAlign w:val="center"/>
          </w:tcPr>
          <w:p w:rsidR="00C545DD" w:rsidRPr="00930340" w:rsidRDefault="00401D50" w:rsidP="00401D50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C545DD" w:rsidRPr="00930340" w:rsidRDefault="00401D50" w:rsidP="00401D50">
            <w:pPr>
              <w:jc w:val="center"/>
            </w:pPr>
            <w:r>
              <w:t>-</w:t>
            </w:r>
          </w:p>
        </w:tc>
        <w:tc>
          <w:tcPr>
            <w:tcW w:w="1228" w:type="dxa"/>
            <w:vAlign w:val="center"/>
          </w:tcPr>
          <w:p w:rsidR="00C545DD" w:rsidRPr="00930340" w:rsidRDefault="00401D50" w:rsidP="00401D50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C545DD" w:rsidRPr="00B75481" w:rsidRDefault="00401D50" w:rsidP="00401D50">
            <w:pPr>
              <w:jc w:val="center"/>
            </w:pPr>
            <w:r>
              <w:t>-</w:t>
            </w:r>
          </w:p>
        </w:tc>
      </w:tr>
      <w:tr w:rsidR="00401D50" w:rsidRPr="00C40F79" w:rsidTr="00D2211B">
        <w:tc>
          <w:tcPr>
            <w:tcW w:w="1668" w:type="dxa"/>
          </w:tcPr>
          <w:p w:rsidR="00401D50" w:rsidRPr="00930340" w:rsidRDefault="00401D50" w:rsidP="00930340">
            <w:r w:rsidRPr="00930340">
              <w:t>супруг</w:t>
            </w:r>
          </w:p>
        </w:tc>
        <w:tc>
          <w:tcPr>
            <w:tcW w:w="1417" w:type="dxa"/>
            <w:vAlign w:val="center"/>
          </w:tcPr>
          <w:p w:rsidR="00401D50" w:rsidRPr="00930340" w:rsidRDefault="00401D50" w:rsidP="00617CF7">
            <w:pPr>
              <w:jc w:val="center"/>
            </w:pPr>
            <w:r>
              <w:t>577928,30</w:t>
            </w:r>
          </w:p>
        </w:tc>
        <w:tc>
          <w:tcPr>
            <w:tcW w:w="1559" w:type="dxa"/>
          </w:tcPr>
          <w:p w:rsidR="00401D50" w:rsidRDefault="00401D50" w:rsidP="00957260">
            <w:r>
              <w:t xml:space="preserve">1)2-х комнатная </w:t>
            </w:r>
            <w:r w:rsidRPr="00930340">
              <w:t>квартира</w:t>
            </w:r>
          </w:p>
          <w:p w:rsidR="00401D50" w:rsidRDefault="00401D50" w:rsidP="00957260">
            <w:r>
              <w:t xml:space="preserve">2)3-х комнатная </w:t>
            </w:r>
            <w:r w:rsidRPr="00930340">
              <w:t>квартира</w:t>
            </w:r>
            <w:r w:rsidRPr="00401D50">
              <w:t xml:space="preserve"> </w:t>
            </w:r>
          </w:p>
          <w:p w:rsidR="00401D50" w:rsidRPr="00401D50" w:rsidRDefault="00401D50" w:rsidP="00957260"/>
        </w:tc>
        <w:tc>
          <w:tcPr>
            <w:tcW w:w="1134" w:type="dxa"/>
          </w:tcPr>
          <w:p w:rsidR="00401D50" w:rsidRDefault="00401D50" w:rsidP="00957260">
            <w:r>
              <w:t>1)</w:t>
            </w:r>
            <w:r w:rsidRPr="00930340">
              <w:t>43,9</w:t>
            </w:r>
          </w:p>
          <w:p w:rsidR="00401D50" w:rsidRDefault="00401D50" w:rsidP="00957260"/>
          <w:p w:rsidR="00401D50" w:rsidRDefault="00401D50" w:rsidP="00957260"/>
          <w:p w:rsidR="00401D50" w:rsidRDefault="00401D50" w:rsidP="00957260">
            <w:r>
              <w:t>2)59,7</w:t>
            </w:r>
          </w:p>
          <w:p w:rsidR="00401D50" w:rsidRDefault="00401D50" w:rsidP="00957260"/>
          <w:p w:rsidR="00401D50" w:rsidRDefault="00401D50" w:rsidP="00957260"/>
          <w:p w:rsidR="00401D50" w:rsidRPr="00930340" w:rsidRDefault="00401D50" w:rsidP="00401D50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401D50" w:rsidRPr="00930340" w:rsidRDefault="00401D50" w:rsidP="00957260">
            <w:r w:rsidRPr="00930340">
              <w:t>1)РФ</w:t>
            </w:r>
          </w:p>
          <w:p w:rsidR="00401D50" w:rsidRPr="00930340" w:rsidRDefault="00401D50" w:rsidP="00957260"/>
          <w:p w:rsidR="00401D50" w:rsidRDefault="00401D50" w:rsidP="00957260"/>
          <w:p w:rsidR="00401D50" w:rsidRDefault="00401D50" w:rsidP="00957260">
            <w:r w:rsidRPr="00930340">
              <w:t>2)РФ</w:t>
            </w:r>
          </w:p>
          <w:p w:rsidR="00401D50" w:rsidRDefault="00401D50" w:rsidP="00957260"/>
          <w:p w:rsidR="00401D50" w:rsidRDefault="00401D50" w:rsidP="00957260"/>
          <w:p w:rsidR="00401D50" w:rsidRPr="00930340" w:rsidRDefault="00401D50" w:rsidP="00957260"/>
          <w:p w:rsidR="00401D50" w:rsidRPr="00930340" w:rsidRDefault="00401D50" w:rsidP="00957260">
            <w:pPr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401D50" w:rsidRPr="00930340" w:rsidRDefault="00401D50" w:rsidP="00617CF7">
            <w:pPr>
              <w:rPr>
                <w:lang w:val="en-US"/>
              </w:rPr>
            </w:pPr>
            <w:r w:rsidRPr="00930340">
              <w:rPr>
                <w:lang w:val="en-US"/>
              </w:rPr>
              <w:t>1)Nissan X- Trail</w:t>
            </w:r>
          </w:p>
          <w:p w:rsidR="00401D50" w:rsidRPr="00930340" w:rsidRDefault="00401D50" w:rsidP="00617CF7">
            <w:pPr>
              <w:rPr>
                <w:lang w:val="en-US"/>
              </w:rPr>
            </w:pPr>
            <w:r w:rsidRPr="00930340">
              <w:rPr>
                <w:lang w:val="en-US"/>
              </w:rPr>
              <w:t>2)</w:t>
            </w:r>
            <w:r w:rsidRPr="00930340">
              <w:t>Мотоцикл</w:t>
            </w:r>
            <w:r w:rsidRPr="00930340">
              <w:rPr>
                <w:lang w:val="en-US"/>
              </w:rPr>
              <w:t xml:space="preserve"> Racer RC200-CK</w:t>
            </w:r>
          </w:p>
        </w:tc>
        <w:tc>
          <w:tcPr>
            <w:tcW w:w="1559" w:type="dxa"/>
            <w:vAlign w:val="center"/>
          </w:tcPr>
          <w:p w:rsidR="00401D50" w:rsidRPr="00930340" w:rsidRDefault="00401D50" w:rsidP="00401D50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01D50" w:rsidRPr="00930340" w:rsidRDefault="00401D50" w:rsidP="00401D50">
            <w:pPr>
              <w:jc w:val="center"/>
            </w:pPr>
            <w:r>
              <w:t>-</w:t>
            </w:r>
          </w:p>
        </w:tc>
        <w:tc>
          <w:tcPr>
            <w:tcW w:w="1228" w:type="dxa"/>
            <w:vAlign w:val="center"/>
          </w:tcPr>
          <w:p w:rsidR="00401D50" w:rsidRPr="00930340" w:rsidRDefault="00401D50" w:rsidP="00401D50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401D50" w:rsidRPr="00B75481" w:rsidRDefault="00401D50" w:rsidP="00401D50">
            <w:pPr>
              <w:jc w:val="center"/>
            </w:pPr>
            <w:r>
              <w:t>-</w:t>
            </w:r>
          </w:p>
        </w:tc>
      </w:tr>
      <w:tr w:rsidR="00C545DD" w:rsidRPr="00076BE4" w:rsidTr="00D2211B">
        <w:tc>
          <w:tcPr>
            <w:tcW w:w="1668" w:type="dxa"/>
          </w:tcPr>
          <w:p w:rsidR="00C545DD" w:rsidRPr="007C3AA5" w:rsidRDefault="00C545DD" w:rsidP="00930340">
            <w:proofErr w:type="spellStart"/>
            <w:r w:rsidRPr="00957260">
              <w:t>Немеров</w:t>
            </w:r>
            <w:proofErr w:type="spellEnd"/>
            <w:r w:rsidRPr="00957260">
              <w:t xml:space="preserve"> Владимир Николаевич</w:t>
            </w:r>
          </w:p>
        </w:tc>
        <w:tc>
          <w:tcPr>
            <w:tcW w:w="1417" w:type="dxa"/>
            <w:vAlign w:val="center"/>
          </w:tcPr>
          <w:p w:rsidR="00C545DD" w:rsidRPr="007C3AA5" w:rsidRDefault="00957260" w:rsidP="00617CF7">
            <w:pPr>
              <w:jc w:val="center"/>
            </w:pPr>
            <w:r>
              <w:t>815791,67</w:t>
            </w:r>
          </w:p>
        </w:tc>
        <w:tc>
          <w:tcPr>
            <w:tcW w:w="1559" w:type="dxa"/>
          </w:tcPr>
          <w:p w:rsidR="00C545DD" w:rsidRPr="007C3AA5" w:rsidRDefault="00C545DD" w:rsidP="007C3AA5">
            <w:pPr>
              <w:jc w:val="both"/>
            </w:pPr>
            <w:r w:rsidRPr="007C3AA5">
              <w:t>1)земельный участок</w:t>
            </w:r>
          </w:p>
          <w:p w:rsidR="00C545DD" w:rsidRPr="007C3AA5" w:rsidRDefault="00C545DD" w:rsidP="007C3AA5">
            <w:pPr>
              <w:jc w:val="both"/>
            </w:pPr>
            <w:r w:rsidRPr="007C3AA5">
              <w:t>2)жилой дом</w:t>
            </w:r>
          </w:p>
          <w:p w:rsidR="00C545DD" w:rsidRPr="007C3AA5" w:rsidRDefault="00C545DD" w:rsidP="007C3AA5">
            <w:pPr>
              <w:jc w:val="both"/>
            </w:pPr>
          </w:p>
        </w:tc>
        <w:tc>
          <w:tcPr>
            <w:tcW w:w="1134" w:type="dxa"/>
          </w:tcPr>
          <w:p w:rsidR="00C545DD" w:rsidRPr="007C3AA5" w:rsidRDefault="00C545DD" w:rsidP="007C3AA5">
            <w:pPr>
              <w:jc w:val="both"/>
            </w:pPr>
            <w:r w:rsidRPr="007C3AA5">
              <w:t>1)1500</w:t>
            </w:r>
            <w:r w:rsidR="00957260">
              <w:t>,0</w:t>
            </w:r>
          </w:p>
          <w:p w:rsidR="00C545DD" w:rsidRPr="007C3AA5" w:rsidRDefault="00C545DD" w:rsidP="007C3AA5">
            <w:pPr>
              <w:jc w:val="both"/>
            </w:pPr>
          </w:p>
          <w:p w:rsidR="00C545DD" w:rsidRPr="007C3AA5" w:rsidRDefault="00C545DD" w:rsidP="007C3AA5">
            <w:pPr>
              <w:jc w:val="both"/>
            </w:pPr>
            <w:r w:rsidRPr="007C3AA5">
              <w:t>2)99,7</w:t>
            </w:r>
          </w:p>
          <w:p w:rsidR="00C545DD" w:rsidRPr="007C3AA5" w:rsidRDefault="00C545DD" w:rsidP="007C3AA5">
            <w:pPr>
              <w:jc w:val="both"/>
            </w:pPr>
          </w:p>
        </w:tc>
        <w:tc>
          <w:tcPr>
            <w:tcW w:w="1276" w:type="dxa"/>
          </w:tcPr>
          <w:p w:rsidR="00C545DD" w:rsidRPr="007C3AA5" w:rsidRDefault="00C545DD" w:rsidP="007C3AA5">
            <w:pPr>
              <w:jc w:val="both"/>
            </w:pPr>
            <w:r w:rsidRPr="007C3AA5">
              <w:t>1)РФ</w:t>
            </w:r>
          </w:p>
          <w:p w:rsidR="00C545DD" w:rsidRPr="007C3AA5" w:rsidRDefault="00C545DD" w:rsidP="007C3AA5">
            <w:pPr>
              <w:jc w:val="both"/>
            </w:pPr>
          </w:p>
          <w:p w:rsidR="00C545DD" w:rsidRPr="007C3AA5" w:rsidRDefault="00C545DD" w:rsidP="007C3AA5">
            <w:pPr>
              <w:jc w:val="both"/>
            </w:pPr>
            <w:r w:rsidRPr="007C3AA5">
              <w:t>2)РФ</w:t>
            </w:r>
          </w:p>
          <w:p w:rsidR="00C545DD" w:rsidRPr="007C3AA5" w:rsidRDefault="00C545DD" w:rsidP="007C3AA5">
            <w:pPr>
              <w:jc w:val="both"/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C545DD" w:rsidRPr="007C3AA5" w:rsidRDefault="00C545DD" w:rsidP="00617CF7">
            <w:pPr>
              <w:rPr>
                <w:lang w:val="en-US"/>
              </w:rPr>
            </w:pPr>
            <w:r w:rsidRPr="007C3AA5">
              <w:rPr>
                <w:lang w:val="en-US"/>
              </w:rPr>
              <w:t xml:space="preserve">1)Toyota Mark x </w:t>
            </w:r>
            <w:proofErr w:type="spellStart"/>
            <w:r w:rsidRPr="007C3AA5">
              <w:rPr>
                <w:lang w:val="en-US"/>
              </w:rPr>
              <w:t>zio</w:t>
            </w:r>
            <w:proofErr w:type="spellEnd"/>
          </w:p>
          <w:p w:rsidR="00C545DD" w:rsidRPr="007C3AA5" w:rsidRDefault="00C545DD" w:rsidP="00617CF7">
            <w:pPr>
              <w:rPr>
                <w:lang w:val="en-US"/>
              </w:rPr>
            </w:pPr>
            <w:r w:rsidRPr="007C3AA5">
              <w:rPr>
                <w:lang w:val="en-US"/>
              </w:rPr>
              <w:t>2)</w:t>
            </w:r>
            <w:r w:rsidRPr="007C3AA5">
              <w:t>УАЗ</w:t>
            </w:r>
            <w:r w:rsidRPr="007C3AA5">
              <w:rPr>
                <w:lang w:val="en-US"/>
              </w:rPr>
              <w:t xml:space="preserve"> 330365</w:t>
            </w:r>
          </w:p>
        </w:tc>
        <w:tc>
          <w:tcPr>
            <w:tcW w:w="1559" w:type="dxa"/>
            <w:vAlign w:val="center"/>
          </w:tcPr>
          <w:p w:rsidR="00C545DD" w:rsidRPr="00930340" w:rsidRDefault="00C545DD" w:rsidP="004E4BE5">
            <w:pPr>
              <w:jc w:val="center"/>
            </w:pPr>
            <w:r w:rsidRPr="00930340">
              <w:t>-</w:t>
            </w:r>
          </w:p>
        </w:tc>
        <w:tc>
          <w:tcPr>
            <w:tcW w:w="1134" w:type="dxa"/>
            <w:vAlign w:val="center"/>
          </w:tcPr>
          <w:p w:rsidR="00C545DD" w:rsidRPr="00930340" w:rsidRDefault="00C545DD" w:rsidP="004E4BE5">
            <w:pPr>
              <w:jc w:val="center"/>
            </w:pPr>
            <w:r w:rsidRPr="00930340">
              <w:t>-</w:t>
            </w:r>
          </w:p>
        </w:tc>
        <w:tc>
          <w:tcPr>
            <w:tcW w:w="1228" w:type="dxa"/>
            <w:vAlign w:val="center"/>
          </w:tcPr>
          <w:p w:rsidR="00C545DD" w:rsidRPr="00930340" w:rsidRDefault="00C545DD" w:rsidP="004E4BE5">
            <w:pPr>
              <w:jc w:val="center"/>
            </w:pPr>
            <w:r w:rsidRPr="00930340">
              <w:t>-</w:t>
            </w:r>
          </w:p>
        </w:tc>
        <w:tc>
          <w:tcPr>
            <w:tcW w:w="2410" w:type="dxa"/>
            <w:vAlign w:val="center"/>
          </w:tcPr>
          <w:p w:rsidR="00C545DD" w:rsidRPr="00B75481" w:rsidRDefault="00C545DD" w:rsidP="004E4BE5">
            <w:pPr>
              <w:jc w:val="center"/>
            </w:pPr>
            <w:r w:rsidRPr="00B75481">
              <w:t>-</w:t>
            </w:r>
          </w:p>
        </w:tc>
      </w:tr>
      <w:tr w:rsidR="00C545DD" w:rsidRPr="009A0AF9" w:rsidTr="00D2211B">
        <w:tc>
          <w:tcPr>
            <w:tcW w:w="1668" w:type="dxa"/>
          </w:tcPr>
          <w:p w:rsidR="00C545DD" w:rsidRPr="007C3AA5" w:rsidRDefault="00C545DD" w:rsidP="00930340">
            <w:r w:rsidRPr="007C3AA5">
              <w:t>супруга</w:t>
            </w:r>
          </w:p>
        </w:tc>
        <w:tc>
          <w:tcPr>
            <w:tcW w:w="1417" w:type="dxa"/>
            <w:vAlign w:val="center"/>
          </w:tcPr>
          <w:p w:rsidR="00C545DD" w:rsidRPr="007C3AA5" w:rsidRDefault="00957260" w:rsidP="00617CF7">
            <w:pPr>
              <w:jc w:val="center"/>
            </w:pPr>
            <w:r>
              <w:t>746826,97</w:t>
            </w:r>
          </w:p>
        </w:tc>
        <w:tc>
          <w:tcPr>
            <w:tcW w:w="1559" w:type="dxa"/>
            <w:vAlign w:val="center"/>
          </w:tcPr>
          <w:p w:rsidR="00C545DD" w:rsidRPr="007C3AA5" w:rsidRDefault="00C545DD" w:rsidP="00617CF7">
            <w:r>
              <w:t xml:space="preserve">2-х комнатная </w:t>
            </w:r>
            <w:r w:rsidRPr="007C3AA5">
              <w:t>квартира</w:t>
            </w:r>
          </w:p>
        </w:tc>
        <w:tc>
          <w:tcPr>
            <w:tcW w:w="1134" w:type="dxa"/>
            <w:vAlign w:val="center"/>
          </w:tcPr>
          <w:p w:rsidR="00C545DD" w:rsidRPr="007C3AA5" w:rsidRDefault="00C545DD" w:rsidP="00E959D7">
            <w:r w:rsidRPr="007C3AA5">
              <w:t>49,2</w:t>
            </w:r>
          </w:p>
        </w:tc>
        <w:tc>
          <w:tcPr>
            <w:tcW w:w="1276" w:type="dxa"/>
            <w:vAlign w:val="center"/>
          </w:tcPr>
          <w:p w:rsidR="00C545DD" w:rsidRPr="007C3AA5" w:rsidRDefault="00C545DD" w:rsidP="00E959D7">
            <w:r w:rsidRPr="007C3AA5">
              <w:t>РФ</w:t>
            </w:r>
          </w:p>
        </w:tc>
        <w:tc>
          <w:tcPr>
            <w:tcW w:w="1418" w:type="dxa"/>
            <w:vAlign w:val="center"/>
          </w:tcPr>
          <w:p w:rsidR="00C545DD" w:rsidRPr="007C3AA5" w:rsidRDefault="00C545DD" w:rsidP="00617CF7">
            <w:pPr>
              <w:jc w:val="center"/>
            </w:pPr>
            <w:r w:rsidRPr="007C3AA5">
              <w:t>-</w:t>
            </w:r>
          </w:p>
        </w:tc>
        <w:tc>
          <w:tcPr>
            <w:tcW w:w="1559" w:type="dxa"/>
            <w:vAlign w:val="center"/>
          </w:tcPr>
          <w:p w:rsidR="00C545DD" w:rsidRPr="00930340" w:rsidRDefault="00C545DD" w:rsidP="004E4BE5">
            <w:pPr>
              <w:jc w:val="center"/>
            </w:pPr>
            <w:r w:rsidRPr="007C3AA5">
              <w:t>жилой дом</w:t>
            </w:r>
          </w:p>
        </w:tc>
        <w:tc>
          <w:tcPr>
            <w:tcW w:w="1134" w:type="dxa"/>
            <w:vAlign w:val="center"/>
          </w:tcPr>
          <w:p w:rsidR="00C545DD" w:rsidRPr="00930340" w:rsidRDefault="00C545DD" w:rsidP="004E4BE5">
            <w:pPr>
              <w:jc w:val="center"/>
            </w:pPr>
            <w:r>
              <w:t>99,7</w:t>
            </w:r>
          </w:p>
        </w:tc>
        <w:tc>
          <w:tcPr>
            <w:tcW w:w="1228" w:type="dxa"/>
            <w:vAlign w:val="center"/>
          </w:tcPr>
          <w:p w:rsidR="00C545DD" w:rsidRPr="00930340" w:rsidRDefault="00C545DD" w:rsidP="004E4BE5">
            <w:pPr>
              <w:jc w:val="center"/>
            </w:pPr>
            <w:r>
              <w:t>РФ</w:t>
            </w:r>
          </w:p>
        </w:tc>
        <w:tc>
          <w:tcPr>
            <w:tcW w:w="2410" w:type="dxa"/>
            <w:vAlign w:val="center"/>
          </w:tcPr>
          <w:p w:rsidR="00C545DD" w:rsidRPr="00B75481" w:rsidRDefault="00C545DD" w:rsidP="004E4BE5">
            <w:pPr>
              <w:jc w:val="center"/>
            </w:pPr>
            <w:r w:rsidRPr="00B75481">
              <w:t>-</w:t>
            </w:r>
          </w:p>
        </w:tc>
      </w:tr>
      <w:tr w:rsidR="00C545DD" w:rsidRPr="009A0AF9" w:rsidTr="00D2211B">
        <w:tc>
          <w:tcPr>
            <w:tcW w:w="1668" w:type="dxa"/>
          </w:tcPr>
          <w:p w:rsidR="00C545DD" w:rsidRPr="007C3AA5" w:rsidRDefault="00C545DD" w:rsidP="00930340">
            <w:r w:rsidRPr="007C3AA5">
              <w:t>Кривошеев Игорь Витальевич</w:t>
            </w:r>
          </w:p>
        </w:tc>
        <w:tc>
          <w:tcPr>
            <w:tcW w:w="1417" w:type="dxa"/>
            <w:vAlign w:val="center"/>
          </w:tcPr>
          <w:p w:rsidR="00C545DD" w:rsidRPr="007C3AA5" w:rsidRDefault="007E0641" w:rsidP="00617CF7">
            <w:pPr>
              <w:jc w:val="center"/>
            </w:pPr>
            <w:r>
              <w:t>894961,11</w:t>
            </w:r>
          </w:p>
        </w:tc>
        <w:tc>
          <w:tcPr>
            <w:tcW w:w="1559" w:type="dxa"/>
          </w:tcPr>
          <w:p w:rsidR="00C545DD" w:rsidRPr="007C3AA5" w:rsidRDefault="00C545DD" w:rsidP="007C3AA5">
            <w:r w:rsidRPr="007C3AA5">
              <w:t>1)земельный участок</w:t>
            </w:r>
          </w:p>
          <w:p w:rsidR="00C545DD" w:rsidRPr="007C3AA5" w:rsidRDefault="00C545DD" w:rsidP="007C3AA5">
            <w:r w:rsidRPr="007C3AA5">
              <w:t>2)</w:t>
            </w:r>
            <w:r>
              <w:t xml:space="preserve">4-х </w:t>
            </w:r>
            <w:r>
              <w:lastRenderedPageBreak/>
              <w:t xml:space="preserve">комнатная </w:t>
            </w:r>
            <w:r w:rsidRPr="007C3AA5">
              <w:t>квартира</w:t>
            </w:r>
            <w:r>
              <w:t xml:space="preserve"> (1/4 доли)</w:t>
            </w:r>
          </w:p>
          <w:p w:rsidR="00C545DD" w:rsidRPr="00AD207C" w:rsidRDefault="00C545DD" w:rsidP="007C3AA5"/>
        </w:tc>
        <w:tc>
          <w:tcPr>
            <w:tcW w:w="1134" w:type="dxa"/>
          </w:tcPr>
          <w:p w:rsidR="00C545DD" w:rsidRPr="007C3AA5" w:rsidRDefault="00C545DD" w:rsidP="007C3AA5">
            <w:r w:rsidRPr="007C3AA5">
              <w:lastRenderedPageBreak/>
              <w:t>1)1700</w:t>
            </w:r>
            <w:r w:rsidR="007E0641">
              <w:t>,0</w:t>
            </w:r>
          </w:p>
          <w:p w:rsidR="00C545DD" w:rsidRPr="007C3AA5" w:rsidRDefault="00C545DD" w:rsidP="007C3AA5"/>
          <w:p w:rsidR="00C545DD" w:rsidRPr="007C3AA5" w:rsidRDefault="00C545DD" w:rsidP="007C3AA5">
            <w:r w:rsidRPr="007C3AA5">
              <w:t>2)68,4</w:t>
            </w:r>
          </w:p>
          <w:p w:rsidR="00C545DD" w:rsidRPr="007C3AA5" w:rsidRDefault="00C545DD" w:rsidP="007C3AA5"/>
        </w:tc>
        <w:tc>
          <w:tcPr>
            <w:tcW w:w="1276" w:type="dxa"/>
          </w:tcPr>
          <w:p w:rsidR="00C545DD" w:rsidRPr="007C3AA5" w:rsidRDefault="00C545DD" w:rsidP="007C3AA5">
            <w:r w:rsidRPr="007C3AA5">
              <w:lastRenderedPageBreak/>
              <w:t>1)РФ</w:t>
            </w:r>
          </w:p>
          <w:p w:rsidR="00C545DD" w:rsidRPr="007C3AA5" w:rsidRDefault="00C545DD" w:rsidP="007C3AA5"/>
          <w:p w:rsidR="00C545DD" w:rsidRPr="007C3AA5" w:rsidRDefault="00C545DD" w:rsidP="007C3AA5">
            <w:r w:rsidRPr="007C3AA5">
              <w:t>2)РФ</w:t>
            </w:r>
          </w:p>
          <w:p w:rsidR="00C545DD" w:rsidRPr="007C3AA5" w:rsidRDefault="00C545DD" w:rsidP="007C3AA5">
            <w:pPr>
              <w:rPr>
                <w:lang w:val="en-US"/>
              </w:rPr>
            </w:pPr>
          </w:p>
        </w:tc>
        <w:tc>
          <w:tcPr>
            <w:tcW w:w="1418" w:type="dxa"/>
          </w:tcPr>
          <w:p w:rsidR="00C545DD" w:rsidRDefault="00C545DD" w:rsidP="00AD207C">
            <w:r w:rsidRPr="007C3AA5">
              <w:lastRenderedPageBreak/>
              <w:t>1)</w:t>
            </w:r>
            <w:r w:rsidRPr="007C3AA5">
              <w:rPr>
                <w:lang w:val="en-US"/>
              </w:rPr>
              <w:t>Toyota</w:t>
            </w:r>
            <w:r w:rsidRPr="007C3AA5">
              <w:t xml:space="preserve"> </w:t>
            </w:r>
            <w:r w:rsidRPr="007C3AA5">
              <w:rPr>
                <w:lang w:val="en-US"/>
              </w:rPr>
              <w:t>Gaia</w:t>
            </w:r>
          </w:p>
          <w:p w:rsidR="00C545DD" w:rsidRPr="00AD207C" w:rsidRDefault="00C545DD" w:rsidP="00AD207C">
            <w:r>
              <w:t xml:space="preserve">2)Трактор </w:t>
            </w:r>
            <w:r>
              <w:lastRenderedPageBreak/>
              <w:t>колесный ТЕ 244</w:t>
            </w:r>
          </w:p>
        </w:tc>
        <w:tc>
          <w:tcPr>
            <w:tcW w:w="1559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lastRenderedPageBreak/>
              <w:t>-</w:t>
            </w:r>
          </w:p>
        </w:tc>
        <w:tc>
          <w:tcPr>
            <w:tcW w:w="1134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-</w:t>
            </w:r>
          </w:p>
        </w:tc>
        <w:tc>
          <w:tcPr>
            <w:tcW w:w="1228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-</w:t>
            </w:r>
          </w:p>
        </w:tc>
        <w:tc>
          <w:tcPr>
            <w:tcW w:w="2410" w:type="dxa"/>
            <w:vAlign w:val="center"/>
          </w:tcPr>
          <w:p w:rsidR="00C545DD" w:rsidRPr="00B75481" w:rsidRDefault="00C545DD" w:rsidP="004E4BE5">
            <w:pPr>
              <w:jc w:val="center"/>
            </w:pPr>
            <w:r w:rsidRPr="00B75481">
              <w:t>-</w:t>
            </w:r>
          </w:p>
        </w:tc>
      </w:tr>
      <w:tr w:rsidR="00C545DD" w:rsidRPr="009A0AF9" w:rsidTr="00D2211B">
        <w:tc>
          <w:tcPr>
            <w:tcW w:w="1668" w:type="dxa"/>
          </w:tcPr>
          <w:p w:rsidR="00C545DD" w:rsidRPr="007C3AA5" w:rsidRDefault="00C545DD" w:rsidP="00930340">
            <w:r w:rsidRPr="007C3AA5">
              <w:lastRenderedPageBreak/>
              <w:t>супруга</w:t>
            </w:r>
          </w:p>
        </w:tc>
        <w:tc>
          <w:tcPr>
            <w:tcW w:w="1417" w:type="dxa"/>
            <w:vAlign w:val="center"/>
          </w:tcPr>
          <w:p w:rsidR="00C545DD" w:rsidRPr="007C3AA5" w:rsidRDefault="007E0641" w:rsidP="00617CF7">
            <w:pPr>
              <w:jc w:val="center"/>
            </w:pPr>
            <w:r>
              <w:t>567997,10</w:t>
            </w:r>
          </w:p>
        </w:tc>
        <w:tc>
          <w:tcPr>
            <w:tcW w:w="1559" w:type="dxa"/>
            <w:vAlign w:val="center"/>
          </w:tcPr>
          <w:p w:rsidR="00C545DD" w:rsidRPr="007C3AA5" w:rsidRDefault="00C545DD" w:rsidP="00617CF7">
            <w:r>
              <w:t xml:space="preserve"> 4-х комнатная </w:t>
            </w:r>
            <w:r w:rsidRPr="007C3AA5">
              <w:t>квартира</w:t>
            </w:r>
            <w:r>
              <w:t xml:space="preserve"> (1/4 доли)</w:t>
            </w:r>
          </w:p>
        </w:tc>
        <w:tc>
          <w:tcPr>
            <w:tcW w:w="1134" w:type="dxa"/>
            <w:vAlign w:val="center"/>
          </w:tcPr>
          <w:p w:rsidR="00C545DD" w:rsidRPr="007C3AA5" w:rsidRDefault="00C545DD" w:rsidP="00617CF7">
            <w:pPr>
              <w:jc w:val="center"/>
            </w:pPr>
            <w:r w:rsidRPr="007C3AA5">
              <w:t>68,4</w:t>
            </w:r>
          </w:p>
        </w:tc>
        <w:tc>
          <w:tcPr>
            <w:tcW w:w="1276" w:type="dxa"/>
            <w:vAlign w:val="center"/>
          </w:tcPr>
          <w:p w:rsidR="00C545DD" w:rsidRPr="007C3AA5" w:rsidRDefault="00C545DD" w:rsidP="00617CF7">
            <w:pPr>
              <w:jc w:val="center"/>
            </w:pPr>
            <w:r w:rsidRPr="007C3AA5">
              <w:t>РФ</w:t>
            </w:r>
          </w:p>
        </w:tc>
        <w:tc>
          <w:tcPr>
            <w:tcW w:w="1418" w:type="dxa"/>
            <w:vAlign w:val="center"/>
          </w:tcPr>
          <w:p w:rsidR="00C545DD" w:rsidRPr="007C3AA5" w:rsidRDefault="00C545DD" w:rsidP="00617CF7">
            <w:pPr>
              <w:jc w:val="center"/>
            </w:pPr>
            <w:r w:rsidRPr="007C3AA5">
              <w:t>-</w:t>
            </w:r>
          </w:p>
        </w:tc>
        <w:tc>
          <w:tcPr>
            <w:tcW w:w="1559" w:type="dxa"/>
            <w:vAlign w:val="center"/>
          </w:tcPr>
          <w:p w:rsidR="00C545DD" w:rsidRPr="007C3AA5" w:rsidRDefault="00C545DD" w:rsidP="00617CF7">
            <w:pPr>
              <w:jc w:val="center"/>
            </w:pPr>
            <w:r w:rsidRPr="007C3AA5">
              <w:t>-</w:t>
            </w:r>
          </w:p>
        </w:tc>
        <w:tc>
          <w:tcPr>
            <w:tcW w:w="1134" w:type="dxa"/>
            <w:vAlign w:val="center"/>
          </w:tcPr>
          <w:p w:rsidR="00C545DD" w:rsidRPr="007C3AA5" w:rsidRDefault="00C545DD" w:rsidP="00617CF7">
            <w:pPr>
              <w:jc w:val="center"/>
            </w:pPr>
            <w:r w:rsidRPr="007C3AA5">
              <w:t>-</w:t>
            </w:r>
          </w:p>
        </w:tc>
        <w:tc>
          <w:tcPr>
            <w:tcW w:w="1228" w:type="dxa"/>
            <w:vAlign w:val="center"/>
          </w:tcPr>
          <w:p w:rsidR="00C545DD" w:rsidRPr="007C3AA5" w:rsidRDefault="00C545DD" w:rsidP="00617CF7">
            <w:pPr>
              <w:jc w:val="center"/>
            </w:pPr>
            <w:r w:rsidRPr="007C3AA5">
              <w:t>-</w:t>
            </w:r>
          </w:p>
        </w:tc>
        <w:tc>
          <w:tcPr>
            <w:tcW w:w="2410" w:type="dxa"/>
            <w:vAlign w:val="center"/>
          </w:tcPr>
          <w:p w:rsidR="00C545DD" w:rsidRPr="007C3AA5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545DD" w:rsidRPr="009A0AF9" w:rsidTr="00D2211B">
        <w:tc>
          <w:tcPr>
            <w:tcW w:w="1668" w:type="dxa"/>
          </w:tcPr>
          <w:p w:rsidR="00C545DD" w:rsidRPr="007C3AA5" w:rsidRDefault="00C545DD" w:rsidP="00930340">
            <w:r w:rsidRPr="007C3AA5">
              <w:t>сын</w:t>
            </w:r>
          </w:p>
        </w:tc>
        <w:tc>
          <w:tcPr>
            <w:tcW w:w="1417" w:type="dxa"/>
            <w:vAlign w:val="center"/>
          </w:tcPr>
          <w:p w:rsidR="00C545DD" w:rsidRPr="007C3AA5" w:rsidRDefault="00C545DD" w:rsidP="00617CF7">
            <w:pPr>
              <w:jc w:val="center"/>
            </w:pPr>
            <w:r w:rsidRPr="007C3AA5">
              <w:t>0</w:t>
            </w:r>
          </w:p>
        </w:tc>
        <w:tc>
          <w:tcPr>
            <w:tcW w:w="1559" w:type="dxa"/>
            <w:vAlign w:val="center"/>
          </w:tcPr>
          <w:p w:rsidR="00C545DD" w:rsidRPr="007C3AA5" w:rsidRDefault="00C545DD" w:rsidP="00BE7A1E">
            <w:r>
              <w:t xml:space="preserve"> 4-х комнатная </w:t>
            </w:r>
            <w:r w:rsidRPr="007C3AA5">
              <w:t>квартира</w:t>
            </w:r>
            <w:r>
              <w:t xml:space="preserve"> (1/4 доли)</w:t>
            </w:r>
          </w:p>
        </w:tc>
        <w:tc>
          <w:tcPr>
            <w:tcW w:w="1134" w:type="dxa"/>
            <w:vAlign w:val="center"/>
          </w:tcPr>
          <w:p w:rsidR="00C545DD" w:rsidRPr="007C3AA5" w:rsidRDefault="00C545DD" w:rsidP="00BE7A1E">
            <w:pPr>
              <w:jc w:val="center"/>
            </w:pPr>
            <w:r w:rsidRPr="007C3AA5">
              <w:t>68,4</w:t>
            </w:r>
          </w:p>
        </w:tc>
        <w:tc>
          <w:tcPr>
            <w:tcW w:w="1276" w:type="dxa"/>
            <w:vAlign w:val="center"/>
          </w:tcPr>
          <w:p w:rsidR="00C545DD" w:rsidRPr="007C3AA5" w:rsidRDefault="00C545DD" w:rsidP="00BE7A1E">
            <w:pPr>
              <w:jc w:val="center"/>
            </w:pPr>
            <w:r w:rsidRPr="007C3AA5">
              <w:t>РФ</w:t>
            </w:r>
          </w:p>
        </w:tc>
        <w:tc>
          <w:tcPr>
            <w:tcW w:w="1418" w:type="dxa"/>
            <w:vAlign w:val="center"/>
          </w:tcPr>
          <w:p w:rsidR="00C545DD" w:rsidRPr="007C3AA5" w:rsidRDefault="00C545DD" w:rsidP="00617CF7">
            <w:pPr>
              <w:jc w:val="center"/>
            </w:pPr>
            <w:r w:rsidRPr="007C3AA5">
              <w:t>-</w:t>
            </w:r>
          </w:p>
        </w:tc>
        <w:tc>
          <w:tcPr>
            <w:tcW w:w="1559" w:type="dxa"/>
            <w:vAlign w:val="center"/>
          </w:tcPr>
          <w:p w:rsidR="00C545DD" w:rsidRPr="007C3AA5" w:rsidRDefault="00C545DD" w:rsidP="00AD207C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C545DD" w:rsidRPr="007C3AA5" w:rsidRDefault="00C545DD" w:rsidP="00617CF7">
            <w:pPr>
              <w:jc w:val="center"/>
            </w:pPr>
            <w:r>
              <w:t>-</w:t>
            </w:r>
          </w:p>
        </w:tc>
        <w:tc>
          <w:tcPr>
            <w:tcW w:w="1228" w:type="dxa"/>
            <w:vAlign w:val="center"/>
          </w:tcPr>
          <w:p w:rsidR="00C545DD" w:rsidRPr="007C3AA5" w:rsidRDefault="00C545DD" w:rsidP="00617CF7">
            <w:pPr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:rsidR="00C545DD" w:rsidRPr="007C3AA5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545DD" w:rsidRPr="009A0AF9" w:rsidTr="00D2211B">
        <w:tc>
          <w:tcPr>
            <w:tcW w:w="1668" w:type="dxa"/>
          </w:tcPr>
          <w:p w:rsidR="00C545DD" w:rsidRPr="007C3AA5" w:rsidRDefault="00C545DD" w:rsidP="00930340">
            <w:r w:rsidRPr="007C3AA5">
              <w:t>Калмыкова Елена Анатольевна</w:t>
            </w:r>
          </w:p>
        </w:tc>
        <w:tc>
          <w:tcPr>
            <w:tcW w:w="1417" w:type="dxa"/>
            <w:vAlign w:val="center"/>
          </w:tcPr>
          <w:p w:rsidR="00C545DD" w:rsidRPr="007C3AA5" w:rsidRDefault="007E0641" w:rsidP="00617CF7">
            <w:pPr>
              <w:jc w:val="center"/>
              <w:rPr>
                <w:lang w:val="en-US"/>
              </w:rPr>
            </w:pPr>
            <w:r>
              <w:t>630216,58</w:t>
            </w:r>
          </w:p>
        </w:tc>
        <w:tc>
          <w:tcPr>
            <w:tcW w:w="1559" w:type="dxa"/>
          </w:tcPr>
          <w:p w:rsidR="00C545DD" w:rsidRPr="007C3AA5" w:rsidRDefault="00C545DD" w:rsidP="007C3AA5">
            <w:pPr>
              <w:jc w:val="both"/>
            </w:pPr>
            <w:r w:rsidRPr="007C3AA5">
              <w:t>1)земельный участок</w:t>
            </w:r>
          </w:p>
          <w:p w:rsidR="00C545DD" w:rsidRPr="007C3AA5" w:rsidRDefault="00C545DD" w:rsidP="007C3AA5">
            <w:pPr>
              <w:jc w:val="both"/>
            </w:pPr>
            <w:r w:rsidRPr="007C3AA5">
              <w:t>2)жилой дом</w:t>
            </w:r>
          </w:p>
          <w:p w:rsidR="00C545DD" w:rsidRPr="007C3AA5" w:rsidRDefault="00C545DD" w:rsidP="007C3AA5">
            <w:pPr>
              <w:jc w:val="both"/>
            </w:pPr>
            <w:r w:rsidRPr="007C3AA5">
              <w:t>3)</w:t>
            </w:r>
            <w:r>
              <w:t xml:space="preserve">1-комнатная </w:t>
            </w:r>
            <w:r w:rsidRPr="007C3AA5">
              <w:t>квартира</w:t>
            </w:r>
            <w:r>
              <w:t xml:space="preserve"> (1/3 доли)</w:t>
            </w:r>
          </w:p>
        </w:tc>
        <w:tc>
          <w:tcPr>
            <w:tcW w:w="1134" w:type="dxa"/>
          </w:tcPr>
          <w:p w:rsidR="00C545DD" w:rsidRPr="007C3AA5" w:rsidRDefault="00C545DD" w:rsidP="007C3AA5">
            <w:pPr>
              <w:jc w:val="both"/>
            </w:pPr>
            <w:r w:rsidRPr="007C3AA5">
              <w:t>1)783</w:t>
            </w:r>
            <w:r w:rsidR="007E0641">
              <w:t>,0</w:t>
            </w:r>
          </w:p>
          <w:p w:rsidR="00C545DD" w:rsidRPr="007C3AA5" w:rsidRDefault="00C545DD" w:rsidP="007C3AA5">
            <w:pPr>
              <w:jc w:val="both"/>
            </w:pPr>
          </w:p>
          <w:p w:rsidR="00C545DD" w:rsidRPr="007C3AA5" w:rsidRDefault="00C545DD" w:rsidP="007C3AA5">
            <w:pPr>
              <w:jc w:val="both"/>
            </w:pPr>
            <w:r w:rsidRPr="007C3AA5">
              <w:t>2)29,9</w:t>
            </w:r>
          </w:p>
          <w:p w:rsidR="00C545DD" w:rsidRDefault="00C545DD" w:rsidP="007C3AA5">
            <w:pPr>
              <w:jc w:val="both"/>
            </w:pPr>
          </w:p>
          <w:p w:rsidR="00C545DD" w:rsidRPr="007C3AA5" w:rsidRDefault="00C545DD" w:rsidP="007C3AA5">
            <w:pPr>
              <w:jc w:val="both"/>
            </w:pPr>
            <w:r w:rsidRPr="007C3AA5">
              <w:t>3)24,6</w:t>
            </w:r>
          </w:p>
        </w:tc>
        <w:tc>
          <w:tcPr>
            <w:tcW w:w="1276" w:type="dxa"/>
          </w:tcPr>
          <w:p w:rsidR="00C545DD" w:rsidRPr="007C3AA5" w:rsidRDefault="00C545DD" w:rsidP="007C3AA5">
            <w:pPr>
              <w:jc w:val="both"/>
            </w:pPr>
            <w:r w:rsidRPr="007C3AA5">
              <w:t>1)РФ</w:t>
            </w:r>
          </w:p>
          <w:p w:rsidR="00C545DD" w:rsidRPr="007C3AA5" w:rsidRDefault="00C545DD" w:rsidP="007C3AA5">
            <w:pPr>
              <w:jc w:val="both"/>
            </w:pPr>
          </w:p>
          <w:p w:rsidR="00C545DD" w:rsidRPr="007C3AA5" w:rsidRDefault="00C545DD" w:rsidP="007C3AA5">
            <w:pPr>
              <w:jc w:val="both"/>
            </w:pPr>
            <w:r w:rsidRPr="007C3AA5">
              <w:t>2)РФ</w:t>
            </w:r>
          </w:p>
          <w:p w:rsidR="00C545DD" w:rsidRDefault="00C545DD" w:rsidP="007C3AA5">
            <w:pPr>
              <w:jc w:val="both"/>
            </w:pPr>
          </w:p>
          <w:p w:rsidR="00C545DD" w:rsidRPr="007C3AA5" w:rsidRDefault="00C545DD" w:rsidP="007C3AA5">
            <w:pPr>
              <w:jc w:val="both"/>
              <w:rPr>
                <w:lang w:val="en-US"/>
              </w:rPr>
            </w:pPr>
            <w:r w:rsidRPr="007C3AA5">
              <w:t>3)РФ</w:t>
            </w:r>
          </w:p>
        </w:tc>
        <w:tc>
          <w:tcPr>
            <w:tcW w:w="1418" w:type="dxa"/>
            <w:vAlign w:val="center"/>
          </w:tcPr>
          <w:p w:rsidR="00C545DD" w:rsidRPr="007C3AA5" w:rsidRDefault="00C545DD" w:rsidP="00617CF7">
            <w:pPr>
              <w:rPr>
                <w:lang w:val="en-US"/>
              </w:rPr>
            </w:pPr>
            <w:proofErr w:type="gramStart"/>
            <w:r w:rsidRPr="007C3AA5">
              <w:t>Т</w:t>
            </w:r>
            <w:proofErr w:type="spellStart"/>
            <w:proofErr w:type="gramEnd"/>
            <w:r w:rsidRPr="007C3AA5">
              <w:rPr>
                <w:lang w:val="en-US"/>
              </w:rPr>
              <w:t>oyota</w:t>
            </w:r>
            <w:proofErr w:type="spellEnd"/>
            <w:r w:rsidRPr="007C3AA5">
              <w:rPr>
                <w:lang w:val="en-US"/>
              </w:rPr>
              <w:t xml:space="preserve"> Corolla</w:t>
            </w:r>
            <w:r w:rsidRPr="007C3AA5">
              <w:t xml:space="preserve"> </w:t>
            </w:r>
            <w:r w:rsidRPr="007C3AA5">
              <w:rPr>
                <w:lang w:val="en-US"/>
              </w:rPr>
              <w:t>Fielder</w:t>
            </w:r>
          </w:p>
        </w:tc>
        <w:tc>
          <w:tcPr>
            <w:tcW w:w="1559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-</w:t>
            </w:r>
          </w:p>
        </w:tc>
        <w:tc>
          <w:tcPr>
            <w:tcW w:w="1134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-</w:t>
            </w:r>
          </w:p>
        </w:tc>
        <w:tc>
          <w:tcPr>
            <w:tcW w:w="1228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-</w:t>
            </w:r>
          </w:p>
        </w:tc>
        <w:tc>
          <w:tcPr>
            <w:tcW w:w="2410" w:type="dxa"/>
            <w:vAlign w:val="center"/>
          </w:tcPr>
          <w:p w:rsidR="00C545DD" w:rsidRPr="00B75481" w:rsidRDefault="00C545DD" w:rsidP="004E4BE5">
            <w:pPr>
              <w:jc w:val="center"/>
            </w:pPr>
            <w:r w:rsidRPr="00B75481">
              <w:t>-</w:t>
            </w:r>
          </w:p>
        </w:tc>
      </w:tr>
      <w:tr w:rsidR="00C545DD" w:rsidRPr="009A0AF9" w:rsidTr="00D2211B">
        <w:tc>
          <w:tcPr>
            <w:tcW w:w="1668" w:type="dxa"/>
          </w:tcPr>
          <w:p w:rsidR="00C545DD" w:rsidRPr="007C3AA5" w:rsidRDefault="00C545DD" w:rsidP="00930340">
            <w:r w:rsidRPr="007C3AA5">
              <w:t>супруг</w:t>
            </w:r>
          </w:p>
        </w:tc>
        <w:tc>
          <w:tcPr>
            <w:tcW w:w="1417" w:type="dxa"/>
            <w:vAlign w:val="center"/>
          </w:tcPr>
          <w:p w:rsidR="00C545DD" w:rsidRPr="007C3AA5" w:rsidRDefault="007E0641" w:rsidP="00617CF7">
            <w:pPr>
              <w:jc w:val="center"/>
              <w:rPr>
                <w:lang w:val="en-US"/>
              </w:rPr>
            </w:pPr>
            <w:r>
              <w:t>248174,42</w:t>
            </w:r>
          </w:p>
        </w:tc>
        <w:tc>
          <w:tcPr>
            <w:tcW w:w="1559" w:type="dxa"/>
            <w:vAlign w:val="center"/>
          </w:tcPr>
          <w:p w:rsidR="00C545DD" w:rsidRPr="007C3AA5" w:rsidRDefault="00C545DD" w:rsidP="00617CF7">
            <w:pPr>
              <w:jc w:val="center"/>
              <w:rPr>
                <w:lang w:val="en-US"/>
              </w:rPr>
            </w:pPr>
            <w:r>
              <w:t xml:space="preserve">1-комнатная </w:t>
            </w:r>
            <w:r w:rsidRPr="007C3AA5">
              <w:t>квартира</w:t>
            </w:r>
            <w:r>
              <w:t xml:space="preserve"> (1/3 доли)</w:t>
            </w:r>
          </w:p>
        </w:tc>
        <w:tc>
          <w:tcPr>
            <w:tcW w:w="1134" w:type="dxa"/>
            <w:vAlign w:val="center"/>
          </w:tcPr>
          <w:p w:rsidR="00C545DD" w:rsidRPr="007C3AA5" w:rsidRDefault="00C545DD" w:rsidP="00617CF7">
            <w:pPr>
              <w:jc w:val="center"/>
              <w:rPr>
                <w:lang w:val="en-US"/>
              </w:rPr>
            </w:pPr>
            <w:r w:rsidRPr="007C3AA5">
              <w:t>24,6</w:t>
            </w:r>
          </w:p>
        </w:tc>
        <w:tc>
          <w:tcPr>
            <w:tcW w:w="1276" w:type="dxa"/>
            <w:vAlign w:val="center"/>
          </w:tcPr>
          <w:p w:rsidR="00C545DD" w:rsidRPr="007C3AA5" w:rsidRDefault="00C545DD" w:rsidP="00617CF7">
            <w:pPr>
              <w:jc w:val="center"/>
              <w:rPr>
                <w:lang w:val="en-US"/>
              </w:rPr>
            </w:pPr>
            <w:r w:rsidRPr="007C3AA5">
              <w:t>РФ</w:t>
            </w:r>
          </w:p>
        </w:tc>
        <w:tc>
          <w:tcPr>
            <w:tcW w:w="1418" w:type="dxa"/>
            <w:vAlign w:val="center"/>
          </w:tcPr>
          <w:p w:rsidR="00C545DD" w:rsidRPr="007C3AA5" w:rsidRDefault="00C545DD" w:rsidP="00617CF7">
            <w:pPr>
              <w:jc w:val="center"/>
            </w:pPr>
            <w:r w:rsidRPr="007C3AA5">
              <w:t>-</w:t>
            </w:r>
          </w:p>
        </w:tc>
        <w:tc>
          <w:tcPr>
            <w:tcW w:w="1559" w:type="dxa"/>
            <w:vAlign w:val="center"/>
          </w:tcPr>
          <w:p w:rsidR="00C545DD" w:rsidRPr="007C3AA5" w:rsidRDefault="00C545DD" w:rsidP="004E4BE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C545DD" w:rsidRPr="007C3AA5" w:rsidRDefault="00C545DD" w:rsidP="004E4BE5">
            <w:pPr>
              <w:jc w:val="center"/>
            </w:pPr>
            <w:r>
              <w:t>29,9</w:t>
            </w:r>
          </w:p>
        </w:tc>
        <w:tc>
          <w:tcPr>
            <w:tcW w:w="1228" w:type="dxa"/>
            <w:vAlign w:val="center"/>
          </w:tcPr>
          <w:p w:rsidR="00C545DD" w:rsidRPr="007C3AA5" w:rsidRDefault="00C545DD" w:rsidP="004E4BE5">
            <w:pPr>
              <w:jc w:val="center"/>
            </w:pPr>
            <w:r>
              <w:t>РФ</w:t>
            </w:r>
          </w:p>
        </w:tc>
        <w:tc>
          <w:tcPr>
            <w:tcW w:w="2410" w:type="dxa"/>
            <w:vAlign w:val="center"/>
          </w:tcPr>
          <w:p w:rsidR="00C545DD" w:rsidRPr="00B75481" w:rsidRDefault="00C545DD" w:rsidP="004E4BE5">
            <w:pPr>
              <w:jc w:val="center"/>
            </w:pPr>
            <w:r w:rsidRPr="00B75481">
              <w:t>-</w:t>
            </w:r>
          </w:p>
        </w:tc>
      </w:tr>
      <w:tr w:rsidR="00C545DD" w:rsidRPr="009A0AF9" w:rsidTr="00D2211B">
        <w:tc>
          <w:tcPr>
            <w:tcW w:w="1668" w:type="dxa"/>
          </w:tcPr>
          <w:p w:rsidR="00C545DD" w:rsidRPr="007C3AA5" w:rsidRDefault="00C545DD" w:rsidP="00930340">
            <w:r w:rsidRPr="007C3AA5">
              <w:t>Шубина Лариса Михайловна</w:t>
            </w:r>
          </w:p>
        </w:tc>
        <w:tc>
          <w:tcPr>
            <w:tcW w:w="1417" w:type="dxa"/>
            <w:vAlign w:val="center"/>
          </w:tcPr>
          <w:p w:rsidR="00C545DD" w:rsidRPr="007C3AA5" w:rsidRDefault="00977ECE" w:rsidP="00617CF7">
            <w:pPr>
              <w:jc w:val="center"/>
            </w:pPr>
            <w:r>
              <w:t>545551,64</w:t>
            </w:r>
          </w:p>
        </w:tc>
        <w:tc>
          <w:tcPr>
            <w:tcW w:w="1559" w:type="dxa"/>
            <w:vAlign w:val="center"/>
          </w:tcPr>
          <w:p w:rsidR="00C545DD" w:rsidRPr="007C3AA5" w:rsidRDefault="00C545DD" w:rsidP="00617CF7">
            <w:r w:rsidRPr="007C3AA5">
              <w:t>1)земельный участок</w:t>
            </w:r>
          </w:p>
          <w:p w:rsidR="00C545DD" w:rsidRPr="007C3AA5" w:rsidRDefault="00C545DD" w:rsidP="00617CF7">
            <w:r w:rsidRPr="007C3AA5">
              <w:t>2)жилой дом</w:t>
            </w:r>
          </w:p>
          <w:p w:rsidR="00C545DD" w:rsidRPr="007C3AA5" w:rsidRDefault="00C545DD" w:rsidP="00617CF7"/>
        </w:tc>
        <w:tc>
          <w:tcPr>
            <w:tcW w:w="1134" w:type="dxa"/>
            <w:vAlign w:val="center"/>
          </w:tcPr>
          <w:p w:rsidR="00C545DD" w:rsidRPr="007C3AA5" w:rsidRDefault="00C545DD" w:rsidP="00617CF7">
            <w:r w:rsidRPr="007C3AA5">
              <w:t>1)1170</w:t>
            </w:r>
            <w:r w:rsidR="00977ECE">
              <w:t>,0</w:t>
            </w:r>
          </w:p>
          <w:p w:rsidR="00C545DD" w:rsidRPr="007C3AA5" w:rsidRDefault="00C545DD" w:rsidP="00617CF7"/>
          <w:p w:rsidR="00C545DD" w:rsidRPr="007C3AA5" w:rsidRDefault="00C545DD" w:rsidP="00617CF7">
            <w:r w:rsidRPr="007C3AA5">
              <w:t>2)53,4</w:t>
            </w:r>
          </w:p>
          <w:p w:rsidR="00C545DD" w:rsidRPr="007C3AA5" w:rsidRDefault="00C545DD" w:rsidP="00617CF7"/>
        </w:tc>
        <w:tc>
          <w:tcPr>
            <w:tcW w:w="1276" w:type="dxa"/>
            <w:vAlign w:val="center"/>
          </w:tcPr>
          <w:p w:rsidR="00C545DD" w:rsidRPr="007C3AA5" w:rsidRDefault="00C545DD" w:rsidP="00617CF7">
            <w:r w:rsidRPr="007C3AA5">
              <w:t>1)РФ</w:t>
            </w:r>
          </w:p>
          <w:p w:rsidR="00C545DD" w:rsidRPr="007C3AA5" w:rsidRDefault="00C545DD" w:rsidP="00617CF7"/>
          <w:p w:rsidR="00C545DD" w:rsidRPr="007C3AA5" w:rsidRDefault="00C545DD" w:rsidP="00617CF7">
            <w:r w:rsidRPr="007C3AA5">
              <w:t>2)РФ</w:t>
            </w:r>
          </w:p>
          <w:p w:rsidR="00C545DD" w:rsidRPr="007C3AA5" w:rsidRDefault="00C545DD" w:rsidP="00617CF7">
            <w:pPr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C545DD" w:rsidRPr="007C3AA5" w:rsidRDefault="00C545DD" w:rsidP="00617CF7">
            <w:r w:rsidRPr="007C3AA5">
              <w:t xml:space="preserve">1) ВАЗ 21065    </w:t>
            </w:r>
          </w:p>
          <w:p w:rsidR="00C545DD" w:rsidRPr="007C3AA5" w:rsidRDefault="00C545DD" w:rsidP="00617CF7">
            <w:r w:rsidRPr="007C3AA5">
              <w:t xml:space="preserve">2)  ГАЗ 33307                                           </w:t>
            </w:r>
          </w:p>
        </w:tc>
        <w:tc>
          <w:tcPr>
            <w:tcW w:w="1559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-</w:t>
            </w:r>
          </w:p>
        </w:tc>
        <w:tc>
          <w:tcPr>
            <w:tcW w:w="1134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-</w:t>
            </w:r>
          </w:p>
        </w:tc>
        <w:tc>
          <w:tcPr>
            <w:tcW w:w="1228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-</w:t>
            </w:r>
          </w:p>
        </w:tc>
        <w:tc>
          <w:tcPr>
            <w:tcW w:w="2410" w:type="dxa"/>
            <w:vAlign w:val="center"/>
          </w:tcPr>
          <w:p w:rsidR="00C545DD" w:rsidRPr="00B75481" w:rsidRDefault="00C545DD" w:rsidP="004E4BE5">
            <w:pPr>
              <w:jc w:val="center"/>
            </w:pPr>
            <w:r w:rsidRPr="00B75481">
              <w:t>-</w:t>
            </w:r>
          </w:p>
        </w:tc>
      </w:tr>
      <w:tr w:rsidR="00D2211B" w:rsidRPr="00617CF7" w:rsidTr="00D2211B">
        <w:tc>
          <w:tcPr>
            <w:tcW w:w="1668" w:type="dxa"/>
          </w:tcPr>
          <w:p w:rsidR="00D2211B" w:rsidRPr="007C3AA5" w:rsidRDefault="00D2211B" w:rsidP="00930340">
            <w:r w:rsidRPr="007C3AA5">
              <w:t>супруг</w:t>
            </w:r>
          </w:p>
        </w:tc>
        <w:tc>
          <w:tcPr>
            <w:tcW w:w="1417" w:type="dxa"/>
            <w:vAlign w:val="center"/>
          </w:tcPr>
          <w:p w:rsidR="00D2211B" w:rsidRPr="007C3AA5" w:rsidRDefault="00D2211B" w:rsidP="00617CF7">
            <w:pPr>
              <w:jc w:val="center"/>
            </w:pPr>
            <w:r>
              <w:t>117434,13</w:t>
            </w:r>
          </w:p>
        </w:tc>
        <w:tc>
          <w:tcPr>
            <w:tcW w:w="1559" w:type="dxa"/>
            <w:vAlign w:val="center"/>
          </w:tcPr>
          <w:p w:rsidR="00D2211B" w:rsidRPr="007C3AA5" w:rsidRDefault="00D2211B" w:rsidP="00617CF7">
            <w:pPr>
              <w:jc w:val="center"/>
              <w:rPr>
                <w:lang w:val="en-US"/>
              </w:rPr>
            </w:pPr>
            <w:r w:rsidRPr="007C3AA5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2211B" w:rsidRPr="007C3AA5" w:rsidRDefault="00D2211B" w:rsidP="00617CF7">
            <w:pPr>
              <w:jc w:val="center"/>
              <w:rPr>
                <w:lang w:val="en-US"/>
              </w:rPr>
            </w:pPr>
            <w:r w:rsidRPr="007C3AA5">
              <w:rPr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D2211B" w:rsidRPr="007C3AA5" w:rsidRDefault="00D2211B" w:rsidP="00617CF7">
            <w:pPr>
              <w:jc w:val="center"/>
              <w:rPr>
                <w:lang w:val="en-US"/>
              </w:rPr>
            </w:pPr>
            <w:r w:rsidRPr="007C3AA5">
              <w:rPr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:rsidR="00D2211B" w:rsidRPr="00DF3CD3" w:rsidRDefault="00D2211B" w:rsidP="00617CF7">
            <w:r w:rsidRPr="00DF3CD3">
              <w:t>1)</w:t>
            </w:r>
            <w:r w:rsidRPr="007C3AA5">
              <w:t>ВАЗ</w:t>
            </w:r>
            <w:r w:rsidRPr="00DF3CD3">
              <w:t xml:space="preserve"> </w:t>
            </w:r>
            <w:proofErr w:type="spellStart"/>
            <w:r w:rsidRPr="007C3AA5">
              <w:rPr>
                <w:lang w:val="en-US"/>
              </w:rPr>
              <w:t>Lada</w:t>
            </w:r>
            <w:proofErr w:type="spellEnd"/>
            <w:r w:rsidRPr="00DF3CD3">
              <w:t xml:space="preserve"> </w:t>
            </w:r>
            <w:proofErr w:type="spellStart"/>
            <w:r w:rsidRPr="007C3AA5">
              <w:rPr>
                <w:lang w:val="en-US"/>
              </w:rPr>
              <w:t>Granta</w:t>
            </w:r>
            <w:proofErr w:type="spellEnd"/>
          </w:p>
          <w:p w:rsidR="00D2211B" w:rsidRPr="00DF3CD3" w:rsidRDefault="00D2211B" w:rsidP="00483FF9">
            <w:r>
              <w:t>2)колесный</w:t>
            </w:r>
            <w:r w:rsidRPr="00DF3CD3">
              <w:t xml:space="preserve"> </w:t>
            </w:r>
            <w:r w:rsidRPr="007C3AA5">
              <w:t>трактор</w:t>
            </w:r>
            <w:r w:rsidRPr="00DF3CD3">
              <w:t xml:space="preserve"> </w:t>
            </w:r>
            <w:r w:rsidRPr="007C3AA5">
              <w:rPr>
                <w:lang w:val="en-US"/>
              </w:rPr>
              <w:t>TS</w:t>
            </w:r>
            <w:r w:rsidRPr="00DF3CD3">
              <w:t xml:space="preserve">-240                                             </w:t>
            </w:r>
          </w:p>
        </w:tc>
        <w:tc>
          <w:tcPr>
            <w:tcW w:w="1559" w:type="dxa"/>
            <w:vAlign w:val="center"/>
          </w:tcPr>
          <w:p w:rsidR="00D2211B" w:rsidRPr="007C3AA5" w:rsidRDefault="00D2211B" w:rsidP="00C6239B">
            <w:r w:rsidRPr="007C3AA5">
              <w:t>1)земельный участок</w:t>
            </w:r>
          </w:p>
          <w:p w:rsidR="00D2211B" w:rsidRPr="007C3AA5" w:rsidRDefault="00D2211B" w:rsidP="00C6239B">
            <w:r w:rsidRPr="007C3AA5">
              <w:t>2)жилой дом</w:t>
            </w:r>
          </w:p>
          <w:p w:rsidR="00D2211B" w:rsidRPr="007C3AA5" w:rsidRDefault="00D2211B" w:rsidP="00C6239B"/>
        </w:tc>
        <w:tc>
          <w:tcPr>
            <w:tcW w:w="1134" w:type="dxa"/>
            <w:vAlign w:val="center"/>
          </w:tcPr>
          <w:p w:rsidR="00D2211B" w:rsidRPr="007C3AA5" w:rsidRDefault="00D2211B" w:rsidP="00C6239B">
            <w:r w:rsidRPr="007C3AA5">
              <w:t>1)1170</w:t>
            </w:r>
            <w:r>
              <w:t>,0</w:t>
            </w:r>
          </w:p>
          <w:p w:rsidR="00D2211B" w:rsidRPr="007C3AA5" w:rsidRDefault="00D2211B" w:rsidP="00C6239B"/>
          <w:p w:rsidR="00D2211B" w:rsidRPr="007C3AA5" w:rsidRDefault="00D2211B" w:rsidP="00C6239B">
            <w:r w:rsidRPr="007C3AA5">
              <w:t>2)53,4</w:t>
            </w:r>
          </w:p>
          <w:p w:rsidR="00D2211B" w:rsidRPr="007C3AA5" w:rsidRDefault="00D2211B" w:rsidP="00C6239B"/>
        </w:tc>
        <w:tc>
          <w:tcPr>
            <w:tcW w:w="1228" w:type="dxa"/>
            <w:vAlign w:val="center"/>
          </w:tcPr>
          <w:p w:rsidR="00D2211B" w:rsidRPr="007C3AA5" w:rsidRDefault="00D2211B" w:rsidP="00C6239B">
            <w:r w:rsidRPr="007C3AA5">
              <w:t>1)РФ</w:t>
            </w:r>
          </w:p>
          <w:p w:rsidR="00D2211B" w:rsidRPr="007C3AA5" w:rsidRDefault="00D2211B" w:rsidP="00C6239B"/>
          <w:p w:rsidR="00D2211B" w:rsidRPr="007C3AA5" w:rsidRDefault="00D2211B" w:rsidP="00C6239B">
            <w:r w:rsidRPr="007C3AA5">
              <w:t>2)РФ</w:t>
            </w:r>
          </w:p>
          <w:p w:rsidR="00D2211B" w:rsidRPr="007C3AA5" w:rsidRDefault="00D2211B" w:rsidP="00C6239B">
            <w:pPr>
              <w:rPr>
                <w:lang w:val="en-US"/>
              </w:rPr>
            </w:pPr>
          </w:p>
        </w:tc>
        <w:tc>
          <w:tcPr>
            <w:tcW w:w="2410" w:type="dxa"/>
            <w:vAlign w:val="center"/>
          </w:tcPr>
          <w:p w:rsidR="00D2211B" w:rsidRPr="007C3AA5" w:rsidRDefault="00D2211B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545DD" w:rsidRPr="00617CF7" w:rsidTr="00D2211B">
        <w:tc>
          <w:tcPr>
            <w:tcW w:w="1668" w:type="dxa"/>
          </w:tcPr>
          <w:p w:rsidR="00C545DD" w:rsidRPr="007C3AA5" w:rsidRDefault="00C545DD" w:rsidP="00930340">
            <w:pPr>
              <w:rPr>
                <w:szCs w:val="28"/>
              </w:rPr>
            </w:pPr>
            <w:r w:rsidRPr="007C3AA5">
              <w:rPr>
                <w:szCs w:val="28"/>
              </w:rPr>
              <w:t>сын</w:t>
            </w:r>
          </w:p>
        </w:tc>
        <w:tc>
          <w:tcPr>
            <w:tcW w:w="1417" w:type="dxa"/>
            <w:vAlign w:val="center"/>
          </w:tcPr>
          <w:p w:rsidR="00C545DD" w:rsidRPr="007C3AA5" w:rsidRDefault="00C545DD" w:rsidP="004B0BA1">
            <w:pPr>
              <w:jc w:val="center"/>
              <w:rPr>
                <w:szCs w:val="28"/>
              </w:rPr>
            </w:pPr>
            <w:r w:rsidRPr="007C3AA5">
              <w:rPr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C545DD" w:rsidRPr="007C3AA5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C545DD" w:rsidRPr="007C3AA5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C545DD" w:rsidRPr="007C3AA5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C545DD" w:rsidRPr="007C3AA5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C545DD" w:rsidRPr="007C3AA5" w:rsidRDefault="00C545DD" w:rsidP="007C3A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</w:t>
            </w:r>
            <w:r w:rsidRPr="007C3AA5">
              <w:rPr>
                <w:szCs w:val="28"/>
              </w:rPr>
              <w:t>илой дом</w:t>
            </w:r>
          </w:p>
        </w:tc>
        <w:tc>
          <w:tcPr>
            <w:tcW w:w="1134" w:type="dxa"/>
            <w:vAlign w:val="center"/>
          </w:tcPr>
          <w:p w:rsidR="00C545DD" w:rsidRPr="007C3AA5" w:rsidRDefault="00C545DD" w:rsidP="00617CF7">
            <w:pPr>
              <w:jc w:val="center"/>
              <w:rPr>
                <w:szCs w:val="28"/>
              </w:rPr>
            </w:pPr>
            <w:r w:rsidRPr="007C3AA5">
              <w:rPr>
                <w:szCs w:val="28"/>
              </w:rPr>
              <w:t>53,4</w:t>
            </w:r>
          </w:p>
        </w:tc>
        <w:tc>
          <w:tcPr>
            <w:tcW w:w="1228" w:type="dxa"/>
          </w:tcPr>
          <w:p w:rsidR="00C545DD" w:rsidRPr="007C3AA5" w:rsidRDefault="00C545DD" w:rsidP="004B0BA1">
            <w:pPr>
              <w:jc w:val="center"/>
              <w:rPr>
                <w:szCs w:val="28"/>
              </w:rPr>
            </w:pPr>
            <w:r w:rsidRPr="007C3AA5"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C545DD" w:rsidRPr="007C3AA5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545DD" w:rsidRPr="00617CF7" w:rsidTr="00D2211B">
        <w:tc>
          <w:tcPr>
            <w:tcW w:w="1668" w:type="dxa"/>
          </w:tcPr>
          <w:p w:rsidR="00C545DD" w:rsidRPr="007C3AA5" w:rsidRDefault="00C545DD" w:rsidP="00930340">
            <w:proofErr w:type="spellStart"/>
            <w:r w:rsidRPr="007C3AA5">
              <w:t>Бухтоярова</w:t>
            </w:r>
            <w:proofErr w:type="spellEnd"/>
            <w:r w:rsidRPr="007C3AA5">
              <w:t xml:space="preserve"> </w:t>
            </w:r>
            <w:r w:rsidRPr="007C3AA5">
              <w:lastRenderedPageBreak/>
              <w:t>Светлана Васильевна</w:t>
            </w:r>
          </w:p>
        </w:tc>
        <w:tc>
          <w:tcPr>
            <w:tcW w:w="1417" w:type="dxa"/>
            <w:vAlign w:val="center"/>
          </w:tcPr>
          <w:p w:rsidR="00C545DD" w:rsidRPr="007C3AA5" w:rsidRDefault="00C747C7" w:rsidP="004E4BE5">
            <w:pPr>
              <w:jc w:val="center"/>
            </w:pPr>
            <w:r>
              <w:lastRenderedPageBreak/>
              <w:t>772198,22</w:t>
            </w:r>
          </w:p>
        </w:tc>
        <w:tc>
          <w:tcPr>
            <w:tcW w:w="1559" w:type="dxa"/>
          </w:tcPr>
          <w:p w:rsidR="00C545DD" w:rsidRPr="007C3AA5" w:rsidRDefault="00C545DD" w:rsidP="007C3AA5">
            <w:r>
              <w:t xml:space="preserve">2-х </w:t>
            </w:r>
            <w:r>
              <w:lastRenderedPageBreak/>
              <w:t xml:space="preserve">комнатная </w:t>
            </w:r>
            <w:r w:rsidRPr="007C3AA5">
              <w:t>квартира</w:t>
            </w:r>
            <w:r>
              <w:t xml:space="preserve"> (1/3 доли)</w:t>
            </w:r>
          </w:p>
        </w:tc>
        <w:tc>
          <w:tcPr>
            <w:tcW w:w="1134" w:type="dxa"/>
          </w:tcPr>
          <w:p w:rsidR="00C545DD" w:rsidRPr="007C3AA5" w:rsidRDefault="00C545DD" w:rsidP="007C3AA5">
            <w:r w:rsidRPr="007C3AA5">
              <w:lastRenderedPageBreak/>
              <w:t>48,3</w:t>
            </w:r>
          </w:p>
        </w:tc>
        <w:tc>
          <w:tcPr>
            <w:tcW w:w="1276" w:type="dxa"/>
          </w:tcPr>
          <w:p w:rsidR="00C545DD" w:rsidRPr="007C3AA5" w:rsidRDefault="00C545DD" w:rsidP="007C3AA5">
            <w:r w:rsidRPr="007C3AA5">
              <w:t>РФ</w:t>
            </w:r>
          </w:p>
        </w:tc>
        <w:tc>
          <w:tcPr>
            <w:tcW w:w="1418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-</w:t>
            </w:r>
          </w:p>
        </w:tc>
        <w:tc>
          <w:tcPr>
            <w:tcW w:w="1559" w:type="dxa"/>
            <w:vAlign w:val="center"/>
          </w:tcPr>
          <w:p w:rsidR="00C545DD" w:rsidRPr="007C3AA5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C545DD" w:rsidRPr="007C3AA5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228" w:type="dxa"/>
            <w:vAlign w:val="center"/>
          </w:tcPr>
          <w:p w:rsidR="00C545DD" w:rsidRPr="007C3AA5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C545DD" w:rsidRPr="007C3AA5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545DD" w:rsidRPr="00617CF7" w:rsidTr="00D2211B">
        <w:tc>
          <w:tcPr>
            <w:tcW w:w="1668" w:type="dxa"/>
          </w:tcPr>
          <w:p w:rsidR="00C545DD" w:rsidRPr="007C3AA5" w:rsidRDefault="00C545DD" w:rsidP="00930340">
            <w:r w:rsidRPr="007C3AA5">
              <w:lastRenderedPageBreak/>
              <w:t>супруг</w:t>
            </w:r>
          </w:p>
        </w:tc>
        <w:tc>
          <w:tcPr>
            <w:tcW w:w="1417" w:type="dxa"/>
            <w:vAlign w:val="center"/>
          </w:tcPr>
          <w:p w:rsidR="00C545DD" w:rsidRPr="007C3AA5" w:rsidRDefault="005D61C3" w:rsidP="004E4BE5">
            <w:pPr>
              <w:jc w:val="center"/>
            </w:pPr>
            <w:r>
              <w:t>482827,65</w:t>
            </w:r>
          </w:p>
        </w:tc>
        <w:tc>
          <w:tcPr>
            <w:tcW w:w="1559" w:type="dxa"/>
          </w:tcPr>
          <w:p w:rsidR="00C545DD" w:rsidRPr="007C3AA5" w:rsidRDefault="00C545DD" w:rsidP="007C3AA5">
            <w:r w:rsidRPr="007C3AA5">
              <w:t>1)</w:t>
            </w:r>
            <w:r>
              <w:t xml:space="preserve"> 2-х комнатная </w:t>
            </w:r>
            <w:r w:rsidRPr="007C3AA5">
              <w:t>квартира</w:t>
            </w:r>
            <w:r>
              <w:t xml:space="preserve"> (1/3 доли)</w:t>
            </w:r>
          </w:p>
          <w:p w:rsidR="00C545DD" w:rsidRPr="007C3AA5" w:rsidRDefault="00C545DD" w:rsidP="007C3AA5">
            <w:r w:rsidRPr="007C3AA5">
              <w:t>2)жилой дом</w:t>
            </w:r>
            <w:r>
              <w:t xml:space="preserve"> (1/2 доли)</w:t>
            </w:r>
          </w:p>
          <w:p w:rsidR="00C545DD" w:rsidRPr="007C3AA5" w:rsidRDefault="00C545DD" w:rsidP="007C3AA5">
            <w:r w:rsidRPr="007C3AA5">
              <w:t>3)земельный участок</w:t>
            </w:r>
          </w:p>
        </w:tc>
        <w:tc>
          <w:tcPr>
            <w:tcW w:w="1134" w:type="dxa"/>
          </w:tcPr>
          <w:p w:rsidR="00C545DD" w:rsidRPr="007C3AA5" w:rsidRDefault="00C545DD" w:rsidP="007C3AA5">
            <w:r w:rsidRPr="007C3AA5">
              <w:t>1)48,3</w:t>
            </w:r>
          </w:p>
          <w:p w:rsidR="00C545DD" w:rsidRDefault="00C545DD" w:rsidP="007C3AA5"/>
          <w:p w:rsidR="00C545DD" w:rsidRDefault="00C545DD" w:rsidP="007C3AA5"/>
          <w:p w:rsidR="00C545DD" w:rsidRDefault="00C545DD" w:rsidP="007C3AA5"/>
          <w:p w:rsidR="00C545DD" w:rsidRPr="007C3AA5" w:rsidRDefault="00C545DD" w:rsidP="007C3AA5">
            <w:r w:rsidRPr="007C3AA5">
              <w:t>2)55,4</w:t>
            </w:r>
          </w:p>
          <w:p w:rsidR="00C545DD" w:rsidRDefault="00C545DD" w:rsidP="007C3AA5"/>
          <w:p w:rsidR="00C545DD" w:rsidRPr="007C3AA5" w:rsidRDefault="00C545DD" w:rsidP="007C3AA5">
            <w:r w:rsidRPr="007C3AA5">
              <w:t>3)612</w:t>
            </w:r>
            <w:r w:rsidR="005D61C3">
              <w:t>,0</w:t>
            </w:r>
          </w:p>
        </w:tc>
        <w:tc>
          <w:tcPr>
            <w:tcW w:w="1276" w:type="dxa"/>
          </w:tcPr>
          <w:p w:rsidR="00C545DD" w:rsidRPr="007C3AA5" w:rsidRDefault="00C545DD" w:rsidP="007C3AA5">
            <w:r w:rsidRPr="007C3AA5">
              <w:t>1)РФ</w:t>
            </w:r>
          </w:p>
          <w:p w:rsidR="00C545DD" w:rsidRDefault="00C545DD" w:rsidP="007C3AA5"/>
          <w:p w:rsidR="00C545DD" w:rsidRDefault="00C545DD" w:rsidP="007C3AA5"/>
          <w:p w:rsidR="00C545DD" w:rsidRDefault="00C545DD" w:rsidP="007C3AA5"/>
          <w:p w:rsidR="00C545DD" w:rsidRPr="007C3AA5" w:rsidRDefault="00C545DD" w:rsidP="007C3AA5">
            <w:r w:rsidRPr="007C3AA5">
              <w:t>2)РФ</w:t>
            </w:r>
          </w:p>
          <w:p w:rsidR="00C545DD" w:rsidRDefault="00C545DD" w:rsidP="007C3AA5"/>
          <w:p w:rsidR="00C545DD" w:rsidRPr="007C3AA5" w:rsidRDefault="00C545DD" w:rsidP="007C3AA5">
            <w:r w:rsidRPr="007C3AA5">
              <w:t>3)РФ</w:t>
            </w:r>
          </w:p>
        </w:tc>
        <w:tc>
          <w:tcPr>
            <w:tcW w:w="1418" w:type="dxa"/>
            <w:vAlign w:val="center"/>
          </w:tcPr>
          <w:p w:rsidR="00C545DD" w:rsidRPr="007C3AA5" w:rsidRDefault="00C545DD" w:rsidP="004E4BE5">
            <w:pPr>
              <w:rPr>
                <w:lang w:val="en-US"/>
              </w:rPr>
            </w:pPr>
            <w:r w:rsidRPr="007C3AA5">
              <w:rPr>
                <w:lang w:val="en-US"/>
              </w:rPr>
              <w:t>1)Suzuki Escudo</w:t>
            </w:r>
          </w:p>
          <w:p w:rsidR="00C545DD" w:rsidRPr="007C3AA5" w:rsidRDefault="00C545DD" w:rsidP="004E4BE5">
            <w:pPr>
              <w:rPr>
                <w:lang w:val="en-US"/>
              </w:rPr>
            </w:pPr>
            <w:r w:rsidRPr="007C3AA5">
              <w:rPr>
                <w:lang w:val="en-US"/>
              </w:rPr>
              <w:t>2)Isuzu for ward</w:t>
            </w:r>
          </w:p>
        </w:tc>
        <w:tc>
          <w:tcPr>
            <w:tcW w:w="1559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-</w:t>
            </w:r>
          </w:p>
        </w:tc>
        <w:tc>
          <w:tcPr>
            <w:tcW w:w="1134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-</w:t>
            </w:r>
          </w:p>
        </w:tc>
        <w:tc>
          <w:tcPr>
            <w:tcW w:w="1228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-</w:t>
            </w:r>
          </w:p>
        </w:tc>
        <w:tc>
          <w:tcPr>
            <w:tcW w:w="2410" w:type="dxa"/>
            <w:vAlign w:val="center"/>
          </w:tcPr>
          <w:p w:rsidR="00C545DD" w:rsidRPr="00B75481" w:rsidRDefault="00C545DD" w:rsidP="004E4BE5">
            <w:pPr>
              <w:jc w:val="center"/>
            </w:pPr>
            <w:r w:rsidRPr="00B75481">
              <w:t>-</w:t>
            </w:r>
          </w:p>
        </w:tc>
      </w:tr>
      <w:tr w:rsidR="00C545DD" w:rsidRPr="00617CF7" w:rsidTr="00D2211B">
        <w:tc>
          <w:tcPr>
            <w:tcW w:w="1668" w:type="dxa"/>
          </w:tcPr>
          <w:p w:rsidR="00C545DD" w:rsidRPr="007C3AA5" w:rsidRDefault="00C545DD" w:rsidP="00930340">
            <w:r w:rsidRPr="007C3AA5">
              <w:t>Швец Сергей Геннадьевич</w:t>
            </w:r>
          </w:p>
        </w:tc>
        <w:tc>
          <w:tcPr>
            <w:tcW w:w="1417" w:type="dxa"/>
            <w:vAlign w:val="center"/>
          </w:tcPr>
          <w:p w:rsidR="00C545DD" w:rsidRPr="009B5734" w:rsidRDefault="007018F1" w:rsidP="00FC5E64">
            <w:pPr>
              <w:jc w:val="center"/>
            </w:pPr>
            <w:r>
              <w:t>918996,64</w:t>
            </w:r>
          </w:p>
        </w:tc>
        <w:tc>
          <w:tcPr>
            <w:tcW w:w="1559" w:type="dxa"/>
          </w:tcPr>
          <w:p w:rsidR="00C545DD" w:rsidRPr="007C3AA5" w:rsidRDefault="00C545DD" w:rsidP="004E4BE5">
            <w:r w:rsidRPr="007C3AA5">
              <w:t>1)земельный участок</w:t>
            </w:r>
          </w:p>
          <w:p w:rsidR="00C545DD" w:rsidRPr="007C3AA5" w:rsidRDefault="00C545DD" w:rsidP="004E4BE5">
            <w:r w:rsidRPr="007C3AA5">
              <w:t>2)жилой дом</w:t>
            </w:r>
          </w:p>
          <w:p w:rsidR="00C545DD" w:rsidRPr="007C3AA5" w:rsidRDefault="00C545DD" w:rsidP="004E4BE5">
            <w:r w:rsidRPr="007C3AA5">
              <w:t>3)</w:t>
            </w:r>
            <w:r>
              <w:t xml:space="preserve">2-х комнатная </w:t>
            </w:r>
            <w:r w:rsidRPr="007C3AA5">
              <w:t>квартира</w:t>
            </w:r>
          </w:p>
        </w:tc>
        <w:tc>
          <w:tcPr>
            <w:tcW w:w="1134" w:type="dxa"/>
          </w:tcPr>
          <w:p w:rsidR="00C545DD" w:rsidRPr="007C3AA5" w:rsidRDefault="00C545DD" w:rsidP="004E4BE5">
            <w:r w:rsidRPr="007C3AA5">
              <w:t>1)600</w:t>
            </w:r>
            <w:r w:rsidR="005D61C3">
              <w:t>,0</w:t>
            </w:r>
          </w:p>
          <w:p w:rsidR="00C545DD" w:rsidRPr="007C3AA5" w:rsidRDefault="00C545DD" w:rsidP="004E4BE5"/>
          <w:p w:rsidR="00C545DD" w:rsidRPr="007C3AA5" w:rsidRDefault="00C545DD" w:rsidP="004E4BE5">
            <w:r w:rsidRPr="007C3AA5">
              <w:t>2)26,6</w:t>
            </w:r>
          </w:p>
          <w:p w:rsidR="00C545DD" w:rsidRDefault="00C545DD" w:rsidP="004E4BE5"/>
          <w:p w:rsidR="00C545DD" w:rsidRPr="007C3AA5" w:rsidRDefault="00C545DD" w:rsidP="004E4BE5">
            <w:r w:rsidRPr="007C3AA5">
              <w:t>3)47</w:t>
            </w:r>
            <w:r>
              <w:t>,0</w:t>
            </w:r>
          </w:p>
        </w:tc>
        <w:tc>
          <w:tcPr>
            <w:tcW w:w="1276" w:type="dxa"/>
          </w:tcPr>
          <w:p w:rsidR="00C545DD" w:rsidRPr="007C3AA5" w:rsidRDefault="00C545DD" w:rsidP="004E4BE5">
            <w:r w:rsidRPr="007C3AA5">
              <w:t>1)РФ</w:t>
            </w:r>
          </w:p>
          <w:p w:rsidR="00C545DD" w:rsidRPr="007C3AA5" w:rsidRDefault="00C545DD" w:rsidP="004E4BE5"/>
          <w:p w:rsidR="00C545DD" w:rsidRPr="007C3AA5" w:rsidRDefault="00C545DD" w:rsidP="004E4BE5">
            <w:r w:rsidRPr="007C3AA5">
              <w:t>2)РФ</w:t>
            </w:r>
          </w:p>
          <w:p w:rsidR="00C545DD" w:rsidRDefault="00C545DD" w:rsidP="004E4BE5"/>
          <w:p w:rsidR="00C545DD" w:rsidRPr="007C3AA5" w:rsidRDefault="00C545DD" w:rsidP="004E4BE5">
            <w:pPr>
              <w:rPr>
                <w:lang w:val="en-US"/>
              </w:rPr>
            </w:pPr>
            <w:r w:rsidRPr="007C3AA5">
              <w:t>3)РФ</w:t>
            </w:r>
          </w:p>
        </w:tc>
        <w:tc>
          <w:tcPr>
            <w:tcW w:w="1418" w:type="dxa"/>
            <w:vAlign w:val="center"/>
          </w:tcPr>
          <w:p w:rsidR="00C545DD" w:rsidRPr="007C3AA5" w:rsidRDefault="00C545DD" w:rsidP="004E4BE5">
            <w:pPr>
              <w:rPr>
                <w:lang w:val="en-US"/>
              </w:rPr>
            </w:pPr>
            <w:r w:rsidRPr="007C3AA5">
              <w:rPr>
                <w:lang w:val="en-US"/>
              </w:rPr>
              <w:t>1)</w:t>
            </w:r>
            <w:r w:rsidRPr="007C3AA5">
              <w:t>ВАЗ</w:t>
            </w:r>
            <w:r w:rsidRPr="007C3AA5">
              <w:rPr>
                <w:lang w:val="en-US"/>
              </w:rPr>
              <w:t>-2106</w:t>
            </w:r>
          </w:p>
          <w:p w:rsidR="00C545DD" w:rsidRPr="007C3AA5" w:rsidRDefault="00C545DD" w:rsidP="004E4BE5">
            <w:pPr>
              <w:rPr>
                <w:lang w:val="en-US"/>
              </w:rPr>
            </w:pPr>
            <w:r w:rsidRPr="007C3AA5">
              <w:rPr>
                <w:lang w:val="en-US"/>
              </w:rPr>
              <w:t xml:space="preserve">2)Mitsubishi </w:t>
            </w:r>
            <w:proofErr w:type="spellStart"/>
            <w:r w:rsidRPr="007C3AA5">
              <w:rPr>
                <w:lang w:val="en-US"/>
              </w:rPr>
              <w:t>Pajero</w:t>
            </w:r>
            <w:proofErr w:type="spellEnd"/>
          </w:p>
          <w:p w:rsidR="00C545DD" w:rsidRPr="007C3AA5" w:rsidRDefault="005D61C3" w:rsidP="004E4BE5">
            <w:pPr>
              <w:rPr>
                <w:lang w:val="en-US"/>
              </w:rPr>
            </w:pPr>
            <w:r>
              <w:rPr>
                <w:lang w:val="en-US"/>
              </w:rPr>
              <w:t>3)</w:t>
            </w:r>
            <w:r w:rsidR="00C545DD" w:rsidRPr="007C3AA5">
              <w:t>ИМЗ</w:t>
            </w:r>
            <w:r w:rsidR="00C545DD" w:rsidRPr="007C3AA5">
              <w:rPr>
                <w:lang w:val="en-US"/>
              </w:rPr>
              <w:t xml:space="preserve"> 38103      </w:t>
            </w:r>
          </w:p>
          <w:p w:rsidR="00C545DD" w:rsidRPr="007C3AA5" w:rsidRDefault="00C545DD" w:rsidP="005D61C3">
            <w:pPr>
              <w:rPr>
                <w:lang w:val="en-US"/>
              </w:rPr>
            </w:pPr>
            <w:r w:rsidRPr="007C3AA5">
              <w:rPr>
                <w:lang w:val="en-US"/>
              </w:rPr>
              <w:t xml:space="preserve">4) </w:t>
            </w:r>
            <w:r w:rsidRPr="007C3AA5">
              <w:t>Ява</w:t>
            </w:r>
            <w:r w:rsidRPr="007C3AA5">
              <w:rPr>
                <w:lang w:val="en-US"/>
              </w:rPr>
              <w:t xml:space="preserve"> 350</w:t>
            </w:r>
            <w:r w:rsidR="005D61C3" w:rsidRPr="00B77518">
              <w:rPr>
                <w:lang w:val="en-US"/>
              </w:rPr>
              <w:t>-</w:t>
            </w:r>
            <w:r w:rsidRPr="007C3AA5">
              <w:rPr>
                <w:lang w:val="en-US"/>
              </w:rPr>
              <w:t xml:space="preserve">634           </w:t>
            </w:r>
          </w:p>
        </w:tc>
        <w:tc>
          <w:tcPr>
            <w:tcW w:w="1559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-</w:t>
            </w:r>
          </w:p>
        </w:tc>
        <w:tc>
          <w:tcPr>
            <w:tcW w:w="1134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-</w:t>
            </w:r>
          </w:p>
        </w:tc>
        <w:tc>
          <w:tcPr>
            <w:tcW w:w="1228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-</w:t>
            </w:r>
          </w:p>
        </w:tc>
        <w:tc>
          <w:tcPr>
            <w:tcW w:w="2410" w:type="dxa"/>
            <w:vAlign w:val="center"/>
          </w:tcPr>
          <w:p w:rsidR="00C545DD" w:rsidRPr="00B75481" w:rsidRDefault="00C545DD" w:rsidP="004E4BE5">
            <w:pPr>
              <w:jc w:val="center"/>
            </w:pPr>
            <w:r w:rsidRPr="00B75481">
              <w:t>-</w:t>
            </w:r>
          </w:p>
        </w:tc>
      </w:tr>
      <w:tr w:rsidR="00C545DD" w:rsidRPr="00617CF7" w:rsidTr="00D2211B">
        <w:tc>
          <w:tcPr>
            <w:tcW w:w="1668" w:type="dxa"/>
          </w:tcPr>
          <w:p w:rsidR="00C545DD" w:rsidRPr="007C3AA5" w:rsidRDefault="00C545DD" w:rsidP="00930340">
            <w:r w:rsidRPr="007C3AA5">
              <w:t>супруга</w:t>
            </w:r>
          </w:p>
        </w:tc>
        <w:tc>
          <w:tcPr>
            <w:tcW w:w="1417" w:type="dxa"/>
            <w:vAlign w:val="center"/>
          </w:tcPr>
          <w:p w:rsidR="00C545DD" w:rsidRPr="007C3AA5" w:rsidRDefault="005D61C3" w:rsidP="004E4BE5">
            <w:pPr>
              <w:jc w:val="center"/>
            </w:pPr>
            <w:r>
              <w:t>502392,84</w:t>
            </w:r>
          </w:p>
        </w:tc>
        <w:tc>
          <w:tcPr>
            <w:tcW w:w="1559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-</w:t>
            </w:r>
          </w:p>
        </w:tc>
        <w:tc>
          <w:tcPr>
            <w:tcW w:w="1134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-</w:t>
            </w:r>
          </w:p>
        </w:tc>
        <w:tc>
          <w:tcPr>
            <w:tcW w:w="1276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-</w:t>
            </w:r>
          </w:p>
        </w:tc>
        <w:tc>
          <w:tcPr>
            <w:tcW w:w="1418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-</w:t>
            </w:r>
          </w:p>
        </w:tc>
        <w:tc>
          <w:tcPr>
            <w:tcW w:w="1559" w:type="dxa"/>
          </w:tcPr>
          <w:p w:rsidR="00C545DD" w:rsidRPr="007C3AA5" w:rsidRDefault="00C545DD" w:rsidP="007C3AA5">
            <w:pPr>
              <w:rPr>
                <w:szCs w:val="28"/>
              </w:rPr>
            </w:pPr>
            <w:r w:rsidRPr="007C3AA5">
              <w:rPr>
                <w:szCs w:val="28"/>
              </w:rPr>
              <w:t>1)</w:t>
            </w:r>
            <w:r>
              <w:t xml:space="preserve"> 2-х комнатная </w:t>
            </w:r>
            <w:r w:rsidRPr="007C3AA5">
              <w:rPr>
                <w:szCs w:val="28"/>
              </w:rPr>
              <w:t>квартира</w:t>
            </w:r>
          </w:p>
          <w:p w:rsidR="00C545DD" w:rsidRPr="007C3AA5" w:rsidRDefault="00C545DD" w:rsidP="007C3AA5">
            <w:pPr>
              <w:rPr>
                <w:szCs w:val="28"/>
              </w:rPr>
            </w:pPr>
            <w:r w:rsidRPr="007C3AA5">
              <w:rPr>
                <w:szCs w:val="28"/>
              </w:rPr>
              <w:t>2)жилой дом</w:t>
            </w:r>
          </w:p>
        </w:tc>
        <w:tc>
          <w:tcPr>
            <w:tcW w:w="1134" w:type="dxa"/>
          </w:tcPr>
          <w:p w:rsidR="00C545DD" w:rsidRPr="007C3AA5" w:rsidRDefault="00C545DD" w:rsidP="007C3AA5">
            <w:pPr>
              <w:rPr>
                <w:szCs w:val="28"/>
              </w:rPr>
            </w:pPr>
            <w:r w:rsidRPr="007C3AA5">
              <w:rPr>
                <w:szCs w:val="28"/>
              </w:rPr>
              <w:t>1)47</w:t>
            </w:r>
            <w:r>
              <w:rPr>
                <w:szCs w:val="28"/>
              </w:rPr>
              <w:t>,0</w:t>
            </w:r>
          </w:p>
          <w:p w:rsidR="00C545DD" w:rsidRDefault="00C545DD" w:rsidP="007C3AA5">
            <w:pPr>
              <w:rPr>
                <w:szCs w:val="28"/>
              </w:rPr>
            </w:pPr>
          </w:p>
          <w:p w:rsidR="00C545DD" w:rsidRDefault="00C545DD" w:rsidP="007C3AA5">
            <w:pPr>
              <w:rPr>
                <w:szCs w:val="28"/>
              </w:rPr>
            </w:pPr>
          </w:p>
          <w:p w:rsidR="00C545DD" w:rsidRPr="007C3AA5" w:rsidRDefault="00C545DD" w:rsidP="007C3AA5">
            <w:pPr>
              <w:rPr>
                <w:szCs w:val="28"/>
              </w:rPr>
            </w:pPr>
            <w:r w:rsidRPr="007C3AA5">
              <w:rPr>
                <w:szCs w:val="28"/>
              </w:rPr>
              <w:t>2)26,6</w:t>
            </w:r>
          </w:p>
        </w:tc>
        <w:tc>
          <w:tcPr>
            <w:tcW w:w="1228" w:type="dxa"/>
          </w:tcPr>
          <w:p w:rsidR="00C545DD" w:rsidRDefault="00C545DD" w:rsidP="007C3AA5">
            <w:pPr>
              <w:rPr>
                <w:szCs w:val="28"/>
              </w:rPr>
            </w:pPr>
            <w:r>
              <w:rPr>
                <w:szCs w:val="28"/>
              </w:rPr>
              <w:t>1)РФ</w:t>
            </w:r>
          </w:p>
          <w:p w:rsidR="00C545DD" w:rsidRDefault="00C545DD" w:rsidP="007C3AA5">
            <w:pPr>
              <w:rPr>
                <w:szCs w:val="28"/>
              </w:rPr>
            </w:pPr>
          </w:p>
          <w:p w:rsidR="00C545DD" w:rsidRDefault="00C545DD" w:rsidP="007C3AA5">
            <w:pPr>
              <w:rPr>
                <w:szCs w:val="28"/>
              </w:rPr>
            </w:pPr>
          </w:p>
          <w:p w:rsidR="00C545DD" w:rsidRPr="007C3AA5" w:rsidRDefault="00C545DD" w:rsidP="007C3AA5">
            <w:pPr>
              <w:rPr>
                <w:szCs w:val="28"/>
              </w:rPr>
            </w:pPr>
            <w:r>
              <w:rPr>
                <w:szCs w:val="28"/>
              </w:rPr>
              <w:t>2)РФ</w:t>
            </w:r>
          </w:p>
        </w:tc>
        <w:tc>
          <w:tcPr>
            <w:tcW w:w="2410" w:type="dxa"/>
            <w:vAlign w:val="center"/>
          </w:tcPr>
          <w:p w:rsidR="00C545DD" w:rsidRPr="007C3AA5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545DD" w:rsidRPr="00617CF7" w:rsidTr="00D2211B">
        <w:tc>
          <w:tcPr>
            <w:tcW w:w="1668" w:type="dxa"/>
          </w:tcPr>
          <w:p w:rsidR="00C545DD" w:rsidRPr="007C3AA5" w:rsidRDefault="00C545DD" w:rsidP="00930340">
            <w:r w:rsidRPr="007C3AA5">
              <w:t>сын</w:t>
            </w:r>
          </w:p>
        </w:tc>
        <w:tc>
          <w:tcPr>
            <w:tcW w:w="1417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0</w:t>
            </w:r>
          </w:p>
        </w:tc>
        <w:tc>
          <w:tcPr>
            <w:tcW w:w="1559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-</w:t>
            </w:r>
          </w:p>
        </w:tc>
        <w:tc>
          <w:tcPr>
            <w:tcW w:w="1134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-</w:t>
            </w:r>
          </w:p>
        </w:tc>
        <w:tc>
          <w:tcPr>
            <w:tcW w:w="1276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-</w:t>
            </w:r>
          </w:p>
        </w:tc>
        <w:tc>
          <w:tcPr>
            <w:tcW w:w="1418" w:type="dxa"/>
            <w:vAlign w:val="center"/>
          </w:tcPr>
          <w:p w:rsidR="00C545DD" w:rsidRPr="007C3AA5" w:rsidRDefault="00C545DD" w:rsidP="004E4BE5">
            <w:pPr>
              <w:jc w:val="center"/>
            </w:pPr>
            <w:r w:rsidRPr="007C3AA5">
              <w:t>-</w:t>
            </w:r>
          </w:p>
        </w:tc>
        <w:tc>
          <w:tcPr>
            <w:tcW w:w="1559" w:type="dxa"/>
          </w:tcPr>
          <w:p w:rsidR="00C545DD" w:rsidRPr="007C3AA5" w:rsidRDefault="00C545DD" w:rsidP="00BE7A1E">
            <w:pPr>
              <w:rPr>
                <w:szCs w:val="28"/>
              </w:rPr>
            </w:pPr>
            <w:r w:rsidRPr="007C3AA5">
              <w:rPr>
                <w:szCs w:val="28"/>
              </w:rPr>
              <w:t>1)</w:t>
            </w:r>
            <w:r>
              <w:t xml:space="preserve"> 2-х комнатная </w:t>
            </w:r>
            <w:r w:rsidRPr="007C3AA5">
              <w:rPr>
                <w:szCs w:val="28"/>
              </w:rPr>
              <w:t>квартира</w:t>
            </w:r>
          </w:p>
          <w:p w:rsidR="00C545DD" w:rsidRPr="007C3AA5" w:rsidRDefault="00C545DD" w:rsidP="00BE7A1E">
            <w:pPr>
              <w:rPr>
                <w:szCs w:val="28"/>
              </w:rPr>
            </w:pPr>
            <w:r w:rsidRPr="007C3AA5">
              <w:rPr>
                <w:szCs w:val="28"/>
              </w:rPr>
              <w:t>2)жилой дом</w:t>
            </w:r>
          </w:p>
        </w:tc>
        <w:tc>
          <w:tcPr>
            <w:tcW w:w="1134" w:type="dxa"/>
          </w:tcPr>
          <w:p w:rsidR="00C545DD" w:rsidRPr="007C3AA5" w:rsidRDefault="00C545DD" w:rsidP="00BE7A1E">
            <w:pPr>
              <w:rPr>
                <w:szCs w:val="28"/>
              </w:rPr>
            </w:pPr>
            <w:r w:rsidRPr="007C3AA5">
              <w:rPr>
                <w:szCs w:val="28"/>
              </w:rPr>
              <w:t>1)47</w:t>
            </w:r>
            <w:r>
              <w:rPr>
                <w:szCs w:val="28"/>
              </w:rPr>
              <w:t>,0</w:t>
            </w:r>
          </w:p>
          <w:p w:rsidR="00C545DD" w:rsidRDefault="00C545DD" w:rsidP="00BE7A1E">
            <w:pPr>
              <w:rPr>
                <w:szCs w:val="28"/>
              </w:rPr>
            </w:pPr>
          </w:p>
          <w:p w:rsidR="00C545DD" w:rsidRDefault="00C545DD" w:rsidP="00BE7A1E">
            <w:pPr>
              <w:rPr>
                <w:szCs w:val="28"/>
              </w:rPr>
            </w:pPr>
          </w:p>
          <w:p w:rsidR="00C545DD" w:rsidRPr="007C3AA5" w:rsidRDefault="00C545DD" w:rsidP="00BE7A1E">
            <w:pPr>
              <w:rPr>
                <w:szCs w:val="28"/>
              </w:rPr>
            </w:pPr>
            <w:r w:rsidRPr="007C3AA5">
              <w:rPr>
                <w:szCs w:val="28"/>
              </w:rPr>
              <w:t>2)26,6</w:t>
            </w:r>
          </w:p>
        </w:tc>
        <w:tc>
          <w:tcPr>
            <w:tcW w:w="1228" w:type="dxa"/>
          </w:tcPr>
          <w:p w:rsidR="00C545DD" w:rsidRDefault="00C545DD" w:rsidP="00BE7A1E">
            <w:pPr>
              <w:rPr>
                <w:szCs w:val="28"/>
              </w:rPr>
            </w:pPr>
            <w:r>
              <w:rPr>
                <w:szCs w:val="28"/>
              </w:rPr>
              <w:t>1)РФ</w:t>
            </w:r>
          </w:p>
          <w:p w:rsidR="00C545DD" w:rsidRDefault="00C545DD" w:rsidP="00BE7A1E">
            <w:pPr>
              <w:rPr>
                <w:szCs w:val="28"/>
              </w:rPr>
            </w:pPr>
          </w:p>
          <w:p w:rsidR="00C545DD" w:rsidRDefault="00C545DD" w:rsidP="00BE7A1E">
            <w:pPr>
              <w:rPr>
                <w:szCs w:val="28"/>
              </w:rPr>
            </w:pPr>
          </w:p>
          <w:p w:rsidR="00C545DD" w:rsidRPr="007C3AA5" w:rsidRDefault="00C545DD" w:rsidP="00BE7A1E">
            <w:pPr>
              <w:rPr>
                <w:szCs w:val="28"/>
              </w:rPr>
            </w:pPr>
            <w:r>
              <w:rPr>
                <w:szCs w:val="28"/>
              </w:rPr>
              <w:t>2)РФ</w:t>
            </w:r>
          </w:p>
        </w:tc>
        <w:tc>
          <w:tcPr>
            <w:tcW w:w="2410" w:type="dxa"/>
            <w:vAlign w:val="center"/>
          </w:tcPr>
          <w:p w:rsidR="00C545DD" w:rsidRPr="007C3AA5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427D1E" w:rsidRPr="00617CF7" w:rsidTr="00D2211B">
        <w:tc>
          <w:tcPr>
            <w:tcW w:w="1668" w:type="dxa"/>
          </w:tcPr>
          <w:p w:rsidR="00427D1E" w:rsidRPr="009657E4" w:rsidRDefault="00427D1E" w:rsidP="00930340">
            <w:proofErr w:type="spellStart"/>
            <w:r w:rsidRPr="009657E4">
              <w:t>Суюнда</w:t>
            </w:r>
            <w:proofErr w:type="spellEnd"/>
            <w:r w:rsidRPr="009657E4">
              <w:t xml:space="preserve"> Виктор Владимирович</w:t>
            </w:r>
          </w:p>
        </w:tc>
        <w:tc>
          <w:tcPr>
            <w:tcW w:w="1417" w:type="dxa"/>
            <w:vAlign w:val="center"/>
          </w:tcPr>
          <w:p w:rsidR="00427D1E" w:rsidRPr="009657E4" w:rsidRDefault="00427D1E" w:rsidP="007018F1">
            <w:pPr>
              <w:jc w:val="center"/>
            </w:pPr>
            <w:r>
              <w:t>1179</w:t>
            </w:r>
            <w:r w:rsidR="007018F1">
              <w:t>306</w:t>
            </w:r>
            <w:r>
              <w:t>,</w:t>
            </w:r>
            <w:r w:rsidR="007018F1">
              <w:t>47</w:t>
            </w:r>
          </w:p>
        </w:tc>
        <w:tc>
          <w:tcPr>
            <w:tcW w:w="1559" w:type="dxa"/>
            <w:vAlign w:val="center"/>
          </w:tcPr>
          <w:p w:rsidR="00427D1E" w:rsidRPr="009657E4" w:rsidRDefault="00427D1E" w:rsidP="004E4BE5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7D1E" w:rsidRPr="009657E4" w:rsidRDefault="00427D1E" w:rsidP="00D306DA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427D1E" w:rsidRPr="009657E4" w:rsidRDefault="00427D1E" w:rsidP="004E4BE5">
            <w:pPr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427D1E" w:rsidRPr="009657E4" w:rsidRDefault="00427D1E" w:rsidP="004E4BE5">
            <w:r w:rsidRPr="009657E4">
              <w:t>ВАЗ 2106</w:t>
            </w:r>
          </w:p>
        </w:tc>
        <w:tc>
          <w:tcPr>
            <w:tcW w:w="1559" w:type="dxa"/>
          </w:tcPr>
          <w:p w:rsidR="00427D1E" w:rsidRDefault="00427D1E">
            <w:r>
              <w:t>3</w:t>
            </w:r>
            <w:r w:rsidRPr="0072210F">
              <w:t xml:space="preserve">-х комнатная </w:t>
            </w:r>
            <w:r w:rsidRPr="0072210F">
              <w:rPr>
                <w:szCs w:val="28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427D1E" w:rsidRDefault="00427D1E" w:rsidP="00BE7A1E">
            <w:pPr>
              <w:jc w:val="center"/>
            </w:pPr>
            <w:r w:rsidRPr="009657E4">
              <w:t>5</w:t>
            </w:r>
            <w:r>
              <w:t>6,7</w:t>
            </w:r>
          </w:p>
          <w:p w:rsidR="00427D1E" w:rsidRPr="009657E4" w:rsidRDefault="00427D1E" w:rsidP="00BE7A1E"/>
        </w:tc>
        <w:tc>
          <w:tcPr>
            <w:tcW w:w="1228" w:type="dxa"/>
            <w:vAlign w:val="center"/>
          </w:tcPr>
          <w:p w:rsidR="00427D1E" w:rsidRPr="009657E4" w:rsidRDefault="00427D1E" w:rsidP="00BE7A1E">
            <w:pPr>
              <w:jc w:val="center"/>
            </w:pPr>
            <w:r w:rsidRPr="009657E4">
              <w:t>РФ</w:t>
            </w:r>
          </w:p>
        </w:tc>
        <w:tc>
          <w:tcPr>
            <w:tcW w:w="2410" w:type="dxa"/>
            <w:vAlign w:val="center"/>
          </w:tcPr>
          <w:p w:rsidR="00427D1E" w:rsidRPr="009657E4" w:rsidRDefault="00427D1E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427D1E" w:rsidRPr="00617CF7" w:rsidTr="00D2211B">
        <w:tc>
          <w:tcPr>
            <w:tcW w:w="1668" w:type="dxa"/>
          </w:tcPr>
          <w:p w:rsidR="00427D1E" w:rsidRPr="009657E4" w:rsidRDefault="00427D1E" w:rsidP="00930340">
            <w:r w:rsidRPr="009657E4">
              <w:t>супруга</w:t>
            </w:r>
          </w:p>
        </w:tc>
        <w:tc>
          <w:tcPr>
            <w:tcW w:w="1417" w:type="dxa"/>
            <w:vAlign w:val="center"/>
          </w:tcPr>
          <w:p w:rsidR="00427D1E" w:rsidRPr="009657E4" w:rsidRDefault="00D95218" w:rsidP="004E4BE5">
            <w:pPr>
              <w:jc w:val="center"/>
            </w:pPr>
            <w:r>
              <w:t>893652,82</w:t>
            </w:r>
          </w:p>
        </w:tc>
        <w:tc>
          <w:tcPr>
            <w:tcW w:w="1559" w:type="dxa"/>
            <w:vAlign w:val="center"/>
          </w:tcPr>
          <w:p w:rsidR="00427D1E" w:rsidRPr="009657E4" w:rsidRDefault="00427D1E" w:rsidP="004E4BE5">
            <w:pPr>
              <w:jc w:val="center"/>
            </w:pPr>
            <w:r w:rsidRPr="009657E4">
              <w:t>-</w:t>
            </w:r>
          </w:p>
        </w:tc>
        <w:tc>
          <w:tcPr>
            <w:tcW w:w="1134" w:type="dxa"/>
            <w:vAlign w:val="center"/>
          </w:tcPr>
          <w:p w:rsidR="00427D1E" w:rsidRPr="009657E4" w:rsidRDefault="00427D1E" w:rsidP="004E4BE5">
            <w:pPr>
              <w:jc w:val="center"/>
            </w:pPr>
            <w:r w:rsidRPr="009657E4">
              <w:t>-</w:t>
            </w:r>
          </w:p>
        </w:tc>
        <w:tc>
          <w:tcPr>
            <w:tcW w:w="1276" w:type="dxa"/>
            <w:vAlign w:val="center"/>
          </w:tcPr>
          <w:p w:rsidR="00427D1E" w:rsidRPr="009657E4" w:rsidRDefault="00427D1E" w:rsidP="004E4BE5">
            <w:pPr>
              <w:jc w:val="center"/>
            </w:pPr>
            <w:r w:rsidRPr="009657E4">
              <w:t>-</w:t>
            </w:r>
          </w:p>
        </w:tc>
        <w:tc>
          <w:tcPr>
            <w:tcW w:w="1418" w:type="dxa"/>
            <w:vAlign w:val="center"/>
          </w:tcPr>
          <w:p w:rsidR="00427D1E" w:rsidRPr="009657E4" w:rsidRDefault="00427D1E" w:rsidP="004E4BE5">
            <w:pPr>
              <w:jc w:val="center"/>
            </w:pPr>
            <w:r w:rsidRPr="009657E4">
              <w:t>-</w:t>
            </w:r>
          </w:p>
        </w:tc>
        <w:tc>
          <w:tcPr>
            <w:tcW w:w="1559" w:type="dxa"/>
          </w:tcPr>
          <w:p w:rsidR="00427D1E" w:rsidRDefault="00427D1E">
            <w:r>
              <w:t>3</w:t>
            </w:r>
            <w:r w:rsidRPr="0072210F">
              <w:t xml:space="preserve">-х комнатная </w:t>
            </w:r>
            <w:r w:rsidRPr="0072210F">
              <w:rPr>
                <w:szCs w:val="28"/>
              </w:rPr>
              <w:lastRenderedPageBreak/>
              <w:t>квартира</w:t>
            </w:r>
          </w:p>
        </w:tc>
        <w:tc>
          <w:tcPr>
            <w:tcW w:w="1134" w:type="dxa"/>
            <w:vAlign w:val="center"/>
          </w:tcPr>
          <w:p w:rsidR="00427D1E" w:rsidRPr="009657E4" w:rsidRDefault="00427D1E" w:rsidP="00265355">
            <w:pPr>
              <w:jc w:val="center"/>
            </w:pPr>
            <w:r w:rsidRPr="009657E4">
              <w:lastRenderedPageBreak/>
              <w:t>5</w:t>
            </w:r>
            <w:r>
              <w:t>6,7</w:t>
            </w:r>
          </w:p>
        </w:tc>
        <w:tc>
          <w:tcPr>
            <w:tcW w:w="1228" w:type="dxa"/>
            <w:vAlign w:val="center"/>
          </w:tcPr>
          <w:p w:rsidR="00427D1E" w:rsidRPr="009657E4" w:rsidRDefault="00427D1E" w:rsidP="004E4BE5">
            <w:pPr>
              <w:jc w:val="center"/>
            </w:pPr>
            <w:r w:rsidRPr="009657E4">
              <w:t>РФ</w:t>
            </w:r>
          </w:p>
        </w:tc>
        <w:tc>
          <w:tcPr>
            <w:tcW w:w="2410" w:type="dxa"/>
            <w:vAlign w:val="center"/>
          </w:tcPr>
          <w:p w:rsidR="00427D1E" w:rsidRPr="00A34473" w:rsidRDefault="00427D1E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545DD" w:rsidRPr="00617CF7" w:rsidTr="00D2211B">
        <w:tc>
          <w:tcPr>
            <w:tcW w:w="1668" w:type="dxa"/>
          </w:tcPr>
          <w:p w:rsidR="00C545DD" w:rsidRPr="009657E4" w:rsidRDefault="00C545DD" w:rsidP="00930340">
            <w:pPr>
              <w:rPr>
                <w:szCs w:val="28"/>
              </w:rPr>
            </w:pPr>
            <w:proofErr w:type="spellStart"/>
            <w:r w:rsidRPr="009657E4">
              <w:rPr>
                <w:szCs w:val="28"/>
              </w:rPr>
              <w:lastRenderedPageBreak/>
              <w:t>Алтынникова</w:t>
            </w:r>
            <w:proofErr w:type="spellEnd"/>
            <w:r w:rsidRPr="009657E4">
              <w:rPr>
                <w:szCs w:val="28"/>
              </w:rPr>
              <w:t xml:space="preserve"> Лариса Валентиновна</w:t>
            </w:r>
          </w:p>
        </w:tc>
        <w:tc>
          <w:tcPr>
            <w:tcW w:w="1417" w:type="dxa"/>
            <w:vAlign w:val="center"/>
          </w:tcPr>
          <w:p w:rsidR="00C545DD" w:rsidRPr="009657E4" w:rsidRDefault="007018F1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1000133,16</w:t>
            </w:r>
          </w:p>
        </w:tc>
        <w:tc>
          <w:tcPr>
            <w:tcW w:w="1559" w:type="dxa"/>
          </w:tcPr>
          <w:p w:rsidR="00C545DD" w:rsidRPr="009657E4" w:rsidRDefault="00C545DD" w:rsidP="009657E4">
            <w:pPr>
              <w:rPr>
                <w:szCs w:val="28"/>
              </w:rPr>
            </w:pPr>
            <w:r w:rsidRPr="009657E4">
              <w:rPr>
                <w:szCs w:val="28"/>
              </w:rPr>
              <w:t>1)земельный участок</w:t>
            </w:r>
          </w:p>
          <w:p w:rsidR="00C545DD" w:rsidRPr="009657E4" w:rsidRDefault="00C545DD" w:rsidP="009657E4">
            <w:pPr>
              <w:rPr>
                <w:szCs w:val="28"/>
              </w:rPr>
            </w:pPr>
            <w:r w:rsidRPr="009657E4">
              <w:rPr>
                <w:szCs w:val="28"/>
              </w:rPr>
              <w:t>2)жилой дом</w:t>
            </w:r>
          </w:p>
        </w:tc>
        <w:tc>
          <w:tcPr>
            <w:tcW w:w="1134" w:type="dxa"/>
          </w:tcPr>
          <w:p w:rsidR="00C545DD" w:rsidRPr="009657E4" w:rsidRDefault="00C545DD" w:rsidP="009657E4">
            <w:pPr>
              <w:rPr>
                <w:szCs w:val="28"/>
              </w:rPr>
            </w:pPr>
            <w:r w:rsidRPr="009657E4">
              <w:rPr>
                <w:szCs w:val="28"/>
              </w:rPr>
              <w:t>1)807,7</w:t>
            </w:r>
          </w:p>
          <w:p w:rsidR="00C545DD" w:rsidRPr="009657E4" w:rsidRDefault="00C545DD" w:rsidP="009657E4">
            <w:pPr>
              <w:rPr>
                <w:szCs w:val="28"/>
              </w:rPr>
            </w:pPr>
          </w:p>
          <w:p w:rsidR="00C545DD" w:rsidRPr="009657E4" w:rsidRDefault="00C545DD" w:rsidP="009657E4">
            <w:pPr>
              <w:rPr>
                <w:szCs w:val="28"/>
              </w:rPr>
            </w:pPr>
            <w:r w:rsidRPr="009657E4">
              <w:rPr>
                <w:szCs w:val="28"/>
              </w:rPr>
              <w:t>2)62,6</w:t>
            </w:r>
          </w:p>
        </w:tc>
        <w:tc>
          <w:tcPr>
            <w:tcW w:w="1276" w:type="dxa"/>
          </w:tcPr>
          <w:p w:rsidR="00C545DD" w:rsidRPr="009657E4" w:rsidRDefault="00C545DD" w:rsidP="009657E4">
            <w:pPr>
              <w:rPr>
                <w:szCs w:val="28"/>
              </w:rPr>
            </w:pPr>
            <w:r w:rsidRPr="009657E4">
              <w:rPr>
                <w:szCs w:val="28"/>
              </w:rPr>
              <w:t>1)РФ</w:t>
            </w:r>
          </w:p>
          <w:p w:rsidR="00C545DD" w:rsidRPr="009657E4" w:rsidRDefault="00C545DD" w:rsidP="009657E4">
            <w:pPr>
              <w:rPr>
                <w:szCs w:val="28"/>
              </w:rPr>
            </w:pPr>
          </w:p>
          <w:p w:rsidR="00C545DD" w:rsidRPr="009657E4" w:rsidRDefault="00C545DD" w:rsidP="009657E4">
            <w:pPr>
              <w:rPr>
                <w:szCs w:val="28"/>
              </w:rPr>
            </w:pPr>
            <w:r w:rsidRPr="009657E4">
              <w:rPr>
                <w:szCs w:val="28"/>
              </w:rPr>
              <w:t>2)РФ</w:t>
            </w:r>
          </w:p>
        </w:tc>
        <w:tc>
          <w:tcPr>
            <w:tcW w:w="1418" w:type="dxa"/>
            <w:vAlign w:val="center"/>
          </w:tcPr>
          <w:p w:rsidR="00C545DD" w:rsidRPr="00D95218" w:rsidRDefault="00D95218" w:rsidP="004B0BA1">
            <w:pPr>
              <w:jc w:val="center"/>
              <w:rPr>
                <w:szCs w:val="28"/>
                <w:lang w:val="en-US"/>
              </w:rPr>
            </w:pPr>
            <w:proofErr w:type="gramStart"/>
            <w:r w:rsidRPr="007C3AA5">
              <w:t>Т</w:t>
            </w:r>
            <w:proofErr w:type="spellStart"/>
            <w:proofErr w:type="gramEnd"/>
            <w:r w:rsidRPr="007C3AA5">
              <w:rPr>
                <w:lang w:val="en-US"/>
              </w:rPr>
              <w:t>oyota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Cami</w:t>
            </w:r>
            <w:proofErr w:type="spellEnd"/>
          </w:p>
        </w:tc>
        <w:tc>
          <w:tcPr>
            <w:tcW w:w="1559" w:type="dxa"/>
            <w:vAlign w:val="center"/>
          </w:tcPr>
          <w:p w:rsidR="00C545DD" w:rsidRPr="009657E4" w:rsidRDefault="00C545DD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C545DD" w:rsidRPr="009657E4" w:rsidRDefault="00C545DD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1228" w:type="dxa"/>
            <w:vAlign w:val="center"/>
          </w:tcPr>
          <w:p w:rsidR="00C545DD" w:rsidRPr="009657E4" w:rsidRDefault="00C545DD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2410" w:type="dxa"/>
            <w:vAlign w:val="center"/>
          </w:tcPr>
          <w:p w:rsidR="00C545DD" w:rsidRPr="009657E4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545DD" w:rsidRPr="00617CF7" w:rsidTr="00D2211B">
        <w:tc>
          <w:tcPr>
            <w:tcW w:w="1668" w:type="dxa"/>
          </w:tcPr>
          <w:p w:rsidR="00C545DD" w:rsidRPr="009657E4" w:rsidRDefault="00C545DD" w:rsidP="00930340">
            <w:pPr>
              <w:rPr>
                <w:szCs w:val="28"/>
              </w:rPr>
            </w:pPr>
            <w:r w:rsidRPr="009657E4">
              <w:rPr>
                <w:szCs w:val="28"/>
              </w:rPr>
              <w:t>дочь</w:t>
            </w:r>
          </w:p>
        </w:tc>
        <w:tc>
          <w:tcPr>
            <w:tcW w:w="1417" w:type="dxa"/>
            <w:vAlign w:val="center"/>
          </w:tcPr>
          <w:p w:rsidR="00C545DD" w:rsidRPr="009657E4" w:rsidRDefault="00C545DD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C545DD" w:rsidRPr="009657E4" w:rsidRDefault="00C545DD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C545DD" w:rsidRPr="009657E4" w:rsidRDefault="00C545DD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C545DD" w:rsidRPr="009657E4" w:rsidRDefault="00C545DD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C545DD" w:rsidRPr="009657E4" w:rsidRDefault="00C545DD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C545DD" w:rsidRPr="009657E4" w:rsidRDefault="00C545DD" w:rsidP="009657E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</w:t>
            </w:r>
            <w:r w:rsidRPr="009657E4">
              <w:rPr>
                <w:szCs w:val="28"/>
              </w:rPr>
              <w:t>илой дом</w:t>
            </w:r>
          </w:p>
        </w:tc>
        <w:tc>
          <w:tcPr>
            <w:tcW w:w="1134" w:type="dxa"/>
            <w:vAlign w:val="center"/>
          </w:tcPr>
          <w:p w:rsidR="00C545DD" w:rsidRPr="009657E4" w:rsidRDefault="00C545DD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62,6</w:t>
            </w:r>
          </w:p>
        </w:tc>
        <w:tc>
          <w:tcPr>
            <w:tcW w:w="1228" w:type="dxa"/>
          </w:tcPr>
          <w:p w:rsidR="00C545DD" w:rsidRPr="009657E4" w:rsidRDefault="00C545DD" w:rsidP="004B0BA1">
            <w:pPr>
              <w:jc w:val="center"/>
              <w:rPr>
                <w:szCs w:val="28"/>
              </w:rPr>
            </w:pPr>
            <w:r w:rsidRPr="009657E4">
              <w:rPr>
                <w:szCs w:val="28"/>
              </w:rPr>
              <w:t>РФ</w:t>
            </w:r>
          </w:p>
        </w:tc>
        <w:tc>
          <w:tcPr>
            <w:tcW w:w="2410" w:type="dxa"/>
            <w:vAlign w:val="center"/>
          </w:tcPr>
          <w:p w:rsidR="00C545DD" w:rsidRPr="009657E4" w:rsidRDefault="00C545DD" w:rsidP="004B0BA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:rsidR="006F16BB" w:rsidRDefault="006F16BB" w:rsidP="00826DD5">
      <w:pPr>
        <w:jc w:val="center"/>
        <w:rPr>
          <w:b/>
          <w:sz w:val="28"/>
          <w:szCs w:val="28"/>
        </w:rPr>
      </w:pPr>
    </w:p>
    <w:sectPr w:rsidR="006F16BB" w:rsidSect="00826D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E35E4"/>
    <w:multiLevelType w:val="hybridMultilevel"/>
    <w:tmpl w:val="5966F9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A57"/>
    <w:rsid w:val="0000233C"/>
    <w:rsid w:val="00003ACB"/>
    <w:rsid w:val="00054BE9"/>
    <w:rsid w:val="00076BE4"/>
    <w:rsid w:val="000827A7"/>
    <w:rsid w:val="000861F3"/>
    <w:rsid w:val="000A0597"/>
    <w:rsid w:val="000B0325"/>
    <w:rsid w:val="000B4F30"/>
    <w:rsid w:val="000B5AF6"/>
    <w:rsid w:val="000C0A55"/>
    <w:rsid w:val="000C624E"/>
    <w:rsid w:val="000D1506"/>
    <w:rsid w:val="000D55D3"/>
    <w:rsid w:val="001065B1"/>
    <w:rsid w:val="00107032"/>
    <w:rsid w:val="001120C7"/>
    <w:rsid w:val="00112241"/>
    <w:rsid w:val="0013594B"/>
    <w:rsid w:val="001720D8"/>
    <w:rsid w:val="00176F22"/>
    <w:rsid w:val="00181BDF"/>
    <w:rsid w:val="001A0C50"/>
    <w:rsid w:val="001B3292"/>
    <w:rsid w:val="001D239C"/>
    <w:rsid w:val="001D61DF"/>
    <w:rsid w:val="001D6E67"/>
    <w:rsid w:val="001F386D"/>
    <w:rsid w:val="0020342D"/>
    <w:rsid w:val="00223851"/>
    <w:rsid w:val="002254EB"/>
    <w:rsid w:val="00235F82"/>
    <w:rsid w:val="00242A91"/>
    <w:rsid w:val="00265355"/>
    <w:rsid w:val="00284C3C"/>
    <w:rsid w:val="002913AE"/>
    <w:rsid w:val="0029265B"/>
    <w:rsid w:val="002B75A2"/>
    <w:rsid w:val="002C79E0"/>
    <w:rsid w:val="002D44F8"/>
    <w:rsid w:val="002D56F7"/>
    <w:rsid w:val="0030242D"/>
    <w:rsid w:val="003109CA"/>
    <w:rsid w:val="003211C6"/>
    <w:rsid w:val="00352B99"/>
    <w:rsid w:val="0035668F"/>
    <w:rsid w:val="00357F8E"/>
    <w:rsid w:val="00366F88"/>
    <w:rsid w:val="00377BE4"/>
    <w:rsid w:val="003B7699"/>
    <w:rsid w:val="003D0ABD"/>
    <w:rsid w:val="003E31CE"/>
    <w:rsid w:val="003E607B"/>
    <w:rsid w:val="003E735C"/>
    <w:rsid w:val="00401D50"/>
    <w:rsid w:val="00421038"/>
    <w:rsid w:val="00427D1E"/>
    <w:rsid w:val="00430B1D"/>
    <w:rsid w:val="0044094F"/>
    <w:rsid w:val="00463BEF"/>
    <w:rsid w:val="00472A25"/>
    <w:rsid w:val="00472E09"/>
    <w:rsid w:val="00483FF9"/>
    <w:rsid w:val="00487735"/>
    <w:rsid w:val="00492A69"/>
    <w:rsid w:val="004A337C"/>
    <w:rsid w:val="004B0BA1"/>
    <w:rsid w:val="004B6141"/>
    <w:rsid w:val="004C41F5"/>
    <w:rsid w:val="004D6483"/>
    <w:rsid w:val="004E4BE5"/>
    <w:rsid w:val="00516860"/>
    <w:rsid w:val="00522E76"/>
    <w:rsid w:val="00531B46"/>
    <w:rsid w:val="00592398"/>
    <w:rsid w:val="00597A00"/>
    <w:rsid w:val="005B0192"/>
    <w:rsid w:val="005D080E"/>
    <w:rsid w:val="005D2550"/>
    <w:rsid w:val="005D61C3"/>
    <w:rsid w:val="005D726E"/>
    <w:rsid w:val="00611C8C"/>
    <w:rsid w:val="00617CF7"/>
    <w:rsid w:val="00641C60"/>
    <w:rsid w:val="00656B82"/>
    <w:rsid w:val="006A2368"/>
    <w:rsid w:val="006A3821"/>
    <w:rsid w:val="006B1F5F"/>
    <w:rsid w:val="006C3475"/>
    <w:rsid w:val="006D09EB"/>
    <w:rsid w:val="006D2720"/>
    <w:rsid w:val="006E5ECD"/>
    <w:rsid w:val="006F0EE1"/>
    <w:rsid w:val="006F16BB"/>
    <w:rsid w:val="007018F1"/>
    <w:rsid w:val="00703D43"/>
    <w:rsid w:val="00710085"/>
    <w:rsid w:val="007177E3"/>
    <w:rsid w:val="007267E0"/>
    <w:rsid w:val="00756EB6"/>
    <w:rsid w:val="00757647"/>
    <w:rsid w:val="007716A7"/>
    <w:rsid w:val="00790B7F"/>
    <w:rsid w:val="007B46AD"/>
    <w:rsid w:val="007C3AA5"/>
    <w:rsid w:val="007D5C09"/>
    <w:rsid w:val="007D652C"/>
    <w:rsid w:val="007E0641"/>
    <w:rsid w:val="007E4198"/>
    <w:rsid w:val="007F1800"/>
    <w:rsid w:val="00804FB1"/>
    <w:rsid w:val="00813E24"/>
    <w:rsid w:val="00822AC8"/>
    <w:rsid w:val="00824794"/>
    <w:rsid w:val="00826DD5"/>
    <w:rsid w:val="0085213D"/>
    <w:rsid w:val="00856645"/>
    <w:rsid w:val="00860254"/>
    <w:rsid w:val="00864D67"/>
    <w:rsid w:val="00875F76"/>
    <w:rsid w:val="008A235D"/>
    <w:rsid w:val="008F0085"/>
    <w:rsid w:val="00901EB2"/>
    <w:rsid w:val="00905842"/>
    <w:rsid w:val="009157F9"/>
    <w:rsid w:val="00930340"/>
    <w:rsid w:val="009522C8"/>
    <w:rsid w:val="0095594C"/>
    <w:rsid w:val="00957260"/>
    <w:rsid w:val="00957C0D"/>
    <w:rsid w:val="009657E4"/>
    <w:rsid w:val="00967FE4"/>
    <w:rsid w:val="00977ECE"/>
    <w:rsid w:val="009903D1"/>
    <w:rsid w:val="00990503"/>
    <w:rsid w:val="00990F78"/>
    <w:rsid w:val="009A0AF9"/>
    <w:rsid w:val="009B5734"/>
    <w:rsid w:val="009C0FB5"/>
    <w:rsid w:val="009C34A3"/>
    <w:rsid w:val="009C39CC"/>
    <w:rsid w:val="009C50B5"/>
    <w:rsid w:val="009C7F71"/>
    <w:rsid w:val="009D0A75"/>
    <w:rsid w:val="009E638C"/>
    <w:rsid w:val="009F51C1"/>
    <w:rsid w:val="00A22039"/>
    <w:rsid w:val="00A34473"/>
    <w:rsid w:val="00A34EC9"/>
    <w:rsid w:val="00A63366"/>
    <w:rsid w:val="00A933B0"/>
    <w:rsid w:val="00AB2FE5"/>
    <w:rsid w:val="00AB381F"/>
    <w:rsid w:val="00AB4F51"/>
    <w:rsid w:val="00AB5D85"/>
    <w:rsid w:val="00AC61FF"/>
    <w:rsid w:val="00AD207C"/>
    <w:rsid w:val="00B1229F"/>
    <w:rsid w:val="00B249E2"/>
    <w:rsid w:val="00B3609A"/>
    <w:rsid w:val="00B52408"/>
    <w:rsid w:val="00B66302"/>
    <w:rsid w:val="00B752B6"/>
    <w:rsid w:val="00B76511"/>
    <w:rsid w:val="00B77518"/>
    <w:rsid w:val="00B8437F"/>
    <w:rsid w:val="00B84750"/>
    <w:rsid w:val="00B8727F"/>
    <w:rsid w:val="00B90D58"/>
    <w:rsid w:val="00B9201F"/>
    <w:rsid w:val="00B94351"/>
    <w:rsid w:val="00BA2A57"/>
    <w:rsid w:val="00BB4A56"/>
    <w:rsid w:val="00BE64EB"/>
    <w:rsid w:val="00BE7A1E"/>
    <w:rsid w:val="00BF147A"/>
    <w:rsid w:val="00C042E8"/>
    <w:rsid w:val="00C40F79"/>
    <w:rsid w:val="00C43BBC"/>
    <w:rsid w:val="00C517CF"/>
    <w:rsid w:val="00C545DD"/>
    <w:rsid w:val="00C6239B"/>
    <w:rsid w:val="00C639F6"/>
    <w:rsid w:val="00C747C7"/>
    <w:rsid w:val="00C965B2"/>
    <w:rsid w:val="00CC27A3"/>
    <w:rsid w:val="00CE554E"/>
    <w:rsid w:val="00CF122C"/>
    <w:rsid w:val="00D053A5"/>
    <w:rsid w:val="00D2211B"/>
    <w:rsid w:val="00D245DF"/>
    <w:rsid w:val="00D306DA"/>
    <w:rsid w:val="00D523E1"/>
    <w:rsid w:val="00D53054"/>
    <w:rsid w:val="00D57A36"/>
    <w:rsid w:val="00D66CA8"/>
    <w:rsid w:val="00D71909"/>
    <w:rsid w:val="00D72414"/>
    <w:rsid w:val="00D8126F"/>
    <w:rsid w:val="00D82830"/>
    <w:rsid w:val="00D861D1"/>
    <w:rsid w:val="00D95218"/>
    <w:rsid w:val="00DA3F27"/>
    <w:rsid w:val="00DC1064"/>
    <w:rsid w:val="00DD5EB7"/>
    <w:rsid w:val="00DE0FF7"/>
    <w:rsid w:val="00DE7FAF"/>
    <w:rsid w:val="00DF3CD3"/>
    <w:rsid w:val="00E253D3"/>
    <w:rsid w:val="00E80AE9"/>
    <w:rsid w:val="00E959D7"/>
    <w:rsid w:val="00EB4FF2"/>
    <w:rsid w:val="00EB5EDD"/>
    <w:rsid w:val="00ED3D77"/>
    <w:rsid w:val="00F12B70"/>
    <w:rsid w:val="00F15EEA"/>
    <w:rsid w:val="00F40D42"/>
    <w:rsid w:val="00F471ED"/>
    <w:rsid w:val="00F52260"/>
    <w:rsid w:val="00F66FE9"/>
    <w:rsid w:val="00F72B9A"/>
    <w:rsid w:val="00F74802"/>
    <w:rsid w:val="00F802E4"/>
    <w:rsid w:val="00F9224D"/>
    <w:rsid w:val="00FC45F2"/>
    <w:rsid w:val="00FC5E64"/>
    <w:rsid w:val="00FD0E5B"/>
    <w:rsid w:val="00FE4D80"/>
    <w:rsid w:val="00FE663E"/>
    <w:rsid w:val="00FF3765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DD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5AF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F802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DD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5AF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F80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47;&#1086;&#1083;&#1086;&#1090;&#1091;&#1093;&#1080;&#1085;&#1072;%20&#1051;&#1040;%20&#1050;&#1072;&#1076;&#1088;&#1099;\&#1057;&#1074;&#1077;&#1076;&#1077;&#1085;&#1080;&#1103;%20&#1086;%20&#1076;&#1086;&#1093;&#1086;&#1076;&#1072;&#1093;\&#1044;&#1086;&#1093;&#1086;&#1076;&#1099;%20&#1085;&#1072;%20&#1089;&#1072;&#1081;&#1090;%202015%20&#1075;&#1086;&#107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B89D3-8A7C-454F-991B-6E17FE49E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Доходы на сайт 2015 год</Template>
  <TotalTime>27</TotalTime>
  <Pages>19</Pages>
  <Words>2066</Words>
  <Characters>11781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Отдел кадров</cp:lastModifiedBy>
  <cp:revision>4</cp:revision>
  <dcterms:created xsi:type="dcterms:W3CDTF">2017-05-25T02:25:00Z</dcterms:created>
  <dcterms:modified xsi:type="dcterms:W3CDTF">2017-05-25T02:52:00Z</dcterms:modified>
</cp:coreProperties>
</file>